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CECD4" w14:textId="77777777" w:rsidR="00263F74" w:rsidRDefault="00263F74" w:rsidP="005F55AA"/>
    <w:p w14:paraId="01EB66C4" w14:textId="77777777" w:rsidR="00263F74" w:rsidRDefault="00263F74" w:rsidP="005F55AA"/>
    <w:p w14:paraId="69145A94" w14:textId="77ED3C21" w:rsidR="005F55AA" w:rsidRPr="00263F74" w:rsidRDefault="005F55AA" w:rsidP="005F55AA">
      <w:r w:rsidRPr="00263F74">
        <w:t xml:space="preserve">El presente documento, presenta la ejecución de las vigencias futuras ordinarias autorizadas </w:t>
      </w:r>
      <w:r w:rsidR="00B95F46" w:rsidRPr="00263F74">
        <w:t xml:space="preserve">al Instituto Distrital de Protección y Bienestar Animal </w:t>
      </w:r>
      <w:r w:rsidRPr="00263F74">
        <w:t xml:space="preserve">para las vigencias 2026 y 2027, </w:t>
      </w:r>
      <w:r w:rsidR="00263F74" w:rsidRPr="00263F74">
        <w:t xml:space="preserve">aprobada mediante </w:t>
      </w:r>
      <w:r w:rsidR="00B95F46" w:rsidRPr="00263F74">
        <w:t xml:space="preserve">sesión No. 13 del 3 de junio de 2025 </w:t>
      </w:r>
      <w:r w:rsidRPr="00263F74">
        <w:t xml:space="preserve">del CONFIS, </w:t>
      </w:r>
      <w:r w:rsidR="00263F74" w:rsidRPr="00263F74">
        <w:t xml:space="preserve">informe que se elabora </w:t>
      </w:r>
      <w:r w:rsidRPr="00263F74">
        <w:t xml:space="preserve">con corte a </w:t>
      </w:r>
      <w:r w:rsidR="00C07C2C">
        <w:t xml:space="preserve">9 de diciembre de </w:t>
      </w:r>
      <w:r w:rsidRPr="00263F74">
        <w:t>2025.</w:t>
      </w:r>
    </w:p>
    <w:p w14:paraId="4CE3DF85" w14:textId="77777777" w:rsidR="005F55AA" w:rsidRPr="00263F74" w:rsidRDefault="005F55AA" w:rsidP="005F55AA">
      <w:pPr>
        <w:ind w:firstLine="708"/>
      </w:pPr>
    </w:p>
    <w:p w14:paraId="4D7B0340" w14:textId="0423D9AE" w:rsidR="005F55AA" w:rsidRPr="00263F74" w:rsidRDefault="005F55AA" w:rsidP="005F55AA">
      <w:r w:rsidRPr="00263F74">
        <w:t>Mediante oficio 2-202</w:t>
      </w:r>
      <w:r w:rsidR="00B95F46" w:rsidRPr="00263F74">
        <w:t>5</w:t>
      </w:r>
      <w:r w:rsidRPr="00263F74">
        <w:t>-</w:t>
      </w:r>
      <w:r w:rsidR="00B95F46" w:rsidRPr="00263F74">
        <w:t>30987</w:t>
      </w:r>
      <w:r w:rsidRPr="00263F74">
        <w:t xml:space="preserve"> proceso 2</w:t>
      </w:r>
      <w:r w:rsidR="00B95F46" w:rsidRPr="00263F74">
        <w:t>525155</w:t>
      </w:r>
      <w:r w:rsidRPr="00263F74">
        <w:t xml:space="preserve"> radicados </w:t>
      </w:r>
      <w:r w:rsidR="00B95F46" w:rsidRPr="00263F74">
        <w:t xml:space="preserve">SDP 1-2025-26840, 1-2025-27242 </w:t>
      </w:r>
      <w:r w:rsidRPr="00263F74">
        <w:t xml:space="preserve">del </w:t>
      </w:r>
      <w:r w:rsidR="00B95F46" w:rsidRPr="00263F74">
        <w:t>04</w:t>
      </w:r>
      <w:r w:rsidRPr="00263F74">
        <w:t xml:space="preserve"> de junio de 202</w:t>
      </w:r>
      <w:r w:rsidR="00B95F46" w:rsidRPr="00263F74">
        <w:t>5</w:t>
      </w:r>
      <w:r w:rsidRPr="00263F74">
        <w:t xml:space="preserve">, la Secretaría Distrital de Planeación CONFIS Distrital sesión No. </w:t>
      </w:r>
      <w:r w:rsidR="00B95F46" w:rsidRPr="00263F74">
        <w:t>13</w:t>
      </w:r>
      <w:r w:rsidRPr="00263F74">
        <w:t xml:space="preserve"> del</w:t>
      </w:r>
      <w:r w:rsidR="00263F74" w:rsidRPr="00263F74">
        <w:t xml:space="preserve"> </w:t>
      </w:r>
      <w:r w:rsidR="00B95F46" w:rsidRPr="00263F74">
        <w:t>3</w:t>
      </w:r>
      <w:r w:rsidR="00263F74" w:rsidRPr="00263F74">
        <w:t xml:space="preserve"> </w:t>
      </w:r>
      <w:r w:rsidRPr="00263F74">
        <w:t>de junio de 202</w:t>
      </w:r>
      <w:r w:rsidR="00B95F46" w:rsidRPr="00263F74">
        <w:t>5</w:t>
      </w:r>
      <w:r w:rsidRPr="00263F74">
        <w:t xml:space="preserve">, autorizó </w:t>
      </w:r>
      <w:r w:rsidR="00B95F46" w:rsidRPr="00263F74">
        <w:t>al Instituto Distrital de Protección y Bienestar Animal (IDPYBA) asumir compromisos con cargo a vigencias futuras ordinarias 2026-2027 para inversión, por valor de $2.008.060.700 constantes 2025 ($2.086.173.798 corrientes), conforme al siguiente detalle:</w:t>
      </w:r>
    </w:p>
    <w:p w14:paraId="3C59B5D1" w14:textId="77777777" w:rsidR="00B95F46" w:rsidRPr="00263F74" w:rsidRDefault="00B95F46" w:rsidP="005F55AA"/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482"/>
        <w:gridCol w:w="1200"/>
        <w:gridCol w:w="1061"/>
        <w:gridCol w:w="1195"/>
        <w:gridCol w:w="1195"/>
        <w:gridCol w:w="1061"/>
        <w:gridCol w:w="1195"/>
      </w:tblGrid>
      <w:tr w:rsidR="00263F74" w:rsidRPr="00263F74" w14:paraId="6D68FD8A" w14:textId="441DF0CC" w:rsidTr="00263F74">
        <w:trPr>
          <w:trHeight w:val="285"/>
        </w:trPr>
        <w:tc>
          <w:tcPr>
            <w:tcW w:w="1429" w:type="pct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387A3B" w14:textId="77777777" w:rsidR="00D868AB" w:rsidRPr="00263F74" w:rsidRDefault="00D868AB" w:rsidP="00C013EC">
            <w:pPr>
              <w:pStyle w:val="TableParagraph"/>
              <w:spacing w:before="14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B5E3F4" w14:textId="7296677D" w:rsidR="00D868AB" w:rsidRPr="00263F74" w:rsidRDefault="00D868AB" w:rsidP="00C013EC">
            <w:pPr>
              <w:pStyle w:val="TableParagraph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pacing w:val="-2"/>
                <w:sz w:val="16"/>
                <w:szCs w:val="16"/>
              </w:rPr>
              <w:t>OBJETO DE GASTO</w:t>
            </w:r>
          </w:p>
        </w:tc>
        <w:tc>
          <w:tcPr>
            <w:tcW w:w="1551" w:type="pct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4F6DC29" w14:textId="03B62C4C" w:rsidR="00D868AB" w:rsidRPr="00263F74" w:rsidRDefault="00D868AB" w:rsidP="00C013EC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Pesos</w:t>
            </w:r>
            <w:r w:rsidRPr="00263F74">
              <w:rPr>
                <w:rFonts w:ascii="Arial" w:hAnsi="Arial" w:cs="Arial"/>
                <w:b/>
                <w:spacing w:val="-7"/>
                <w:sz w:val="16"/>
                <w:szCs w:val="16"/>
              </w:rPr>
              <w:t xml:space="preserve"> </w:t>
            </w:r>
            <w:r w:rsidRPr="00263F74">
              <w:rPr>
                <w:rFonts w:ascii="Arial" w:hAnsi="Arial" w:cs="Arial"/>
                <w:b/>
                <w:sz w:val="16"/>
                <w:szCs w:val="16"/>
              </w:rPr>
              <w:t>Constantes</w:t>
            </w:r>
            <w:r w:rsidRPr="00263F74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 w:rsidRPr="00263F74">
              <w:rPr>
                <w:rFonts w:ascii="Arial" w:hAnsi="Arial" w:cs="Arial"/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2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4BABA9A9" w14:textId="0249ABA8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Pesos Corrientes</w:t>
            </w:r>
          </w:p>
        </w:tc>
      </w:tr>
      <w:tr w:rsidR="00263F74" w:rsidRPr="00263F74" w14:paraId="0C8B17AE" w14:textId="77777777" w:rsidTr="00263F74">
        <w:trPr>
          <w:trHeight w:val="285"/>
        </w:trPr>
        <w:tc>
          <w:tcPr>
            <w:tcW w:w="142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563F8AD" w14:textId="462AEB88" w:rsidR="00D868AB" w:rsidRPr="00263F74" w:rsidRDefault="00D868AB" w:rsidP="00D868AB">
            <w:pPr>
              <w:pStyle w:val="TableParagraph"/>
              <w:spacing w:before="50"/>
              <w:ind w:left="70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pacing w:val="-2"/>
                <w:sz w:val="16"/>
                <w:szCs w:val="16"/>
              </w:rPr>
              <w:t>INVERSIÓN</w:t>
            </w:r>
          </w:p>
        </w:tc>
        <w:tc>
          <w:tcPr>
            <w:tcW w:w="23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47C0DE" w14:textId="43A5ACD8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VF 2026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56BECB14" w14:textId="78C4C2A9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VF 2027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6BB9D87" w14:textId="03446ED6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263F74">
              <w:rPr>
                <w:rFonts w:ascii="Arial" w:hAnsi="Arial" w:cs="Arial"/>
                <w:b/>
                <w:sz w:val="16"/>
                <w:szCs w:val="16"/>
              </w:rPr>
              <w:t>TOTAL</w:t>
            </w:r>
            <w:proofErr w:type="gramEnd"/>
            <w:r w:rsidRPr="00263F74">
              <w:rPr>
                <w:rFonts w:ascii="Arial" w:hAnsi="Arial" w:cs="Arial"/>
                <w:b/>
                <w:sz w:val="16"/>
                <w:szCs w:val="16"/>
              </w:rPr>
              <w:t xml:space="preserve"> VF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84600F" w14:textId="2E961F4F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VF 2026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081B493" w14:textId="503BF257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VF 2027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466B65" w14:textId="26CCC8E0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263F74">
              <w:rPr>
                <w:rFonts w:ascii="Arial" w:hAnsi="Arial" w:cs="Arial"/>
                <w:b/>
                <w:sz w:val="16"/>
                <w:szCs w:val="16"/>
              </w:rPr>
              <w:t>TOTAL</w:t>
            </w:r>
            <w:proofErr w:type="gramEnd"/>
            <w:r w:rsidRPr="00263F74">
              <w:rPr>
                <w:rFonts w:ascii="Arial" w:hAnsi="Arial" w:cs="Arial"/>
                <w:b/>
                <w:sz w:val="16"/>
                <w:szCs w:val="16"/>
              </w:rPr>
              <w:t xml:space="preserve"> VF</w:t>
            </w:r>
          </w:p>
        </w:tc>
      </w:tr>
      <w:tr w:rsidR="00263F74" w:rsidRPr="00263F74" w14:paraId="3530194A" w14:textId="77777777" w:rsidTr="00263F74">
        <w:trPr>
          <w:trHeight w:val="3366"/>
        </w:trPr>
        <w:tc>
          <w:tcPr>
            <w:tcW w:w="1429" w:type="pct"/>
            <w:tcBorders>
              <w:top w:val="single" w:sz="4" w:space="0" w:color="000000"/>
              <w:bottom w:val="single" w:sz="4" w:space="0" w:color="000000"/>
            </w:tcBorders>
          </w:tcPr>
          <w:p w14:paraId="7873B683" w14:textId="17ADA397" w:rsidR="00D868AB" w:rsidRPr="00263F74" w:rsidRDefault="00D868AB" w:rsidP="00D868AB">
            <w:pPr>
              <w:pStyle w:val="TableParagraph"/>
              <w:spacing w:line="180" w:lineRule="atLeast"/>
              <w:ind w:left="69" w:right="48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63F74">
              <w:rPr>
                <w:rFonts w:ascii="Arial" w:hAnsi="Arial" w:cs="Arial"/>
                <w:sz w:val="16"/>
                <w:szCs w:val="16"/>
                <w:lang w:val="es-CO"/>
              </w:rPr>
              <w:t xml:space="preserve">Proyecto 7591 - Mejoramiento de la gestión pública y administrativa del Instituto Distrital de Protección y Bienestar Animal en Bogotá́ D.C. (BPIN 2024110010061 - </w:t>
            </w:r>
            <w:proofErr w:type="spellStart"/>
            <w:r w:rsidRPr="00263F74">
              <w:rPr>
                <w:rFonts w:ascii="Arial" w:hAnsi="Arial" w:cs="Arial"/>
                <w:sz w:val="16"/>
                <w:szCs w:val="16"/>
                <w:lang w:val="es-CO"/>
              </w:rPr>
              <w:t>BogData</w:t>
            </w:r>
            <w:proofErr w:type="spellEnd"/>
            <w:r w:rsidRPr="00263F74">
              <w:rPr>
                <w:rFonts w:ascii="Arial" w:hAnsi="Arial" w:cs="Arial"/>
                <w:sz w:val="16"/>
                <w:szCs w:val="16"/>
                <w:lang w:val="es-CO"/>
              </w:rPr>
              <w:t xml:space="preserve"> 20240061) </w:t>
            </w:r>
          </w:p>
          <w:p w14:paraId="7FA0676E" w14:textId="77777777" w:rsidR="00D868AB" w:rsidRPr="00263F74" w:rsidRDefault="00D868AB" w:rsidP="00D868AB">
            <w:pPr>
              <w:pStyle w:val="TableParagraph"/>
              <w:spacing w:line="180" w:lineRule="atLeast"/>
              <w:ind w:left="69" w:right="48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14:paraId="6EC7EA66" w14:textId="1F28EC50" w:rsidR="00D868AB" w:rsidRPr="00263F74" w:rsidRDefault="00D868AB" w:rsidP="00263F74">
            <w:pPr>
              <w:pStyle w:val="TableParagraph"/>
              <w:spacing w:line="180" w:lineRule="atLeast"/>
              <w:ind w:left="69" w:right="48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63F74">
              <w:rPr>
                <w:rFonts w:ascii="Arial" w:hAnsi="Arial" w:cs="Arial"/>
                <w:bCs/>
                <w:sz w:val="16"/>
                <w:szCs w:val="16"/>
              </w:rPr>
              <w:t>Prestar los servicios integrales de tecnología (telecomunicaciones, conectividad, equipos de escritorio, ofimática y sistemas de información administrativos) de conformidad con las condiciones técnicas, económicas y financieras que establezca el IDPYBA.</w:t>
            </w:r>
          </w:p>
        </w:tc>
        <w:tc>
          <w:tcPr>
            <w:tcW w:w="23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48CA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8D1911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07770A" w14:textId="5B9C60EC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$1.429.702.203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EC0FC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EE2AE3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F007CD" w14:textId="1E952AEC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$578.358.497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5F1211" w14:textId="77777777" w:rsidR="00D868AB" w:rsidRPr="00263F74" w:rsidRDefault="00D868AB" w:rsidP="00D868AB">
            <w:pPr>
              <w:spacing w:before="101" w:line="164" w:lineRule="exact"/>
              <w:ind w:left="19"/>
              <w:jc w:val="center"/>
              <w:rPr>
                <w:rFonts w:eastAsia="Arial MT" w:cs="Arial"/>
                <w:b/>
                <w:sz w:val="16"/>
                <w:szCs w:val="16"/>
                <w:lang w:val="es-ES" w:eastAsia="en-US"/>
              </w:rPr>
            </w:pPr>
          </w:p>
          <w:p w14:paraId="5F007385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B538696" w14:textId="69DEACB9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$2.008.060.700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55B731" w14:textId="77777777" w:rsidR="00D868AB" w:rsidRPr="00263F74" w:rsidRDefault="00D868AB" w:rsidP="00D868AB">
            <w:pPr>
              <w:spacing w:before="101" w:line="164" w:lineRule="exact"/>
              <w:ind w:left="19"/>
              <w:jc w:val="center"/>
              <w:rPr>
                <w:rFonts w:eastAsia="Arial MT" w:cs="Arial"/>
                <w:b/>
                <w:sz w:val="16"/>
                <w:szCs w:val="16"/>
                <w:lang w:val="es-ES" w:eastAsia="en-US"/>
              </w:rPr>
            </w:pPr>
          </w:p>
          <w:p w14:paraId="06255F1E" w14:textId="77777777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BDC4BD2" w14:textId="193F18A0" w:rsidR="00D868AB" w:rsidRPr="00263F74" w:rsidRDefault="00D868AB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$1.472.593.269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C47E3" w14:textId="77777777" w:rsidR="002F24B3" w:rsidRPr="00263F74" w:rsidRDefault="002F24B3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2DACF6" w14:textId="77777777" w:rsidR="002F24B3" w:rsidRPr="00263F74" w:rsidRDefault="002F24B3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F2448F9" w14:textId="24A07244" w:rsidR="00D868AB" w:rsidRPr="00263F74" w:rsidRDefault="002F24B3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$613.580.529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1E285" w14:textId="77777777" w:rsidR="00D868AB" w:rsidRPr="00263F74" w:rsidRDefault="00D868AB" w:rsidP="00D868AB">
            <w:pPr>
              <w:spacing w:before="101" w:line="164" w:lineRule="exact"/>
              <w:ind w:left="19"/>
              <w:jc w:val="center"/>
              <w:rPr>
                <w:rFonts w:eastAsia="Arial MT" w:cs="Arial"/>
                <w:b/>
                <w:sz w:val="16"/>
                <w:szCs w:val="16"/>
                <w:lang w:val="es-ES" w:eastAsia="en-US"/>
              </w:rPr>
            </w:pPr>
          </w:p>
          <w:p w14:paraId="72C12B36" w14:textId="77777777" w:rsidR="002F24B3" w:rsidRPr="00263F74" w:rsidRDefault="002F24B3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51C365" w14:textId="3A4C60C3" w:rsidR="00D868AB" w:rsidRPr="00263F74" w:rsidRDefault="002F24B3" w:rsidP="00D868AB">
            <w:pPr>
              <w:pStyle w:val="TableParagraph"/>
              <w:spacing w:before="101" w:line="164" w:lineRule="exact"/>
              <w:ind w:left="19" w:right="5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$2.086.173.798</w:t>
            </w:r>
          </w:p>
        </w:tc>
      </w:tr>
      <w:tr w:rsidR="00263F74" w:rsidRPr="00263F74" w14:paraId="58698FAE" w14:textId="77777777" w:rsidTr="00263F74">
        <w:trPr>
          <w:trHeight w:val="300"/>
        </w:trPr>
        <w:tc>
          <w:tcPr>
            <w:tcW w:w="1429" w:type="pct"/>
            <w:tcBorders>
              <w:top w:val="single" w:sz="4" w:space="0" w:color="000000"/>
            </w:tcBorders>
          </w:tcPr>
          <w:p w14:paraId="24749DF8" w14:textId="04760FF7" w:rsidR="002F24B3" w:rsidRPr="00263F74" w:rsidRDefault="002F24B3" w:rsidP="002F24B3">
            <w:pPr>
              <w:pStyle w:val="TableParagraph"/>
              <w:spacing w:before="58"/>
              <w:ind w:left="70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TOTAL,</w:t>
            </w:r>
            <w:r w:rsidRPr="00263F74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 w:rsidRPr="00263F74">
              <w:rPr>
                <w:rFonts w:ascii="Arial" w:hAnsi="Arial" w:cs="Arial"/>
                <w:b/>
                <w:sz w:val="16"/>
                <w:szCs w:val="16"/>
              </w:rPr>
              <w:t>VIGENCIAS</w:t>
            </w:r>
            <w:r w:rsidRPr="00263F74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 w:rsidRPr="00263F74">
              <w:rPr>
                <w:rFonts w:ascii="Arial" w:hAnsi="Arial" w:cs="Arial"/>
                <w:b/>
                <w:sz w:val="16"/>
                <w:szCs w:val="16"/>
              </w:rPr>
              <w:t>FUTURAS</w:t>
            </w:r>
            <w:r w:rsidRPr="00263F74">
              <w:rPr>
                <w:rFonts w:ascii="Arial" w:hAnsi="Arial" w:cs="Arial"/>
                <w:b/>
                <w:spacing w:val="-5"/>
                <w:sz w:val="16"/>
                <w:szCs w:val="16"/>
              </w:rPr>
              <w:t xml:space="preserve"> </w:t>
            </w:r>
            <w:r w:rsidRPr="00263F74">
              <w:rPr>
                <w:rFonts w:ascii="Arial" w:hAnsi="Arial" w:cs="Arial"/>
                <w:b/>
                <w:spacing w:val="-2"/>
                <w:sz w:val="16"/>
                <w:szCs w:val="16"/>
              </w:rPr>
              <w:t>ORDINARIAS</w:t>
            </w:r>
          </w:p>
        </w:tc>
        <w:tc>
          <w:tcPr>
            <w:tcW w:w="232" w:type="pct"/>
            <w:tcBorders>
              <w:top w:val="single" w:sz="4" w:space="0" w:color="000000"/>
              <w:right w:val="single" w:sz="4" w:space="0" w:color="000000"/>
            </w:tcBorders>
          </w:tcPr>
          <w:p w14:paraId="28DCF422" w14:textId="3EAC3D3B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$1.429.702.203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F8E894E" w14:textId="70B5E92E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$578.358.497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668EF43" w14:textId="0DBF875E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$2.008.060.700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E1D3A4F" w14:textId="45B15239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$1.472.593.269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A363DB7" w14:textId="07B8EC28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$613.580.529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AB6164A" w14:textId="5C486730" w:rsidR="002F24B3" w:rsidRPr="00263F74" w:rsidRDefault="002F24B3" w:rsidP="002F24B3">
            <w:pPr>
              <w:pStyle w:val="TableParagraph"/>
              <w:spacing w:before="101" w:line="164" w:lineRule="exact"/>
              <w:ind w:left="1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F74">
              <w:rPr>
                <w:rFonts w:ascii="Arial" w:hAnsi="Arial" w:cs="Arial"/>
                <w:b/>
                <w:sz w:val="16"/>
                <w:szCs w:val="16"/>
              </w:rPr>
              <w:t>$2.086.173.798</w:t>
            </w:r>
          </w:p>
        </w:tc>
      </w:tr>
    </w:tbl>
    <w:p w14:paraId="64B9F03C" w14:textId="77777777" w:rsidR="005F55AA" w:rsidRPr="00263F74" w:rsidRDefault="005F55AA" w:rsidP="005F55AA">
      <w:pPr>
        <w:ind w:firstLine="708"/>
      </w:pPr>
    </w:p>
    <w:p w14:paraId="4C420876" w14:textId="3647199E" w:rsidR="005F55AA" w:rsidRPr="00263F74" w:rsidRDefault="005F55AA" w:rsidP="005F55AA">
      <w:r w:rsidRPr="00263F74">
        <w:t>En virtud de lo anterior, para atender las necesidades que dan origen a la solicitud de las vigencias futuras en la vigencia 202</w:t>
      </w:r>
      <w:r w:rsidR="002F24B3" w:rsidRPr="00263F74">
        <w:t>5</w:t>
      </w:r>
      <w:r w:rsidRPr="00263F74">
        <w:t>, la entidad suscribió los siguientes procesos de contratación:</w:t>
      </w:r>
    </w:p>
    <w:p w14:paraId="1C4B6877" w14:textId="77777777" w:rsidR="005F55AA" w:rsidRPr="00263F74" w:rsidRDefault="005F55AA" w:rsidP="005F55AA">
      <w:pPr>
        <w:ind w:firstLine="708"/>
      </w:pPr>
    </w:p>
    <w:p w14:paraId="13F36FA8" w14:textId="592C32E6" w:rsidR="005F55AA" w:rsidRPr="00263F74" w:rsidRDefault="002F24B3" w:rsidP="005F55AA">
      <w:pPr>
        <w:pStyle w:val="Prrafodelista"/>
        <w:numPr>
          <w:ilvl w:val="0"/>
          <w:numId w:val="19"/>
        </w:numPr>
        <w:suppressAutoHyphens/>
        <w:rPr>
          <w:b/>
          <w:bCs/>
          <w:lang w:val="es-CO"/>
        </w:rPr>
      </w:pPr>
      <w:r w:rsidRPr="00263F74">
        <w:rPr>
          <w:b/>
          <w:bCs/>
          <w:lang w:val="es-CO"/>
        </w:rPr>
        <w:t>Servicio de tecnología</w:t>
      </w:r>
      <w:r w:rsidR="00263F74" w:rsidRPr="00263F74">
        <w:rPr>
          <w:b/>
          <w:bCs/>
          <w:lang w:val="es-CO"/>
        </w:rPr>
        <w:t xml:space="preserve"> </w:t>
      </w:r>
      <w:r w:rsidR="005F55AA" w:rsidRPr="00263F74">
        <w:rPr>
          <w:b/>
          <w:bCs/>
          <w:lang w:val="es-CO"/>
        </w:rPr>
        <w:t xml:space="preserve">– Contrato Interadministrativo No. </w:t>
      </w:r>
      <w:r w:rsidRPr="00263F74">
        <w:rPr>
          <w:b/>
          <w:bCs/>
          <w:lang w:val="es-CO"/>
        </w:rPr>
        <w:t xml:space="preserve">354 </w:t>
      </w:r>
      <w:r w:rsidR="005F55AA" w:rsidRPr="00263F74">
        <w:rPr>
          <w:b/>
          <w:bCs/>
          <w:lang w:val="es-CO"/>
        </w:rPr>
        <w:t>de 202</w:t>
      </w:r>
      <w:r w:rsidRPr="00263F74">
        <w:rPr>
          <w:b/>
          <w:bCs/>
          <w:lang w:val="es-CO"/>
        </w:rPr>
        <w:t xml:space="preserve">5 </w:t>
      </w:r>
    </w:p>
    <w:p w14:paraId="7D0F2C03" w14:textId="77777777" w:rsidR="005F55AA" w:rsidRPr="00263F74" w:rsidRDefault="005F55AA" w:rsidP="005F55AA"/>
    <w:p w14:paraId="4A1860D5" w14:textId="13DD0E0C" w:rsidR="005F55AA" w:rsidRPr="00263F74" w:rsidRDefault="005F55AA" w:rsidP="002F24B3">
      <w:r w:rsidRPr="00263F74">
        <w:t xml:space="preserve">Contrato interadministrativo celebrado con </w:t>
      </w:r>
      <w:r w:rsidR="002F24B3" w:rsidRPr="00263F74">
        <w:t>Empresa de telecomunicaciones de Bogotá E.S.P. S.A ETB</w:t>
      </w:r>
      <w:r w:rsidRPr="00263F74">
        <w:t>, cuyo objeto es “</w:t>
      </w:r>
      <w:r w:rsidR="002F24B3" w:rsidRPr="00263F74">
        <w:t>Prestar los servicios integrales de tecnología (telecomunicaciones, conectividad, equipos de escritorio, ofimática y sistemas de información administrativos) de conformidad con las condiciones técnicas, económicas y financieras que establezca el IDPYBA.</w:t>
      </w:r>
      <w:r w:rsidRPr="00263F74">
        <w:t xml:space="preserve">”, con fecha de inicio del </w:t>
      </w:r>
      <w:r w:rsidR="00414BE2" w:rsidRPr="00263F74">
        <w:t>10</w:t>
      </w:r>
      <w:r w:rsidRPr="00263F74">
        <w:t xml:space="preserve"> de </w:t>
      </w:r>
      <w:r w:rsidR="00414BE2" w:rsidRPr="00263F74">
        <w:t>julio</w:t>
      </w:r>
      <w:r w:rsidRPr="00263F74">
        <w:t xml:space="preserve"> de 202</w:t>
      </w:r>
      <w:r w:rsidR="00414BE2" w:rsidRPr="00263F74">
        <w:t>5</w:t>
      </w:r>
      <w:r w:rsidRPr="00263F74">
        <w:t xml:space="preserve"> y plazo de ejecución</w:t>
      </w:r>
      <w:r w:rsidR="00263F74" w:rsidRPr="00263F74">
        <w:t xml:space="preserve"> Veintitrés </w:t>
      </w:r>
      <w:r w:rsidR="002F24B3" w:rsidRPr="00263F74">
        <w:t xml:space="preserve">(23) </w:t>
      </w:r>
      <w:r w:rsidR="00263F74" w:rsidRPr="00263F74">
        <w:t xml:space="preserve">Meses, hasta el 9 de junio de 2027, </w:t>
      </w:r>
      <w:r w:rsidRPr="00263F74">
        <w:t>discriminados por vigencia de la siguiente manera:</w:t>
      </w:r>
    </w:p>
    <w:p w14:paraId="24479B08" w14:textId="77777777" w:rsidR="005F55AA" w:rsidRDefault="005F55AA" w:rsidP="005F55AA"/>
    <w:p w14:paraId="1EFD1C39" w14:textId="77777777" w:rsidR="00263F74" w:rsidRPr="00263F74" w:rsidRDefault="00263F74" w:rsidP="005F55AA"/>
    <w:tbl>
      <w:tblPr>
        <w:tblW w:w="413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1342"/>
        <w:gridCol w:w="1760"/>
        <w:gridCol w:w="1760"/>
        <w:gridCol w:w="1435"/>
      </w:tblGrid>
      <w:tr w:rsidR="00414BE2" w:rsidRPr="00263F74" w14:paraId="285E8340" w14:textId="77777777" w:rsidTr="00414BE2">
        <w:trPr>
          <w:trHeight w:val="31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0B466" w14:textId="77777777" w:rsidR="00414BE2" w:rsidRPr="00263F74" w:rsidRDefault="00414BE2" w:rsidP="00414BE2">
            <w:pPr>
              <w:suppressAutoHyphens/>
              <w:rPr>
                <w:b/>
                <w:bCs/>
                <w:sz w:val="18"/>
                <w:szCs w:val="18"/>
              </w:rPr>
            </w:pPr>
          </w:p>
          <w:p w14:paraId="1F038585" w14:textId="0F9573B7" w:rsidR="00414BE2" w:rsidRPr="00263F74" w:rsidRDefault="00414BE2" w:rsidP="00414BE2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 w:rsidRPr="00263F74">
              <w:rPr>
                <w:b/>
                <w:bCs/>
                <w:sz w:val="18"/>
                <w:szCs w:val="18"/>
              </w:rPr>
              <w:t>Contrato Interadministrativo No. 354 de 2025</w:t>
            </w:r>
          </w:p>
          <w:p w14:paraId="3BB4F66D" w14:textId="77777777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</w:tr>
      <w:tr w:rsidR="00414BE2" w:rsidRPr="00263F74" w14:paraId="5DD6AEC0" w14:textId="77777777" w:rsidTr="00414BE2">
        <w:trPr>
          <w:trHeight w:val="31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49A1F" w14:textId="77777777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eastAsia="es-419"/>
              </w:rPr>
              <w:t>VIGENCIA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94F3D" w14:textId="3098C220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eastAsia="es-419"/>
              </w:rPr>
              <w:t>2025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17E93" w14:textId="07F3910E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eastAsia="es-419"/>
              </w:rPr>
              <w:t>2026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195B6" w14:textId="6402993A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eastAsia="es-419"/>
              </w:rPr>
              <w:t>2027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9ED823" w14:textId="77777777" w:rsidR="00414BE2" w:rsidRPr="00263F74" w:rsidRDefault="00414BE2" w:rsidP="00C013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</w:tr>
      <w:tr w:rsidR="00414BE2" w:rsidRPr="00263F74" w14:paraId="67FC935F" w14:textId="77777777" w:rsidTr="00414BE2">
        <w:trPr>
          <w:trHeight w:val="46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AD54B" w14:textId="77777777" w:rsidR="00414BE2" w:rsidRPr="00263F74" w:rsidRDefault="00414BE2" w:rsidP="00C013EC">
            <w:pPr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eastAsia="es-419"/>
              </w:rPr>
              <w:t>VALOR ADJUDICADO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5540C" w14:textId="49282DE0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1.195.292.498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0613DF" w14:textId="03785D0B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1.429.702.203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351EBD" w14:textId="4D40B01B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578.358.497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778A2C" w14:textId="6D1888E7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3.203.353.198</w:t>
            </w:r>
          </w:p>
        </w:tc>
      </w:tr>
      <w:tr w:rsidR="00414BE2" w:rsidRPr="00263F74" w14:paraId="45685D40" w14:textId="77777777" w:rsidTr="00414BE2">
        <w:trPr>
          <w:trHeight w:val="46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E9819" w14:textId="77777777" w:rsidR="00414BE2" w:rsidRPr="00263F74" w:rsidRDefault="00414BE2" w:rsidP="00C013EC">
            <w:pPr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  <w:t>CDP O VF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DE933" w14:textId="47B6D0A0" w:rsidR="00414BE2" w:rsidRPr="00263F74" w:rsidRDefault="00414BE2" w:rsidP="00C013EC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509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5AC35" w14:textId="77777777" w:rsidR="00414BE2" w:rsidRPr="00263F74" w:rsidRDefault="00414BE2" w:rsidP="00C013EC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1</w:t>
            </w:r>
          </w:p>
          <w:p w14:paraId="58B81581" w14:textId="19EE09F7" w:rsidR="00414BE2" w:rsidRPr="00263F74" w:rsidRDefault="00414BE2" w:rsidP="00414BE2">
            <w:pPr>
              <w:jc w:val="center"/>
              <w:rPr>
                <w:color w:val="000000"/>
                <w:sz w:val="18"/>
                <w:szCs w:val="18"/>
                <w:lang w:eastAsia="es-419"/>
              </w:rPr>
            </w:pPr>
            <w:r w:rsidRPr="00263F74">
              <w:rPr>
                <w:color w:val="000000"/>
                <w:sz w:val="18"/>
                <w:szCs w:val="18"/>
                <w:lang w:eastAsia="es-419"/>
              </w:rPr>
              <w:t>VIGENCIA FUTURA (PROGRAMACIÓN)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CC3B6" w14:textId="77777777" w:rsidR="00414BE2" w:rsidRPr="00263F74" w:rsidRDefault="00414BE2" w:rsidP="00414BE2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1</w:t>
            </w:r>
          </w:p>
          <w:p w14:paraId="291DD6BF" w14:textId="3AB7F8FB" w:rsidR="00414BE2" w:rsidRPr="00263F74" w:rsidRDefault="00414BE2" w:rsidP="00414BE2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eastAsia="es-419"/>
              </w:rPr>
              <w:t>VIGENCIA FUTURA (PROGRAMACIÓN</w:t>
            </w:r>
            <w:r w:rsidR="00883219" w:rsidRPr="00263F74">
              <w:rPr>
                <w:color w:val="000000"/>
                <w:sz w:val="18"/>
                <w:szCs w:val="18"/>
                <w:lang w:eastAsia="es-419"/>
              </w:rPr>
              <w:t>)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BB66ED" w14:textId="77777777" w:rsidR="00414BE2" w:rsidRPr="00263F74" w:rsidRDefault="00414BE2" w:rsidP="00C013EC">
            <w:pPr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414BE2" w:rsidRPr="00263F74" w14:paraId="23161D0F" w14:textId="77777777" w:rsidTr="00414BE2">
        <w:trPr>
          <w:trHeight w:val="46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E4135" w14:textId="77777777" w:rsidR="00414BE2" w:rsidRPr="00263F74" w:rsidRDefault="00414BE2" w:rsidP="00414BE2">
            <w:pPr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  <w:t>VALOR CDP/VF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A869BE" w14:textId="03D30759" w:rsidR="00414BE2" w:rsidRPr="00263F74" w:rsidRDefault="00414BE2" w:rsidP="00414BE2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1.195.292.498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ED6F8B" w14:textId="54827583" w:rsidR="00414BE2" w:rsidRPr="00263F74" w:rsidRDefault="00414BE2" w:rsidP="00414BE2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1.429.702.203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DD1950" w14:textId="3EA751E0" w:rsidR="00414BE2" w:rsidRPr="00263F74" w:rsidRDefault="00414BE2" w:rsidP="00414BE2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578.358.497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885447" w14:textId="0FB42110" w:rsidR="00414BE2" w:rsidRPr="00263F74" w:rsidRDefault="00414BE2" w:rsidP="00414BE2">
            <w:pPr>
              <w:jc w:val="right"/>
              <w:rPr>
                <w:color w:val="000000"/>
                <w:sz w:val="18"/>
                <w:szCs w:val="18"/>
                <w:lang w:val="es-ES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</w:t>
            </w:r>
            <w:r w:rsidRPr="00263F74">
              <w:rPr>
                <w:color w:val="000000"/>
                <w:sz w:val="18"/>
                <w:szCs w:val="18"/>
                <w:lang w:val="es-ES" w:eastAsia="es-419"/>
              </w:rPr>
              <w:t xml:space="preserve">3.203.353.198 </w:t>
            </w:r>
          </w:p>
        </w:tc>
      </w:tr>
      <w:tr w:rsidR="00414BE2" w:rsidRPr="00263F74" w14:paraId="18A8878E" w14:textId="77777777" w:rsidTr="00414BE2">
        <w:trPr>
          <w:trHeight w:val="31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58631" w14:textId="77777777" w:rsidR="00414BE2" w:rsidRPr="00263F74" w:rsidRDefault="00414BE2" w:rsidP="00C013EC">
            <w:pPr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  <w:t>CRP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9D30E" w14:textId="47C8B0AC" w:rsidR="00414BE2" w:rsidRPr="00263F74" w:rsidRDefault="00414BE2" w:rsidP="00C013EC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468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827DFA" w14:textId="0C6529A0" w:rsidR="00414BE2" w:rsidRPr="00263F74" w:rsidRDefault="00414BE2" w:rsidP="00414BE2">
            <w:pPr>
              <w:rPr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7BB02" w14:textId="77777777" w:rsidR="00414BE2" w:rsidRPr="00263F74" w:rsidRDefault="00414BE2" w:rsidP="00C013EC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18998" w14:textId="77777777" w:rsidR="00414BE2" w:rsidRPr="00263F74" w:rsidRDefault="00414BE2" w:rsidP="00C013EC">
            <w:pPr>
              <w:jc w:val="center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414BE2" w:rsidRPr="00263F74" w14:paraId="02D58498" w14:textId="77777777" w:rsidTr="00414BE2">
        <w:trPr>
          <w:trHeight w:val="315"/>
          <w:jc w:val="center"/>
        </w:trPr>
        <w:tc>
          <w:tcPr>
            <w:tcW w:w="10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50551" w14:textId="77777777" w:rsidR="00414BE2" w:rsidRPr="00263F74" w:rsidRDefault="00414BE2" w:rsidP="00C013EC">
            <w:pPr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18"/>
                <w:szCs w:val="18"/>
                <w:lang w:val="es-419" w:eastAsia="es-419"/>
              </w:rPr>
              <w:t>VALOR CRP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89A6C8" w14:textId="772C544F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1.195.292.498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CFFC87" w14:textId="1FFA8531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 xml:space="preserve"> 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17B7E3" w14:textId="77777777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AD0CEB" w14:textId="77777777" w:rsidR="00414BE2" w:rsidRPr="00263F74" w:rsidRDefault="00414BE2" w:rsidP="00C013EC">
            <w:pPr>
              <w:jc w:val="right"/>
              <w:rPr>
                <w:color w:val="000000"/>
                <w:sz w:val="18"/>
                <w:szCs w:val="18"/>
                <w:lang w:val="es-419" w:eastAsia="es-419"/>
              </w:rPr>
            </w:pPr>
            <w:r w:rsidRPr="00263F74">
              <w:rPr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</w:tbl>
    <w:p w14:paraId="544C59F0" w14:textId="77777777" w:rsidR="005F55AA" w:rsidRPr="00263F74" w:rsidRDefault="005F55AA" w:rsidP="005F55AA"/>
    <w:p w14:paraId="1023382A" w14:textId="3D552A27" w:rsidR="005F55AA" w:rsidRPr="00263F74" w:rsidRDefault="005F55AA" w:rsidP="005F55AA">
      <w:r w:rsidRPr="00263F74">
        <w:t xml:space="preserve">A </w:t>
      </w:r>
      <w:r w:rsidR="00263F74" w:rsidRPr="00263F74">
        <w:t>continuación,</w:t>
      </w:r>
      <w:r w:rsidRPr="00263F74">
        <w:t xml:space="preserve"> se detalla la ejecución de los recursos comprometidos mediante el contrato interadministrativo No. </w:t>
      </w:r>
      <w:r w:rsidR="00883219" w:rsidRPr="00263F74">
        <w:t>354</w:t>
      </w:r>
      <w:r w:rsidRPr="00263F74">
        <w:t xml:space="preserve"> de 202</w:t>
      </w:r>
      <w:r w:rsidR="00883219" w:rsidRPr="00263F74">
        <w:t>5</w:t>
      </w:r>
      <w:r w:rsidRPr="00263F74">
        <w:t xml:space="preserve">, con corte a </w:t>
      </w:r>
      <w:r w:rsidR="00881F94">
        <w:t xml:space="preserve">9 diciembre </w:t>
      </w:r>
      <w:r w:rsidR="00883219" w:rsidRPr="00263F74">
        <w:t>de 2025</w:t>
      </w:r>
      <w:r w:rsidR="00263F74" w:rsidRPr="00263F74">
        <w:t xml:space="preserve">, así: </w:t>
      </w:r>
    </w:p>
    <w:p w14:paraId="322E63EC" w14:textId="77777777" w:rsidR="005F55AA" w:rsidRPr="00263F74" w:rsidRDefault="005F55AA" w:rsidP="005F55A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1577"/>
        <w:gridCol w:w="1520"/>
        <w:gridCol w:w="1712"/>
        <w:gridCol w:w="1715"/>
      </w:tblGrid>
      <w:tr w:rsidR="005F55AA" w:rsidRPr="00263F74" w14:paraId="24EC3F3E" w14:textId="77777777" w:rsidTr="00C013EC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8BC2535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  <w:t>EJECUCION PRESUPUESTAL</w:t>
            </w:r>
          </w:p>
        </w:tc>
      </w:tr>
      <w:tr w:rsidR="005F55AA" w:rsidRPr="00263F74" w14:paraId="4197ED14" w14:textId="77777777" w:rsidTr="00C013EC">
        <w:trPr>
          <w:trHeight w:val="46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2F0F6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eastAsia="es-419"/>
              </w:rPr>
              <w:t xml:space="preserve">Vigencia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2D321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eastAsia="es-419"/>
              </w:rPr>
              <w:t>No. CRP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A5096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eastAsia="es-419"/>
              </w:rPr>
              <w:t>Valor del CRP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25BCA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eastAsia="es-419"/>
              </w:rPr>
              <w:t xml:space="preserve">Valor girado 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48314B" w14:textId="77777777" w:rsidR="005F55AA" w:rsidRPr="00263F74" w:rsidRDefault="005F55AA" w:rsidP="00C013EC">
            <w:pPr>
              <w:jc w:val="center"/>
              <w:rPr>
                <w:b/>
                <w:bCs/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b/>
                <w:bCs/>
                <w:color w:val="000000"/>
                <w:sz w:val="20"/>
                <w:szCs w:val="20"/>
                <w:lang w:eastAsia="es-419"/>
              </w:rPr>
              <w:t>% giro</w:t>
            </w:r>
          </w:p>
        </w:tc>
      </w:tr>
      <w:tr w:rsidR="005F55AA" w:rsidRPr="00263F74" w14:paraId="1344426E" w14:textId="77777777" w:rsidTr="00C013EC">
        <w:trPr>
          <w:trHeight w:val="315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AA5A" w14:textId="77777777" w:rsidR="005F55AA" w:rsidRPr="00263F74" w:rsidRDefault="005F55AA" w:rsidP="00C013EC">
            <w:pPr>
              <w:jc w:val="center"/>
              <w:rPr>
                <w:color w:val="000000"/>
                <w:sz w:val="20"/>
                <w:szCs w:val="20"/>
                <w:lang w:eastAsia="es-419"/>
              </w:rPr>
            </w:pPr>
            <w:r w:rsidRPr="00263F74">
              <w:rPr>
                <w:color w:val="000000"/>
                <w:sz w:val="20"/>
                <w:szCs w:val="20"/>
                <w:lang w:eastAsia="es-419"/>
              </w:rPr>
              <w:t>2025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3935" w14:textId="110CDD65" w:rsidR="005F55AA" w:rsidRPr="00263F74" w:rsidRDefault="00883219" w:rsidP="00C013EC">
            <w:pPr>
              <w:jc w:val="center"/>
              <w:rPr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color w:val="000000"/>
                <w:sz w:val="20"/>
                <w:szCs w:val="20"/>
                <w:lang w:val="es-419" w:eastAsia="es-419"/>
              </w:rPr>
              <w:t>468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5590E" w14:textId="18AD31F3" w:rsidR="005F55AA" w:rsidRPr="00263F74" w:rsidRDefault="00883219" w:rsidP="00C013EC">
            <w:pPr>
              <w:jc w:val="right"/>
              <w:rPr>
                <w:color w:val="000000"/>
                <w:sz w:val="20"/>
                <w:szCs w:val="20"/>
                <w:lang w:val="es-419" w:eastAsia="es-419"/>
              </w:rPr>
            </w:pPr>
            <w:r w:rsidRPr="00263F74">
              <w:rPr>
                <w:color w:val="000000"/>
                <w:sz w:val="20"/>
                <w:szCs w:val="20"/>
                <w:lang w:val="es-419" w:eastAsia="es-419"/>
              </w:rPr>
              <w:t>1.195.292.498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64DC5" w14:textId="6FF9E538" w:rsidR="005F55AA" w:rsidRPr="00263F74" w:rsidRDefault="00881F94" w:rsidP="00C013EC">
            <w:pPr>
              <w:jc w:val="right"/>
              <w:rPr>
                <w:color w:val="000000"/>
                <w:sz w:val="20"/>
                <w:szCs w:val="20"/>
                <w:lang w:val="es-419" w:eastAsia="es-419"/>
              </w:rPr>
            </w:pPr>
            <w:r w:rsidRPr="00881F94">
              <w:rPr>
                <w:color w:val="000000"/>
                <w:sz w:val="20"/>
                <w:szCs w:val="20"/>
                <w:lang w:val="es-419" w:eastAsia="es-419"/>
              </w:rPr>
              <w:t>419.447.550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56AF" w14:textId="1E58CB01" w:rsidR="005F55AA" w:rsidRPr="00263F74" w:rsidRDefault="00881F94" w:rsidP="00C013EC">
            <w:pPr>
              <w:jc w:val="center"/>
              <w:rPr>
                <w:color w:val="000000"/>
                <w:sz w:val="20"/>
                <w:szCs w:val="20"/>
                <w:lang w:val="es-419" w:eastAsia="es-419"/>
              </w:rPr>
            </w:pPr>
            <w:r>
              <w:rPr>
                <w:color w:val="000000"/>
                <w:sz w:val="20"/>
                <w:szCs w:val="20"/>
                <w:lang w:val="es-419" w:eastAsia="es-419"/>
              </w:rPr>
              <w:t>35</w:t>
            </w:r>
            <w:r w:rsidR="00F3477C" w:rsidRPr="00263F74">
              <w:rPr>
                <w:color w:val="000000"/>
                <w:sz w:val="20"/>
                <w:szCs w:val="20"/>
                <w:lang w:val="es-419" w:eastAsia="es-419"/>
              </w:rPr>
              <w:t>%</w:t>
            </w:r>
          </w:p>
        </w:tc>
      </w:tr>
    </w:tbl>
    <w:p w14:paraId="3CB53B0C" w14:textId="77777777" w:rsidR="005F55AA" w:rsidRPr="00263F74" w:rsidRDefault="005F55AA" w:rsidP="005F55AA"/>
    <w:p w14:paraId="51B6753A" w14:textId="2A6ECE12" w:rsidR="005F55AA" w:rsidRDefault="005F55AA" w:rsidP="005F55AA">
      <w:r w:rsidRPr="00263F74">
        <w:t xml:space="preserve">La información presentada se elaboró con base en los datos reportados en SAP </w:t>
      </w:r>
      <w:proofErr w:type="spellStart"/>
      <w:r w:rsidRPr="00263F74">
        <w:t>Bog</w:t>
      </w:r>
      <w:proofErr w:type="spellEnd"/>
      <w:r w:rsidR="00263F74" w:rsidRPr="00263F74">
        <w:t>-</w:t>
      </w:r>
      <w:r w:rsidRPr="00263F74">
        <w:t xml:space="preserve">Data y SECOP II, con corte al </w:t>
      </w:r>
      <w:r w:rsidR="00F90AE8">
        <w:t xml:space="preserve">9 </w:t>
      </w:r>
      <w:r w:rsidR="00C07C2C">
        <w:t>de</w:t>
      </w:r>
      <w:r w:rsidR="00881F94">
        <w:t xml:space="preserve"> diciembre 2025</w:t>
      </w:r>
    </w:p>
    <w:p w14:paraId="559B8ABA" w14:textId="77777777" w:rsidR="00881F94" w:rsidRPr="00263F74" w:rsidRDefault="00881F94" w:rsidP="005F55AA"/>
    <w:p w14:paraId="7CECBF93" w14:textId="77777777" w:rsidR="002F24B3" w:rsidRPr="00263F74" w:rsidRDefault="002F24B3" w:rsidP="005F55AA"/>
    <w:p w14:paraId="5FBC14E6" w14:textId="313CD315" w:rsidR="005F55AA" w:rsidRPr="00263F74" w:rsidRDefault="000F1BCB" w:rsidP="005F55AA">
      <w:r w:rsidRPr="00263F74">
        <w:t>Desde el inicio del contrato, el contratista realizó la entrega y aprovisionamiento de los servicios recurrentes</w:t>
      </w:r>
      <w:r w:rsidR="00263F74" w:rsidRPr="00263F74">
        <w:t xml:space="preserve">, establecidos en el </w:t>
      </w:r>
      <w:r w:rsidRPr="00263F74">
        <w:t>contrato así:</w:t>
      </w:r>
    </w:p>
    <w:p w14:paraId="5E323364" w14:textId="77777777" w:rsidR="000F1BCB" w:rsidRPr="00263F74" w:rsidRDefault="000F1BCB" w:rsidP="005F55AA"/>
    <w:tbl>
      <w:tblPr>
        <w:tblW w:w="9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707"/>
        <w:gridCol w:w="925"/>
        <w:gridCol w:w="3044"/>
      </w:tblGrid>
      <w:tr w:rsidR="000F1BCB" w:rsidRPr="00263F74" w14:paraId="5C8EE422" w14:textId="77777777" w:rsidTr="00263F74">
        <w:trPr>
          <w:trHeight w:val="397"/>
          <w:tblHeader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7F69" w14:textId="77777777" w:rsidR="000F1BCB" w:rsidRPr="00263F74" w:rsidRDefault="000F1BCB" w:rsidP="00DC400F">
            <w:pPr>
              <w:rPr>
                <w:b/>
                <w:bCs/>
                <w:sz w:val="18"/>
                <w:szCs w:val="18"/>
              </w:rPr>
            </w:pPr>
            <w:r w:rsidRPr="00263F74">
              <w:rPr>
                <w:b/>
                <w:bCs/>
                <w:sz w:val="18"/>
                <w:szCs w:val="18"/>
              </w:rPr>
              <w:t>ITEMS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0D8DFA" w14:textId="77777777" w:rsidR="000F1BCB" w:rsidRPr="00263F74" w:rsidRDefault="000F1BCB" w:rsidP="00DC400F">
            <w:pPr>
              <w:rPr>
                <w:b/>
                <w:bCs/>
                <w:sz w:val="18"/>
                <w:szCs w:val="18"/>
              </w:rPr>
            </w:pPr>
            <w:r w:rsidRPr="00263F74">
              <w:rPr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0C7774" w14:textId="77777777" w:rsidR="000F1BCB" w:rsidRPr="00263F74" w:rsidRDefault="000F1BCB" w:rsidP="00DC400F">
            <w:pPr>
              <w:rPr>
                <w:b/>
                <w:bCs/>
                <w:sz w:val="18"/>
                <w:szCs w:val="18"/>
              </w:rPr>
            </w:pPr>
            <w:r w:rsidRPr="00263F74">
              <w:rPr>
                <w:b/>
                <w:bCs/>
                <w:sz w:val="18"/>
                <w:szCs w:val="18"/>
              </w:rPr>
              <w:t>Cantidad</w:t>
            </w:r>
          </w:p>
        </w:tc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F697F" w14:textId="77777777" w:rsidR="000F1BCB" w:rsidRPr="00263F74" w:rsidRDefault="000F1BCB" w:rsidP="00DC400F">
            <w:pPr>
              <w:rPr>
                <w:b/>
                <w:bCs/>
                <w:sz w:val="18"/>
                <w:szCs w:val="18"/>
              </w:rPr>
            </w:pPr>
            <w:r w:rsidRPr="00263F74">
              <w:rPr>
                <w:b/>
                <w:bCs/>
                <w:sz w:val="18"/>
                <w:szCs w:val="18"/>
              </w:rPr>
              <w:t>Observaciones</w:t>
            </w:r>
          </w:p>
        </w:tc>
      </w:tr>
      <w:tr w:rsidR="000F1BCB" w:rsidRPr="00263F74" w14:paraId="32A6CEEA" w14:textId="77777777" w:rsidTr="00263F74">
        <w:trPr>
          <w:trHeight w:val="43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0D2D2A0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COMPUTADOR ESCRITORIO 1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E74201" w14:textId="79254962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con Procesador Intel® Core™ i5-12500 12va con pantalla de 21,5 pulgadas Windows 11 Profesional 64 en Español Licenciado y sistema de seguridad local tipo EDR con consola centralizada de administración.</w:t>
            </w:r>
          </w:p>
          <w:p w14:paraId="5CDC0032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0643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50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117AF4" w14:textId="0E0DF641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</w:t>
            </w:r>
          </w:p>
        </w:tc>
      </w:tr>
      <w:tr w:rsidR="000F1BCB" w:rsidRPr="00263F74" w14:paraId="1D0111DD" w14:textId="77777777" w:rsidTr="00263F74">
        <w:trPr>
          <w:trHeight w:val="1426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45CAC8B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COMPUTADOR ESCRITORIO 2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54198D" w14:textId="2A423ACD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con Procesador Intel® Core™ i7-12700 12va Gen con pantalla 3</w:t>
            </w:r>
            <w:r w:rsidRPr="00263F74">
              <w:rPr>
                <w:sz w:val="18"/>
                <w:szCs w:val="18"/>
              </w:rPr>
              <w:br/>
              <w:t xml:space="preserve">Windows 11 Profesional 64 en Español Licenciado y sistema de seguridad local tipo EDR con consola centralizada de administración 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13E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50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B8A0E4" w14:textId="5671A639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</w:t>
            </w:r>
          </w:p>
        </w:tc>
      </w:tr>
      <w:tr w:rsidR="000F1BCB" w:rsidRPr="00263F74" w14:paraId="1239262E" w14:textId="77777777" w:rsidTr="00263F74">
        <w:trPr>
          <w:trHeight w:val="106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D17064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lastRenderedPageBreak/>
              <w:t>COMPUTADOR PORTÁTILES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F6E80C" w14:textId="53A07BCB" w:rsidR="000F1BCB" w:rsidRPr="00263F74" w:rsidRDefault="000F1BCB" w:rsidP="000F1BCB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Portátiles HP con Windows 11 Profesional 64 en Español Licenciado y sistema de seguridad local tipo EDR con consola centralizada de administración.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0E1B0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40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94EE1CB" w14:textId="5C4954D3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</w:t>
            </w:r>
          </w:p>
        </w:tc>
      </w:tr>
      <w:tr w:rsidR="000F1BCB" w:rsidRPr="00263F74" w14:paraId="47BBA66E" w14:textId="77777777" w:rsidTr="00263F74">
        <w:trPr>
          <w:trHeight w:val="428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57A68BC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TABLETAS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10CCB7" w14:textId="35418436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Lenovo 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A48D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12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19616E" w14:textId="2D79CBE8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</w:t>
            </w:r>
          </w:p>
        </w:tc>
      </w:tr>
      <w:tr w:rsidR="000F1BCB" w:rsidRPr="00263F74" w14:paraId="748ED9B6" w14:textId="77777777" w:rsidTr="00263F74">
        <w:trPr>
          <w:trHeight w:val="7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4ECB25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IMPRESORA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82680F" w14:textId="4A8A62CE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Multifuncionales HP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EC09F" w14:textId="00A32773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7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0B9A5" w14:textId="62C9695B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 Impresora adicional entregada en el mes de agosto.</w:t>
            </w:r>
          </w:p>
        </w:tc>
      </w:tr>
      <w:tr w:rsidR="000F1BCB" w:rsidRPr="00263F74" w14:paraId="5522EE96" w14:textId="77777777" w:rsidTr="00263F74">
        <w:trPr>
          <w:trHeight w:val="737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743152D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SCANNER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903524" w14:textId="1BF934E2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HP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37F1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6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3F8D77" w14:textId="23FA70EC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 desde el 10 de julio de 2025.</w:t>
            </w:r>
          </w:p>
        </w:tc>
      </w:tr>
      <w:tr w:rsidR="000F1BCB" w:rsidRPr="00263F74" w14:paraId="3A19A267" w14:textId="77777777" w:rsidTr="00263F74">
        <w:trPr>
          <w:trHeight w:val="76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827E0F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- SEDE PRINCIPAL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097E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Enlace dedicado a internet 500MBPS - Incluye servicio </w:t>
            </w:r>
            <w:proofErr w:type="spellStart"/>
            <w:r w:rsidRPr="00263F74">
              <w:rPr>
                <w:sz w:val="18"/>
                <w:szCs w:val="18"/>
              </w:rPr>
              <w:t>backup</w:t>
            </w:r>
            <w:proofErr w:type="spellEnd"/>
            <w:r w:rsidRPr="00263F74">
              <w:rPr>
                <w:sz w:val="18"/>
                <w:szCs w:val="18"/>
              </w:rPr>
              <w:t xml:space="preserve"> con ID GPON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159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91C3493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Enlaces en normal servicio y operación.</w:t>
            </w:r>
          </w:p>
        </w:tc>
      </w:tr>
      <w:tr w:rsidR="000F1BCB" w:rsidRPr="00263F74" w14:paraId="5357D630" w14:textId="77777777" w:rsidTr="00263F74">
        <w:trPr>
          <w:trHeight w:val="687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478205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- SEDE UCA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7D51B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Enlace dedicado a internet 300MPBS 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D3F5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D743FB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Enlaces en normal servicio y operación, pendiente activación del </w:t>
            </w:r>
            <w:proofErr w:type="spellStart"/>
            <w:r w:rsidRPr="00263F74">
              <w:rPr>
                <w:sz w:val="18"/>
                <w:szCs w:val="18"/>
              </w:rPr>
              <w:t>backup</w:t>
            </w:r>
            <w:proofErr w:type="spellEnd"/>
            <w:r w:rsidRPr="00263F74">
              <w:rPr>
                <w:sz w:val="18"/>
                <w:szCs w:val="18"/>
              </w:rPr>
              <w:t xml:space="preserve"> en tecnología GPON.</w:t>
            </w:r>
          </w:p>
        </w:tc>
      </w:tr>
      <w:tr w:rsidR="000F1BCB" w:rsidRPr="00263F74" w14:paraId="3F1D6925" w14:textId="77777777" w:rsidTr="00263F74">
        <w:trPr>
          <w:trHeight w:val="76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6BC0DFC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- SEDE GESTIÓN</w:t>
            </w:r>
            <w:r w:rsidRPr="00263F74">
              <w:rPr>
                <w:sz w:val="18"/>
                <w:szCs w:val="18"/>
              </w:rPr>
              <w:br/>
              <w:t>DOCUMENTAL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4D3AA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 dedicado a internet 15MBPS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917F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5295E8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Enlaces en normal servicio y operación, pendiente activación del </w:t>
            </w:r>
            <w:proofErr w:type="spellStart"/>
            <w:r w:rsidRPr="00263F74">
              <w:rPr>
                <w:sz w:val="18"/>
                <w:szCs w:val="18"/>
              </w:rPr>
              <w:t>backup</w:t>
            </w:r>
            <w:proofErr w:type="spellEnd"/>
            <w:r w:rsidRPr="00263F74">
              <w:rPr>
                <w:sz w:val="18"/>
                <w:szCs w:val="18"/>
              </w:rPr>
              <w:t xml:space="preserve"> en tecnología GPON.</w:t>
            </w:r>
          </w:p>
        </w:tc>
      </w:tr>
      <w:tr w:rsidR="000F1BCB" w:rsidRPr="00263F74" w14:paraId="48C2BCD0" w14:textId="77777777" w:rsidTr="00263F74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6657781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Super Cade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A63D4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3 Mbps ID00114562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8C3FA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D30DBB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Enlaces en normal servicio y operación.</w:t>
            </w:r>
          </w:p>
        </w:tc>
      </w:tr>
      <w:tr w:rsidR="000F1BCB" w:rsidRPr="00263F74" w14:paraId="22F95617" w14:textId="77777777" w:rsidTr="00263F74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1D25765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Super Cade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6FA3B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3 Mbps ID00114563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9992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A51A93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Enlaces en normal servicio y operación.</w:t>
            </w:r>
          </w:p>
        </w:tc>
      </w:tr>
      <w:tr w:rsidR="000F1BCB" w:rsidRPr="00263F74" w14:paraId="68A17BD8" w14:textId="77777777" w:rsidTr="00263F74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52687E48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Internet Super Cade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C1666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3 Mbps ID00114564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23384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0FF2E5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Enlaces en normal servicio y operación.</w:t>
            </w:r>
          </w:p>
        </w:tc>
      </w:tr>
      <w:tr w:rsidR="000F1BCB" w:rsidRPr="00263F74" w14:paraId="6F597F7F" w14:textId="77777777" w:rsidTr="00263F74">
        <w:trPr>
          <w:trHeight w:val="27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6190F2C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 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7CE9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Herramienta de Monitoreo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8ABC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32403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</w:tr>
      <w:tr w:rsidR="000F1BCB" w:rsidRPr="00263F74" w14:paraId="52FB027B" w14:textId="77777777" w:rsidTr="00263F74">
        <w:trPr>
          <w:trHeight w:val="153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D277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Omnicanalidad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0113" w14:textId="77777777" w:rsidR="000F1BCB" w:rsidRPr="00263F74" w:rsidRDefault="000F1BCB" w:rsidP="00C27B06">
            <w:pPr>
              <w:jc w:val="left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LICENCIAS:</w:t>
            </w:r>
            <w:r w:rsidRPr="00263F74">
              <w:rPr>
                <w:sz w:val="18"/>
                <w:szCs w:val="18"/>
              </w:rPr>
              <w:br/>
              <w:t>- Agente - 15</w:t>
            </w:r>
            <w:r w:rsidRPr="00263F74">
              <w:rPr>
                <w:sz w:val="18"/>
                <w:szCs w:val="18"/>
              </w:rPr>
              <w:br/>
              <w:t>- Supervisor - 2</w:t>
            </w:r>
            <w:r w:rsidRPr="00263F74">
              <w:rPr>
                <w:sz w:val="18"/>
                <w:szCs w:val="18"/>
              </w:rPr>
              <w:br/>
              <w:t>- Administrador - 1</w:t>
            </w:r>
            <w:r w:rsidRPr="00263F74">
              <w:rPr>
                <w:sz w:val="18"/>
                <w:szCs w:val="18"/>
              </w:rPr>
              <w:br/>
              <w:t>- Grabación de llamadas agentes (por 30 días)</w:t>
            </w:r>
            <w:r w:rsidRPr="00263F74">
              <w:rPr>
                <w:sz w:val="18"/>
                <w:szCs w:val="18"/>
              </w:rPr>
              <w:br/>
              <w:t>- Integraciones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2CBE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4F62BCB" w14:textId="32502872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Este servicio se activó en producción el 26 de septiembre de 2025.</w:t>
            </w:r>
          </w:p>
        </w:tc>
      </w:tr>
      <w:tr w:rsidR="000F1BCB" w:rsidRPr="00263F74" w14:paraId="3E487BD7" w14:textId="77777777" w:rsidTr="00263F74">
        <w:trPr>
          <w:trHeight w:val="780"/>
        </w:trPr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29B0C9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TELEFONIA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CF0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Telefonía </w:t>
            </w:r>
            <w:proofErr w:type="gramStart"/>
            <w:r w:rsidRPr="00263F74">
              <w:rPr>
                <w:sz w:val="18"/>
                <w:szCs w:val="18"/>
              </w:rPr>
              <w:t>Zoom</w:t>
            </w:r>
            <w:proofErr w:type="gramEnd"/>
            <w:r w:rsidRPr="00263F74">
              <w:rPr>
                <w:sz w:val="18"/>
                <w:szCs w:val="18"/>
              </w:rPr>
              <w:t xml:space="preserve"> - 25 Licencias zoom </w:t>
            </w:r>
            <w:proofErr w:type="spellStart"/>
            <w:r w:rsidRPr="00263F74">
              <w:rPr>
                <w:sz w:val="18"/>
                <w:szCs w:val="18"/>
              </w:rPr>
              <w:t>phone</w:t>
            </w:r>
            <w:proofErr w:type="spellEnd"/>
            <w:r w:rsidRPr="00263F74">
              <w:rPr>
                <w:sz w:val="18"/>
                <w:szCs w:val="18"/>
              </w:rPr>
              <w:t xml:space="preserve"> pro, 1 Licencia zoom </w:t>
            </w:r>
            <w:proofErr w:type="spellStart"/>
            <w:r w:rsidRPr="00263F74">
              <w:rPr>
                <w:sz w:val="18"/>
                <w:szCs w:val="18"/>
              </w:rPr>
              <w:t>enterprise</w:t>
            </w:r>
            <w:proofErr w:type="spellEnd"/>
            <w:r w:rsidRPr="00263F74">
              <w:rPr>
                <w:sz w:val="18"/>
                <w:szCs w:val="18"/>
              </w:rPr>
              <w:br/>
            </w:r>
            <w:proofErr w:type="spellStart"/>
            <w:r w:rsidRPr="00263F74">
              <w:rPr>
                <w:sz w:val="18"/>
                <w:szCs w:val="18"/>
              </w:rPr>
              <w:t>Telefonos</w:t>
            </w:r>
            <w:proofErr w:type="spellEnd"/>
            <w:r w:rsidRPr="00263F74">
              <w:rPr>
                <w:sz w:val="18"/>
                <w:szCs w:val="18"/>
              </w:rPr>
              <w:t xml:space="preserve"> gama media T23G - 18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BE37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3910A65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Licencias y equipos telefónicos recibidos en transición del contrato 327-2025 a este contrato.</w:t>
            </w:r>
          </w:p>
        </w:tc>
      </w:tr>
      <w:tr w:rsidR="000F1BCB" w:rsidRPr="00263F74" w14:paraId="0F0C6B03" w14:textId="77777777" w:rsidTr="00263F74">
        <w:trPr>
          <w:trHeight w:val="510"/>
        </w:trPr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3B4F4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EA4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Troncal SIP integración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5868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86AFA1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Enlaces en normal servicio y operación.</w:t>
            </w:r>
          </w:p>
        </w:tc>
      </w:tr>
      <w:tr w:rsidR="000F1BCB" w:rsidRPr="00263F74" w14:paraId="5FE8C8B2" w14:textId="77777777" w:rsidTr="00263F74">
        <w:trPr>
          <w:trHeight w:val="255"/>
        </w:trPr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21C6B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15E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proofErr w:type="spellStart"/>
            <w:r w:rsidRPr="00263F74">
              <w:rPr>
                <w:sz w:val="18"/>
                <w:szCs w:val="18"/>
              </w:rPr>
              <w:t>Telefónos</w:t>
            </w:r>
            <w:proofErr w:type="spellEnd"/>
            <w:r w:rsidRPr="00263F74">
              <w:rPr>
                <w:sz w:val="18"/>
                <w:szCs w:val="18"/>
              </w:rPr>
              <w:t xml:space="preserve"> gama recepcionista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A215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F2F2D4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Equipos recibidos en transición del contrato 327-2025 a este contrato.</w:t>
            </w:r>
          </w:p>
        </w:tc>
      </w:tr>
      <w:tr w:rsidR="000F1BCB" w:rsidRPr="00263F74" w14:paraId="1180EB8E" w14:textId="77777777" w:rsidTr="00263F74">
        <w:trPr>
          <w:trHeight w:val="255"/>
        </w:trPr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82E95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BC68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Telefonía móvil - Plan V+D ilimitados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B70D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10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2A4AB6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Sim </w:t>
            </w:r>
            <w:proofErr w:type="spellStart"/>
            <w:r w:rsidRPr="00263F74">
              <w:rPr>
                <w:sz w:val="18"/>
                <w:szCs w:val="18"/>
              </w:rPr>
              <w:t>Card</w:t>
            </w:r>
            <w:proofErr w:type="spellEnd"/>
            <w:r w:rsidRPr="00263F74">
              <w:rPr>
                <w:sz w:val="18"/>
                <w:szCs w:val="18"/>
              </w:rPr>
              <w:t xml:space="preserve"> en normal servicio y operación.</w:t>
            </w:r>
          </w:p>
        </w:tc>
      </w:tr>
      <w:tr w:rsidR="000F1BCB" w:rsidRPr="00263F74" w14:paraId="49508BCC" w14:textId="77777777" w:rsidTr="00263F74">
        <w:trPr>
          <w:trHeight w:val="76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9D96C5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SISTEMAS DE INFORMACIÓN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1E49EE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ERP, Módulos; Contabilidad, Contratación, Nomina, Inventarios, Presupuesto, capacidad en la Nube, Facturación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700C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5B4EF63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Servicio en normal operación.</w:t>
            </w:r>
          </w:p>
        </w:tc>
      </w:tr>
      <w:tr w:rsidR="000F1BCB" w:rsidRPr="00263F74" w14:paraId="02E7B27E" w14:textId="77777777" w:rsidTr="00263F74">
        <w:trPr>
          <w:trHeight w:val="52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20FDAFD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SISTEMAS DE INFORMACIÓN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50F97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GESTION DOCUMENTAL - AZ-DIGITAL (incluye </w:t>
            </w:r>
            <w:proofErr w:type="spellStart"/>
            <w:r w:rsidRPr="00263F74">
              <w:rPr>
                <w:sz w:val="18"/>
                <w:szCs w:val="18"/>
              </w:rPr>
              <w:t>amplaición</w:t>
            </w:r>
            <w:proofErr w:type="spellEnd"/>
            <w:r w:rsidRPr="00263F74">
              <w:rPr>
                <w:sz w:val="18"/>
                <w:szCs w:val="18"/>
              </w:rPr>
              <w:t xml:space="preserve"> almacenamiento a 512)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51F5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D4EF2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Servicio en normal operación.</w:t>
            </w:r>
          </w:p>
        </w:tc>
      </w:tr>
      <w:tr w:rsidR="000F1BCB" w:rsidRPr="00263F74" w14:paraId="65A5307F" w14:textId="77777777" w:rsidTr="00263F74">
        <w:trPr>
          <w:trHeight w:val="259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DB740E7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CORREO ELECTRÓNICO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8914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Office 365 E1 (no </w:t>
            </w:r>
            <w:proofErr w:type="spellStart"/>
            <w:r w:rsidRPr="00263F74">
              <w:rPr>
                <w:sz w:val="18"/>
                <w:szCs w:val="18"/>
              </w:rPr>
              <w:t>Teams</w:t>
            </w:r>
            <w:proofErr w:type="spellEnd"/>
            <w:r w:rsidRPr="00263F74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4A6B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200</w:t>
            </w:r>
          </w:p>
        </w:tc>
        <w:tc>
          <w:tcPr>
            <w:tcW w:w="30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31ECD49C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Licencias recibidas en transición del contrato 327-2025 a este contrato. Servicio en normal operación.</w:t>
            </w:r>
          </w:p>
        </w:tc>
      </w:tr>
      <w:tr w:rsidR="000F1BCB" w:rsidRPr="00263F74" w14:paraId="2E9628C7" w14:textId="77777777" w:rsidTr="00263F74">
        <w:trPr>
          <w:trHeight w:val="259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427173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FF2D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Microsoft </w:t>
            </w:r>
            <w:proofErr w:type="spellStart"/>
            <w:r w:rsidRPr="00263F74">
              <w:rPr>
                <w:sz w:val="18"/>
                <w:szCs w:val="18"/>
              </w:rPr>
              <w:t>Teams</w:t>
            </w:r>
            <w:proofErr w:type="spellEnd"/>
            <w:r w:rsidRPr="00263F74">
              <w:rPr>
                <w:sz w:val="18"/>
                <w:szCs w:val="18"/>
              </w:rPr>
              <w:t xml:space="preserve"> Enterprise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8363E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200</w:t>
            </w:r>
          </w:p>
        </w:tc>
        <w:tc>
          <w:tcPr>
            <w:tcW w:w="304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1AC5BAA6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</w:tr>
      <w:tr w:rsidR="000F1BCB" w:rsidRPr="00263F74" w14:paraId="0806436C" w14:textId="77777777" w:rsidTr="00263F74">
        <w:trPr>
          <w:trHeight w:val="255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A73628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D56A89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office 365 - Licencias E3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C09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120</w:t>
            </w:r>
          </w:p>
        </w:tc>
        <w:tc>
          <w:tcPr>
            <w:tcW w:w="304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83E45BC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</w:tr>
      <w:tr w:rsidR="000F1BCB" w:rsidRPr="00263F74" w14:paraId="6EAA0CC8" w14:textId="77777777" w:rsidTr="00263F74">
        <w:trPr>
          <w:trHeight w:val="255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53F1A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62C37B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office 365 - Licencias E5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2030C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80</w:t>
            </w:r>
          </w:p>
        </w:tc>
        <w:tc>
          <w:tcPr>
            <w:tcW w:w="304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26BDA7F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</w:tr>
      <w:tr w:rsidR="000F1BCB" w:rsidRPr="00263F74" w14:paraId="25A794D7" w14:textId="77777777" w:rsidTr="00263F74">
        <w:trPr>
          <w:trHeight w:val="270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B93BE9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3C18CF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Exchange Online (Plan 1)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1909BC2" w14:textId="77777777" w:rsidR="000F1BCB" w:rsidRPr="00263F74" w:rsidRDefault="000F1BCB" w:rsidP="00DC400F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20</w:t>
            </w:r>
          </w:p>
        </w:tc>
        <w:tc>
          <w:tcPr>
            <w:tcW w:w="304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B44428" w14:textId="77777777" w:rsidR="000F1BCB" w:rsidRPr="00263F74" w:rsidRDefault="000F1BCB" w:rsidP="00DC400F">
            <w:pPr>
              <w:rPr>
                <w:sz w:val="18"/>
                <w:szCs w:val="18"/>
              </w:rPr>
            </w:pPr>
          </w:p>
        </w:tc>
      </w:tr>
    </w:tbl>
    <w:p w14:paraId="2960DCA5" w14:textId="77777777" w:rsidR="000F1BCB" w:rsidRPr="00263F74" w:rsidRDefault="000F1BCB" w:rsidP="005F55AA"/>
    <w:p w14:paraId="209AF9AE" w14:textId="7B5715B3" w:rsidR="000F1BCB" w:rsidRPr="00263F74" w:rsidRDefault="000F1BCB" w:rsidP="005F55AA">
      <w:r w:rsidRPr="00263F74">
        <w:t>Los pagos recurrentes por estos servicios fueron programados en el PAC del último trimestre de 2025</w:t>
      </w:r>
      <w:r w:rsidR="00263F74" w:rsidRPr="00263F74">
        <w:t xml:space="preserve">, </w:t>
      </w:r>
      <w:r w:rsidRPr="00263F74">
        <w:t>de la siguiente forma:</w:t>
      </w:r>
    </w:p>
    <w:p w14:paraId="7FB04128" w14:textId="77777777" w:rsidR="000F1BCB" w:rsidRPr="00263F74" w:rsidRDefault="000F1BCB" w:rsidP="005F55A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200"/>
        <w:gridCol w:w="1738"/>
        <w:gridCol w:w="1738"/>
        <w:gridCol w:w="1738"/>
      </w:tblGrid>
      <w:tr w:rsidR="00C75013" w:rsidRPr="00263F74" w14:paraId="1F3A91E5" w14:textId="77777777" w:rsidTr="00C75013">
        <w:trPr>
          <w:trHeight w:val="318"/>
        </w:trPr>
        <w:tc>
          <w:tcPr>
            <w:tcW w:w="10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center"/>
            <w:hideMark/>
          </w:tcPr>
          <w:p w14:paraId="49005FCA" w14:textId="77777777" w:rsidR="000F1BCB" w:rsidRPr="00263F74" w:rsidRDefault="000F1BCB" w:rsidP="000F1BCB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>CONTRATO</w:t>
            </w:r>
          </w:p>
        </w:tc>
        <w:tc>
          <w:tcPr>
            <w:tcW w:w="11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center"/>
            <w:hideMark/>
          </w:tcPr>
          <w:p w14:paraId="2E67A2BF" w14:textId="24EA15CF" w:rsidR="000F1BCB" w:rsidRPr="00263F74" w:rsidRDefault="000F1BCB" w:rsidP="000F1BCB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COMPROMETIDO</w:t>
            </w:r>
            <w:r w:rsidR="00C75013"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2025</w:t>
            </w: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center"/>
            <w:hideMark/>
          </w:tcPr>
          <w:p w14:paraId="58DB5579" w14:textId="77777777" w:rsidR="000F1BCB" w:rsidRPr="00263F74" w:rsidRDefault="000F1BCB" w:rsidP="000F1BCB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GIRO OCT 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center"/>
            <w:hideMark/>
          </w:tcPr>
          <w:p w14:paraId="716AE5DC" w14:textId="77777777" w:rsidR="000F1BCB" w:rsidRPr="00263F74" w:rsidRDefault="000F1BCB" w:rsidP="000F1BCB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GIRO NOV 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center"/>
            <w:hideMark/>
          </w:tcPr>
          <w:p w14:paraId="2D012022" w14:textId="77777777" w:rsidR="000F1BCB" w:rsidRPr="00263F74" w:rsidRDefault="000F1BCB" w:rsidP="000F1BCB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GIRO DIC </w:t>
            </w:r>
          </w:p>
        </w:tc>
      </w:tr>
      <w:tr w:rsidR="000F1BCB" w:rsidRPr="00263F74" w14:paraId="6277FE48" w14:textId="77777777" w:rsidTr="00C75013">
        <w:trPr>
          <w:trHeight w:val="318"/>
        </w:trPr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BB3FE" w14:textId="77777777" w:rsidR="000F1BCB" w:rsidRPr="00263F74" w:rsidRDefault="000F1BCB" w:rsidP="000F1BCB">
            <w:pPr>
              <w:jc w:val="center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CTO-354-2025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4DAC8" w14:textId="03819596" w:rsidR="000F1BCB" w:rsidRPr="00263F74" w:rsidRDefault="000F1BCB" w:rsidP="000F1BCB">
            <w:pPr>
              <w:jc w:val="center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 $ 1.195.292.498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A1DBE" w14:textId="437C1ABD" w:rsidR="000F1BCB" w:rsidRPr="00263F74" w:rsidRDefault="000F1BCB" w:rsidP="000F1BCB">
            <w:pPr>
              <w:jc w:val="center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 $</w:t>
            </w:r>
            <w:r w:rsidR="00263F74" w:rsidRPr="00263F74">
              <w:rPr>
                <w:sz w:val="18"/>
                <w:szCs w:val="18"/>
              </w:rPr>
              <w:t xml:space="preserve"> </w:t>
            </w:r>
            <w:r w:rsidRPr="00263F74">
              <w:rPr>
                <w:sz w:val="18"/>
                <w:szCs w:val="18"/>
              </w:rPr>
              <w:t xml:space="preserve">325.333.333,00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4023B" w14:textId="1479661E" w:rsidR="000F1BCB" w:rsidRPr="00263F74" w:rsidRDefault="000F1BCB" w:rsidP="000F1BCB">
            <w:pPr>
              <w:jc w:val="center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 $</w:t>
            </w:r>
            <w:r w:rsidR="00263F74" w:rsidRPr="00263F74">
              <w:rPr>
                <w:sz w:val="18"/>
                <w:szCs w:val="18"/>
              </w:rPr>
              <w:t xml:space="preserve"> </w:t>
            </w:r>
            <w:r w:rsidRPr="00263F74">
              <w:rPr>
                <w:sz w:val="18"/>
                <w:szCs w:val="18"/>
              </w:rPr>
              <w:t xml:space="preserve">122.000.000,00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63CD0" w14:textId="4E64F204" w:rsidR="000F1BCB" w:rsidRPr="00263F74" w:rsidRDefault="000F1BCB" w:rsidP="000F1BCB">
            <w:pPr>
              <w:jc w:val="center"/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 $</w:t>
            </w:r>
            <w:r w:rsidR="00263F74" w:rsidRPr="00263F74">
              <w:rPr>
                <w:sz w:val="18"/>
                <w:szCs w:val="18"/>
              </w:rPr>
              <w:t xml:space="preserve"> </w:t>
            </w:r>
            <w:r w:rsidRPr="00263F74">
              <w:rPr>
                <w:sz w:val="18"/>
                <w:szCs w:val="18"/>
              </w:rPr>
              <w:t xml:space="preserve">244.000.000,00 </w:t>
            </w:r>
          </w:p>
        </w:tc>
      </w:tr>
    </w:tbl>
    <w:p w14:paraId="21D01C4E" w14:textId="77777777" w:rsidR="000F1BCB" w:rsidRPr="00263F74" w:rsidRDefault="000F1BCB" w:rsidP="005F55AA"/>
    <w:p w14:paraId="1C073F82" w14:textId="65CD39EC" w:rsidR="000F1BCB" w:rsidRPr="00263F74" w:rsidRDefault="000F1BCB" w:rsidP="000F1BCB">
      <w:r w:rsidRPr="00263F74">
        <w:t>De acuerdo con el cuadro anterior, se espera que para el mes de octubre se pag</w:t>
      </w:r>
      <w:r w:rsidR="00263F74" w:rsidRPr="00263F74">
        <w:t xml:space="preserve">arán </w:t>
      </w:r>
      <w:r w:rsidRPr="00263F74">
        <w:t xml:space="preserve">los servicios recurrentes </w:t>
      </w:r>
      <w:r w:rsidR="00263F74" w:rsidRPr="00263F74">
        <w:t xml:space="preserve">a los meses </w:t>
      </w:r>
      <w:r w:rsidRPr="00263F74">
        <w:t>de julio a septiembre</w:t>
      </w:r>
      <w:r w:rsidR="00880504" w:rsidRPr="00263F74">
        <w:t xml:space="preserve">, en el mes de noviembre se adelantará el pago correspondiente a los servicios prestados en el mes de octubre </w:t>
      </w:r>
      <w:r w:rsidRPr="00263F74">
        <w:t xml:space="preserve">y en diciembre se </w:t>
      </w:r>
      <w:r w:rsidR="00880504" w:rsidRPr="00263F74">
        <w:t xml:space="preserve">adelantará el pago correspondiente a los meses de </w:t>
      </w:r>
      <w:r w:rsidRPr="00263F74">
        <w:t>noviembre y diciembre</w:t>
      </w:r>
      <w:r w:rsidR="00263F74" w:rsidRPr="00263F74">
        <w:t>, c</w:t>
      </w:r>
      <w:r w:rsidRPr="00263F74">
        <w:t>on esta programación se espera tener ejecutado a final de año un total de $ 691.333.333</w:t>
      </w:r>
      <w:r w:rsidR="00263F74" w:rsidRPr="00263F74">
        <w:t xml:space="preserve">, para los servicios en mención. </w:t>
      </w:r>
    </w:p>
    <w:p w14:paraId="72B757B6" w14:textId="72E29EFE" w:rsidR="000F1BCB" w:rsidRPr="00263F74" w:rsidRDefault="000F1BCB" w:rsidP="000F1BCB">
      <w:r w:rsidRPr="00263F74">
        <w:t>Por otro lado, para la vigencia 2025 de tienen unos servicios que son de pago único los cuales ascienden a un total de $ 441.603.997</w:t>
      </w:r>
      <w:r w:rsidR="00880671" w:rsidRPr="00263F74">
        <w:t xml:space="preserve"> y fueron programados p</w:t>
      </w:r>
      <w:r w:rsidRPr="00263F74">
        <w:t>ara pagar en el mes de diciembre</w:t>
      </w:r>
      <w:r w:rsidR="00880671" w:rsidRPr="00263F74">
        <w:t>. Estos servicios s</w:t>
      </w:r>
      <w:r w:rsidRPr="00263F74">
        <w:t>e encuentran en el siguiente estado</w:t>
      </w:r>
      <w:r w:rsidR="00880671" w:rsidRPr="00263F74">
        <w:t xml:space="preserve"> de ejecución</w:t>
      </w:r>
      <w:r w:rsidRPr="00263F74">
        <w:t>:</w:t>
      </w:r>
    </w:p>
    <w:p w14:paraId="4572E4D2" w14:textId="77777777" w:rsidR="000F1BCB" w:rsidRPr="00263F74" w:rsidRDefault="000F1BCB" w:rsidP="000F1BCB"/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4780"/>
        <w:gridCol w:w="2944"/>
      </w:tblGrid>
      <w:tr w:rsidR="00C75013" w:rsidRPr="00263F74" w14:paraId="40FE9D39" w14:textId="0EC01825" w:rsidTr="00880671">
        <w:trPr>
          <w:trHeight w:val="313"/>
        </w:trPr>
        <w:tc>
          <w:tcPr>
            <w:tcW w:w="9404" w:type="dxa"/>
            <w:gridSpan w:val="3"/>
            <w:shd w:val="clear" w:color="000000" w:fill="1F497D"/>
            <w:noWrap/>
            <w:vAlign w:val="center"/>
            <w:hideMark/>
          </w:tcPr>
          <w:p w14:paraId="596335CC" w14:textId="1CB8D8CB" w:rsidR="00880671" w:rsidRPr="00263F74" w:rsidRDefault="000F1BCB" w:rsidP="00880671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263F74">
              <w:rPr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880671" w:rsidRPr="00263F74">
              <w:rPr>
                <w:b/>
                <w:bCs/>
                <w:color w:val="FFFFFF" w:themeColor="background1"/>
                <w:sz w:val="18"/>
                <w:szCs w:val="18"/>
              </w:rPr>
              <w:t>Servicios Pago Único</w:t>
            </w:r>
          </w:p>
          <w:p w14:paraId="7A6AFDCF" w14:textId="4E13A72E" w:rsidR="00880671" w:rsidRPr="00263F74" w:rsidRDefault="00880671" w:rsidP="00880671">
            <w:pPr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880671" w:rsidRPr="00263F74" w14:paraId="18BBF9CC" w14:textId="7597DB24" w:rsidTr="00C75013">
        <w:trPr>
          <w:trHeight w:val="674"/>
        </w:trPr>
        <w:tc>
          <w:tcPr>
            <w:tcW w:w="1680" w:type="dxa"/>
            <w:vMerge w:val="restart"/>
            <w:vAlign w:val="center"/>
            <w:hideMark/>
          </w:tcPr>
          <w:p w14:paraId="02E263F6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ERP</w:t>
            </w:r>
          </w:p>
        </w:tc>
        <w:tc>
          <w:tcPr>
            <w:tcW w:w="4780" w:type="dxa"/>
            <w:vAlign w:val="center"/>
            <w:hideMark/>
          </w:tcPr>
          <w:p w14:paraId="42217616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Horas para actividades no contempladas en el contrato de soporte y mantenimiento</w:t>
            </w:r>
            <w:r w:rsidRPr="00263F74">
              <w:rPr>
                <w:sz w:val="18"/>
                <w:szCs w:val="18"/>
              </w:rPr>
              <w:br/>
              <w:t>(En caso de requerirse)</w:t>
            </w:r>
          </w:p>
        </w:tc>
        <w:tc>
          <w:tcPr>
            <w:tcW w:w="2944" w:type="dxa"/>
          </w:tcPr>
          <w:p w14:paraId="5DBEF87A" w14:textId="43F64EAB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en ejecución.</w:t>
            </w:r>
          </w:p>
        </w:tc>
      </w:tr>
      <w:tr w:rsidR="00880671" w:rsidRPr="00263F74" w14:paraId="5DE5B82C" w14:textId="024F38AA" w:rsidTr="00C75013">
        <w:trPr>
          <w:trHeight w:val="899"/>
        </w:trPr>
        <w:tc>
          <w:tcPr>
            <w:tcW w:w="1680" w:type="dxa"/>
            <w:vMerge/>
            <w:vAlign w:val="center"/>
            <w:hideMark/>
          </w:tcPr>
          <w:p w14:paraId="7E6ABC61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5FC9DB0F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Paquete de documentos Electrónicos: Nómina electrónica</w:t>
            </w:r>
            <w:r w:rsidRPr="00263F74">
              <w:rPr>
                <w:sz w:val="18"/>
                <w:szCs w:val="18"/>
              </w:rPr>
              <w:br/>
              <w:t xml:space="preserve">Vigencia hasta 2 años luego de su </w:t>
            </w:r>
            <w:proofErr w:type="gramStart"/>
            <w:r w:rsidRPr="00263F74">
              <w:rPr>
                <w:sz w:val="18"/>
                <w:szCs w:val="18"/>
              </w:rPr>
              <w:t>activación.*</w:t>
            </w:r>
            <w:proofErr w:type="gramEnd"/>
            <w:r w:rsidRPr="00263F74">
              <w:rPr>
                <w:sz w:val="18"/>
                <w:szCs w:val="18"/>
              </w:rPr>
              <w:t>* excepto de IVA</w:t>
            </w:r>
          </w:p>
        </w:tc>
        <w:tc>
          <w:tcPr>
            <w:tcW w:w="2944" w:type="dxa"/>
          </w:tcPr>
          <w:p w14:paraId="343D8B27" w14:textId="0A33DF3F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pendientes de activación.</w:t>
            </w:r>
          </w:p>
        </w:tc>
      </w:tr>
      <w:tr w:rsidR="00880671" w:rsidRPr="00263F74" w14:paraId="7F53C007" w14:textId="38103641" w:rsidTr="00C75013">
        <w:trPr>
          <w:trHeight w:val="434"/>
        </w:trPr>
        <w:tc>
          <w:tcPr>
            <w:tcW w:w="1680" w:type="dxa"/>
            <w:vMerge w:val="restart"/>
            <w:noWrap/>
            <w:vAlign w:val="center"/>
            <w:hideMark/>
          </w:tcPr>
          <w:p w14:paraId="50D75523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Omnicanalidad</w:t>
            </w:r>
          </w:p>
        </w:tc>
        <w:tc>
          <w:tcPr>
            <w:tcW w:w="4780" w:type="dxa"/>
            <w:vAlign w:val="center"/>
            <w:hideMark/>
          </w:tcPr>
          <w:p w14:paraId="6FEA01CB" w14:textId="42375858" w:rsidR="00880671" w:rsidRPr="00263F74" w:rsidRDefault="00263F74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Consumo - costo conversación por mensaje de ida y/o regreso</w:t>
            </w:r>
          </w:p>
        </w:tc>
        <w:tc>
          <w:tcPr>
            <w:tcW w:w="2944" w:type="dxa"/>
            <w:vMerge w:val="restart"/>
          </w:tcPr>
          <w:p w14:paraId="60FE3959" w14:textId="4FBF9C64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activados a partir del 26 de octubre.</w:t>
            </w:r>
          </w:p>
        </w:tc>
      </w:tr>
      <w:tr w:rsidR="00880671" w:rsidRPr="00263F74" w14:paraId="43A09816" w14:textId="13EAEE17" w:rsidTr="00C75013">
        <w:trPr>
          <w:trHeight w:val="102"/>
        </w:trPr>
        <w:tc>
          <w:tcPr>
            <w:tcW w:w="1680" w:type="dxa"/>
            <w:vMerge/>
            <w:vAlign w:val="center"/>
            <w:hideMark/>
          </w:tcPr>
          <w:p w14:paraId="4AFAD357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noWrap/>
            <w:vAlign w:val="center"/>
            <w:hideMark/>
          </w:tcPr>
          <w:p w14:paraId="138A81C1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CHAT BOT</w:t>
            </w:r>
          </w:p>
        </w:tc>
        <w:tc>
          <w:tcPr>
            <w:tcW w:w="2944" w:type="dxa"/>
            <w:vMerge/>
          </w:tcPr>
          <w:p w14:paraId="36BCAB44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</w:tr>
      <w:tr w:rsidR="00880671" w:rsidRPr="00263F74" w14:paraId="08819CF8" w14:textId="7F033168" w:rsidTr="00C75013">
        <w:trPr>
          <w:trHeight w:val="606"/>
        </w:trPr>
        <w:tc>
          <w:tcPr>
            <w:tcW w:w="1680" w:type="dxa"/>
            <w:vMerge w:val="restart"/>
            <w:vAlign w:val="center"/>
            <w:hideMark/>
          </w:tcPr>
          <w:p w14:paraId="02F76F12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Servicios Gestión Documental</w:t>
            </w:r>
          </w:p>
        </w:tc>
        <w:tc>
          <w:tcPr>
            <w:tcW w:w="4780" w:type="dxa"/>
            <w:vAlign w:val="center"/>
            <w:hideMark/>
          </w:tcPr>
          <w:p w14:paraId="696CA84E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Instalación, configuración y/o parametrización de los productos de Analítica (horas)</w:t>
            </w:r>
          </w:p>
        </w:tc>
        <w:tc>
          <w:tcPr>
            <w:tcW w:w="2944" w:type="dxa"/>
          </w:tcPr>
          <w:p w14:paraId="388B5D97" w14:textId="1F31DBA4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en ejecución</w:t>
            </w:r>
          </w:p>
        </w:tc>
      </w:tr>
      <w:tr w:rsidR="00880671" w:rsidRPr="00263F74" w14:paraId="6B5D581C" w14:textId="5592389B" w:rsidTr="00880671">
        <w:trPr>
          <w:trHeight w:val="825"/>
        </w:trPr>
        <w:tc>
          <w:tcPr>
            <w:tcW w:w="1680" w:type="dxa"/>
            <w:vMerge/>
            <w:vAlign w:val="center"/>
            <w:hideMark/>
          </w:tcPr>
          <w:p w14:paraId="6F6F9E66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281C93C3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Servicios de Desarrollo, Integración, parametrización y/o migración sobre los productos de Analítica. (horas)</w:t>
            </w:r>
          </w:p>
        </w:tc>
        <w:tc>
          <w:tcPr>
            <w:tcW w:w="2944" w:type="dxa"/>
          </w:tcPr>
          <w:p w14:paraId="65926879" w14:textId="167B0D04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en ejecución</w:t>
            </w:r>
          </w:p>
        </w:tc>
      </w:tr>
      <w:tr w:rsidR="00880671" w:rsidRPr="00263F74" w14:paraId="22F3F0FA" w14:textId="3CBEE5D0" w:rsidTr="00C75013">
        <w:trPr>
          <w:trHeight w:val="316"/>
        </w:trPr>
        <w:tc>
          <w:tcPr>
            <w:tcW w:w="1680" w:type="dxa"/>
            <w:vMerge/>
            <w:vAlign w:val="center"/>
            <w:hideMark/>
          </w:tcPr>
          <w:p w14:paraId="770A13D1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58A73D9F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Capacitación en </w:t>
            </w:r>
            <w:proofErr w:type="spellStart"/>
            <w:r w:rsidRPr="00263F74">
              <w:rPr>
                <w:sz w:val="18"/>
                <w:szCs w:val="18"/>
              </w:rPr>
              <w:t>AZDigital</w:t>
            </w:r>
            <w:proofErr w:type="spellEnd"/>
            <w:r w:rsidRPr="00263F74">
              <w:rPr>
                <w:sz w:val="18"/>
                <w:szCs w:val="18"/>
              </w:rPr>
              <w:t xml:space="preserve"> para los administradores</w:t>
            </w:r>
          </w:p>
        </w:tc>
        <w:tc>
          <w:tcPr>
            <w:tcW w:w="2944" w:type="dxa"/>
          </w:tcPr>
          <w:p w14:paraId="02834012" w14:textId="7C0533F9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en ejecución</w:t>
            </w:r>
          </w:p>
        </w:tc>
      </w:tr>
      <w:tr w:rsidR="00880671" w:rsidRPr="00263F74" w14:paraId="267503FC" w14:textId="003DAE69" w:rsidTr="00880671">
        <w:trPr>
          <w:trHeight w:val="746"/>
        </w:trPr>
        <w:tc>
          <w:tcPr>
            <w:tcW w:w="1680" w:type="dxa"/>
            <w:vMerge/>
            <w:vAlign w:val="center"/>
            <w:hideMark/>
          </w:tcPr>
          <w:p w14:paraId="03707619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0C6F574E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 xml:space="preserve">Capacitación en el uso integral de la herramienta, de acuerdo con los perfiles creados y designados a cada trabajador por área. </w:t>
            </w:r>
          </w:p>
        </w:tc>
        <w:tc>
          <w:tcPr>
            <w:tcW w:w="2944" w:type="dxa"/>
          </w:tcPr>
          <w:p w14:paraId="5958AAA4" w14:textId="156F18C0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y en ejecución</w:t>
            </w:r>
          </w:p>
        </w:tc>
      </w:tr>
      <w:tr w:rsidR="00880671" w:rsidRPr="00263F74" w14:paraId="268A53CE" w14:textId="399744C4" w:rsidTr="00880671">
        <w:trPr>
          <w:trHeight w:val="498"/>
        </w:trPr>
        <w:tc>
          <w:tcPr>
            <w:tcW w:w="1680" w:type="dxa"/>
            <w:vMerge/>
            <w:vAlign w:val="center"/>
            <w:hideMark/>
          </w:tcPr>
          <w:p w14:paraId="72269A4F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4DFAB8A4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Certificado de Persona Jurídica para cualquier documento (P10)</w:t>
            </w:r>
          </w:p>
        </w:tc>
        <w:tc>
          <w:tcPr>
            <w:tcW w:w="2944" w:type="dxa"/>
          </w:tcPr>
          <w:p w14:paraId="7B35F20F" w14:textId="519F9D18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para solicitar activación.</w:t>
            </w:r>
          </w:p>
        </w:tc>
      </w:tr>
      <w:tr w:rsidR="00880671" w:rsidRPr="00263F74" w14:paraId="5189559F" w14:textId="5F942800" w:rsidTr="00880671">
        <w:trPr>
          <w:trHeight w:val="498"/>
        </w:trPr>
        <w:tc>
          <w:tcPr>
            <w:tcW w:w="1680" w:type="dxa"/>
            <w:vMerge/>
            <w:vAlign w:val="center"/>
            <w:hideMark/>
          </w:tcPr>
          <w:p w14:paraId="23BDD2B7" w14:textId="77777777" w:rsidR="00880671" w:rsidRPr="00263F74" w:rsidRDefault="00880671" w:rsidP="00C75013">
            <w:pPr>
              <w:rPr>
                <w:sz w:val="18"/>
                <w:szCs w:val="18"/>
              </w:rPr>
            </w:pPr>
          </w:p>
        </w:tc>
        <w:tc>
          <w:tcPr>
            <w:tcW w:w="4780" w:type="dxa"/>
            <w:vAlign w:val="center"/>
            <w:hideMark/>
          </w:tcPr>
          <w:p w14:paraId="444977E5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Firma Electrónica Transacciones año MIN 1000 - MAX 2499</w:t>
            </w:r>
          </w:p>
        </w:tc>
        <w:tc>
          <w:tcPr>
            <w:tcW w:w="2944" w:type="dxa"/>
          </w:tcPr>
          <w:p w14:paraId="51CF8042" w14:textId="2BB00A65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para solicitar activación.</w:t>
            </w:r>
          </w:p>
        </w:tc>
      </w:tr>
      <w:tr w:rsidR="00880671" w:rsidRPr="00263F74" w14:paraId="6BE1DD59" w14:textId="20785246" w:rsidTr="00880671">
        <w:trPr>
          <w:trHeight w:val="249"/>
        </w:trPr>
        <w:tc>
          <w:tcPr>
            <w:tcW w:w="1680" w:type="dxa"/>
            <w:vAlign w:val="center"/>
            <w:hideMark/>
          </w:tcPr>
          <w:p w14:paraId="1CA68EE7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Firmas Digitales</w:t>
            </w:r>
          </w:p>
        </w:tc>
        <w:tc>
          <w:tcPr>
            <w:tcW w:w="4780" w:type="dxa"/>
            <w:vAlign w:val="center"/>
            <w:hideMark/>
          </w:tcPr>
          <w:p w14:paraId="3CC4FB1A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Tokens de firma digital</w:t>
            </w:r>
          </w:p>
        </w:tc>
        <w:tc>
          <w:tcPr>
            <w:tcW w:w="2944" w:type="dxa"/>
          </w:tcPr>
          <w:p w14:paraId="42F9094B" w14:textId="46FE7C98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Disponibles para solicitar activación.</w:t>
            </w:r>
          </w:p>
        </w:tc>
      </w:tr>
      <w:tr w:rsidR="00880671" w:rsidRPr="00263F74" w14:paraId="5C8C1D33" w14:textId="66E64F1F" w:rsidTr="00880671">
        <w:trPr>
          <w:trHeight w:val="784"/>
        </w:trPr>
        <w:tc>
          <w:tcPr>
            <w:tcW w:w="1680" w:type="dxa"/>
            <w:vAlign w:val="center"/>
            <w:hideMark/>
          </w:tcPr>
          <w:p w14:paraId="52F5956B" w14:textId="77777777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Fortinet</w:t>
            </w:r>
          </w:p>
        </w:tc>
        <w:tc>
          <w:tcPr>
            <w:tcW w:w="4780" w:type="dxa"/>
            <w:noWrap/>
            <w:vAlign w:val="bottom"/>
            <w:hideMark/>
          </w:tcPr>
          <w:p w14:paraId="32720DE7" w14:textId="141FD17F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Activación de suscripción de soporte y actualización a los firewalls FG101FTK20005987, FAP-431G-N y FC-10-PG431-247-02-12</w:t>
            </w:r>
          </w:p>
        </w:tc>
        <w:tc>
          <w:tcPr>
            <w:tcW w:w="2944" w:type="dxa"/>
          </w:tcPr>
          <w:p w14:paraId="2C76400A" w14:textId="7C29E742" w:rsidR="00880671" w:rsidRPr="00263F74" w:rsidRDefault="00880671" w:rsidP="00C75013">
            <w:pPr>
              <w:rPr>
                <w:sz w:val="18"/>
                <w:szCs w:val="18"/>
              </w:rPr>
            </w:pPr>
            <w:r w:rsidRPr="00263F74">
              <w:rPr>
                <w:sz w:val="18"/>
                <w:szCs w:val="18"/>
              </w:rPr>
              <w:t>Activadas el 28 de septiembre de 2025.</w:t>
            </w:r>
          </w:p>
        </w:tc>
      </w:tr>
    </w:tbl>
    <w:p w14:paraId="4A6E82C0" w14:textId="3DA04C30" w:rsidR="000F1BCB" w:rsidRPr="00263F74" w:rsidRDefault="000F1BCB" w:rsidP="000F1BCB"/>
    <w:p w14:paraId="4331192C" w14:textId="51F6EC10" w:rsidR="00880504" w:rsidRPr="00263F74" w:rsidRDefault="00880504" w:rsidP="000F1BCB">
      <w:r w:rsidRPr="00263F74">
        <w:t>Por lo anterior</w:t>
      </w:r>
      <w:r w:rsidR="00263F74" w:rsidRPr="00263F74">
        <w:t>mente expuesto, se adelantarán a corte del 31 de diciembre de 2025 pagos por valor total de</w:t>
      </w:r>
      <w:r w:rsidR="00F90AE8" w:rsidRPr="00F90AE8">
        <w:t xml:space="preserve"> $ 1.082.522.181</w:t>
      </w:r>
      <w:r w:rsidR="00263F74" w:rsidRPr="00263F74">
        <w:t>, el cual corresponde al</w:t>
      </w:r>
      <w:r w:rsidR="00F90AE8">
        <w:t xml:space="preserve"> 91</w:t>
      </w:r>
      <w:r w:rsidR="00263F74" w:rsidRPr="00263F74">
        <w:t>% en la vigencia 2025, garantizando así la prestación del servicio en la sede administrativa del IDPYBA y en las que se encuentra bajo su responsabilidad.</w:t>
      </w:r>
    </w:p>
    <w:p w14:paraId="48EA34CC" w14:textId="059AAAAA" w:rsidR="000F1BCB" w:rsidRDefault="000F1BCB" w:rsidP="005F55AA"/>
    <w:sectPr w:rsidR="000F1BC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2020" w:right="1418" w:bottom="1843" w:left="1418" w:header="568" w:footer="9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1831F" w14:textId="77777777" w:rsidR="00F1727A" w:rsidRDefault="00F1727A">
      <w:r>
        <w:separator/>
      </w:r>
    </w:p>
  </w:endnote>
  <w:endnote w:type="continuationSeparator" w:id="0">
    <w:p w14:paraId="5303061E" w14:textId="77777777" w:rsidR="00F1727A" w:rsidRDefault="00F1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Cambria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1E26" w14:textId="77777777" w:rsidR="004A31BE" w:rsidRDefault="00C07C2C">
    <w:pPr>
      <w:pStyle w:val="Piedepgina"/>
      <w:rPr>
        <w:sz w:val="12"/>
        <w:szCs w:val="16"/>
      </w:rPr>
    </w:pPr>
    <w:r>
      <w:rPr>
        <w:noProof/>
        <w:sz w:val="12"/>
        <w:szCs w:val="16"/>
      </w:rPr>
      <w:object w:dxaOrig="1440" w:dyaOrig="1440" w14:anchorId="7343A4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346.85pt;margin-top:-1.3pt;width:120pt;height:40.5pt;z-index:-251658240;mso-wrap-edited:f;mso-width-percent:0;mso-height-percent:0;mso-width-percent:0;mso-height-percent:0;mso-width-relative:page;mso-height-relative:page">
          <v:imagedata r:id="rId1" o:title=""/>
        </v:shape>
        <o:OLEObject Type="Embed" ProgID="PBrush" ShapeID="_x0000_s1025" DrawAspect="Content" ObjectID="_1826994125" r:id="rId2"/>
      </w:object>
    </w:r>
    <w:proofErr w:type="spellStart"/>
    <w:r w:rsidR="00821F6D">
      <w:rPr>
        <w:sz w:val="12"/>
        <w:szCs w:val="16"/>
      </w:rPr>
      <w:t>Cra</w:t>
    </w:r>
    <w:proofErr w:type="spellEnd"/>
    <w:r w:rsidR="00821F6D">
      <w:rPr>
        <w:sz w:val="12"/>
        <w:szCs w:val="16"/>
      </w:rPr>
      <w:t xml:space="preserve"> 10 No. 26-51 piso 8</w:t>
    </w:r>
  </w:p>
  <w:p w14:paraId="559083DA" w14:textId="77777777" w:rsidR="004A31BE" w:rsidRDefault="00821F6D">
    <w:pPr>
      <w:pStyle w:val="Piedepgina"/>
      <w:rPr>
        <w:sz w:val="12"/>
        <w:szCs w:val="16"/>
      </w:rPr>
    </w:pPr>
    <w:r>
      <w:rPr>
        <w:sz w:val="12"/>
        <w:szCs w:val="16"/>
      </w:rPr>
      <w:t>Edificio Residencias Tequendama Torre Sur</w:t>
    </w:r>
  </w:p>
  <w:p w14:paraId="241F1930" w14:textId="77777777" w:rsidR="004A31BE" w:rsidRDefault="00821F6D">
    <w:pPr>
      <w:pStyle w:val="Piedepgina"/>
      <w:rPr>
        <w:sz w:val="12"/>
        <w:szCs w:val="16"/>
      </w:rPr>
    </w:pPr>
    <w:r>
      <w:rPr>
        <w:sz w:val="12"/>
        <w:szCs w:val="16"/>
      </w:rPr>
      <w:t>Teléfonos: 305 398 58 53 – 305 366 84 24</w:t>
    </w:r>
  </w:p>
  <w:p w14:paraId="58161BDB" w14:textId="77777777" w:rsidR="004A31BE" w:rsidRDefault="00821F6D">
    <w:pPr>
      <w:pStyle w:val="Piedepgina"/>
      <w:rPr>
        <w:sz w:val="12"/>
        <w:szCs w:val="16"/>
      </w:rPr>
    </w:pPr>
    <w:r>
      <w:rPr>
        <w:sz w:val="12"/>
        <w:szCs w:val="16"/>
      </w:rPr>
      <w:t>www.animalesbog.gov.co</w:t>
    </w:r>
  </w:p>
  <w:p w14:paraId="63377D18" w14:textId="77777777" w:rsidR="004A31BE" w:rsidRDefault="00821F6D">
    <w:pPr>
      <w:pStyle w:val="Piedepgina"/>
      <w:rPr>
        <w:sz w:val="12"/>
        <w:szCs w:val="16"/>
      </w:rPr>
    </w:pPr>
    <w:r>
      <w:rPr>
        <w:sz w:val="12"/>
        <w:szCs w:val="16"/>
      </w:rPr>
      <w:t>proteccionanimal@animalesbog.gov.co</w:t>
    </w:r>
  </w:p>
  <w:p w14:paraId="62C6E812" w14:textId="77777777" w:rsidR="004A31BE" w:rsidRDefault="00821F6D">
    <w:pPr>
      <w:pStyle w:val="Piedepgina"/>
    </w:pPr>
    <w:r>
      <w:rPr>
        <w:sz w:val="12"/>
        <w:szCs w:val="16"/>
      </w:rPr>
      <w:t>Bogotá D.C.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50" w:type="dxa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827"/>
      <w:gridCol w:w="5245"/>
    </w:tblGrid>
    <w:tr w:rsidR="004A31BE" w14:paraId="48EC8850" w14:textId="77777777">
      <w:tc>
        <w:tcPr>
          <w:tcW w:w="3827" w:type="dxa"/>
          <w:vAlign w:val="center"/>
        </w:tcPr>
        <w:p w14:paraId="3B509611" w14:textId="77777777" w:rsidR="004A31BE" w:rsidRDefault="004A31BE">
          <w:pPr>
            <w:pStyle w:val="Piedepgina"/>
            <w:jc w:val="left"/>
            <w:rPr>
              <w:lang w:eastAsia="en-US"/>
            </w:rPr>
          </w:pPr>
        </w:p>
        <w:p w14:paraId="1D99E1EB" w14:textId="77777777" w:rsidR="004A31BE" w:rsidRDefault="00821F6D">
          <w:pPr>
            <w:pStyle w:val="Piedepgina"/>
            <w:jc w:val="left"/>
            <w:rPr>
              <w:lang w:eastAsia="en-US"/>
            </w:rPr>
          </w:pPr>
          <w:proofErr w:type="spellStart"/>
          <w:r>
            <w:rPr>
              <w:lang w:eastAsia="en-US"/>
            </w:rPr>
            <w:t>Cra</w:t>
          </w:r>
          <w:proofErr w:type="spellEnd"/>
          <w:r>
            <w:rPr>
              <w:lang w:eastAsia="en-US"/>
            </w:rPr>
            <w:t xml:space="preserve">. 7 </w:t>
          </w:r>
          <w:proofErr w:type="gramStart"/>
          <w:r>
            <w:rPr>
              <w:lang w:eastAsia="en-US"/>
            </w:rPr>
            <w:t>No</w:t>
          </w:r>
          <w:proofErr w:type="gramEnd"/>
          <w:r>
            <w:rPr>
              <w:lang w:eastAsia="en-US"/>
            </w:rPr>
            <w:t>. 32 – 16 / Ciudadela San Martín</w:t>
          </w:r>
        </w:p>
        <w:p w14:paraId="337CC2BF" w14:textId="77777777" w:rsidR="004A31BE" w:rsidRDefault="00821F6D">
          <w:pPr>
            <w:pStyle w:val="Piedepgina"/>
            <w:jc w:val="left"/>
            <w:rPr>
              <w:lang w:eastAsia="en-US"/>
            </w:rPr>
          </w:pPr>
          <w:r>
            <w:rPr>
              <w:lang w:eastAsia="en-US"/>
            </w:rPr>
            <w:t>Secretaría Distrital de Integración Social</w:t>
          </w:r>
        </w:p>
        <w:p w14:paraId="5447F313" w14:textId="77777777" w:rsidR="004A31BE" w:rsidRDefault="00821F6D">
          <w:pPr>
            <w:pStyle w:val="Piedepgina"/>
            <w:jc w:val="left"/>
            <w:rPr>
              <w:lang w:eastAsia="en-US"/>
            </w:rPr>
          </w:pPr>
          <w:r>
            <w:rPr>
              <w:lang w:eastAsia="en-US"/>
            </w:rPr>
            <w:t>Tel.: (1) 3279797</w:t>
          </w:r>
        </w:p>
        <w:p w14:paraId="67450A00" w14:textId="77777777" w:rsidR="004A31BE" w:rsidRDefault="00821F6D">
          <w:pPr>
            <w:pStyle w:val="Piedepgina"/>
            <w:jc w:val="left"/>
            <w:rPr>
              <w:lang w:eastAsia="en-US"/>
            </w:rPr>
          </w:pPr>
          <w:r>
            <w:rPr>
              <w:lang w:eastAsia="en-US"/>
            </w:rPr>
            <w:t>www.integracionsocial.gov.co</w:t>
          </w:r>
        </w:p>
        <w:p w14:paraId="5E9D83A1" w14:textId="77777777" w:rsidR="004A31BE" w:rsidRDefault="004A31BE">
          <w:pPr>
            <w:pStyle w:val="Piedepgina"/>
            <w:jc w:val="left"/>
            <w:rPr>
              <w:lang w:eastAsia="en-US"/>
            </w:rPr>
          </w:pPr>
        </w:p>
      </w:tc>
      <w:tc>
        <w:tcPr>
          <w:tcW w:w="5245" w:type="dxa"/>
          <w:vAlign w:val="center"/>
        </w:tcPr>
        <w:p w14:paraId="5BCFAB53" w14:textId="77777777" w:rsidR="004A31BE" w:rsidRDefault="00821F6D">
          <w:pPr>
            <w:pStyle w:val="Piedepgina"/>
            <w:jc w:val="right"/>
            <w:rPr>
              <w:lang w:eastAsia="en-US"/>
            </w:rPr>
          </w:pPr>
          <w:r>
            <w:rPr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14FECD3D" wp14:editId="0E1449E5">
                    <wp:simplePos x="0" y="0"/>
                    <wp:positionH relativeFrom="column">
                      <wp:posOffset>3747770</wp:posOffset>
                    </wp:positionH>
                    <wp:positionV relativeFrom="paragraph">
                      <wp:posOffset>-1076325</wp:posOffset>
                    </wp:positionV>
                    <wp:extent cx="116840" cy="828675"/>
                    <wp:effectExtent l="0" t="0" r="0" b="0"/>
                    <wp:wrapNone/>
                    <wp:docPr id="2089348857" name="11 Cuadro de texto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16840" cy="828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D16F488" w14:textId="77777777" w:rsidR="004A31BE" w:rsidRDefault="00821F6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s-ES"/>
                                  </w:rPr>
                                  <w:t xml:space="preserve">Página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instrText>PAGE  \* Arabic  \* MERGEFORMAT</w:instrTex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s-ES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s-ES"/>
                                  </w:rPr>
                                  <w:t xml:space="preserve"> de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instrText xml:space="preserve"> SECTIONPAGES  </w:instrTex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4FECD3D" id="_x0000_t202" coordsize="21600,21600" o:spt="202" path="m,l,21600r21600,l21600,xe">
                    <v:stroke joinstyle="miter"/>
                    <v:path gradientshapeok="t" o:connecttype="rect"/>
                  </v:shapetype>
                  <v:shape id="11 Cuadro de texto" o:spid="_x0000_s1026" type="#_x0000_t202" style="position:absolute;left:0;text-align:left;margin-left:295.1pt;margin-top:-84.75pt;width:9.2pt;height:65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" stroked="f">
                    <v:textbox style="layout-flow:vertical;mso-layout-flow-alt:bottom-to-top;mso-fit-shape-to-text:t" inset="0,0,0,0">
                      <w:txbxContent>
                        <w:p w14:paraId="6D16F488" w14:textId="77777777" w:rsidR="004A31BE" w:rsidRDefault="00821F6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s-ES"/>
                            </w:rPr>
                            <w:t xml:space="preserve">Página 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  <w:szCs w:val="16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SECTIONPAGES 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3B639A87" wp14:editId="772BF9B1">
                <wp:extent cx="1435100" cy="889000"/>
                <wp:effectExtent l="0" t="0" r="0" b="0"/>
                <wp:docPr id="7" name="Imagen 3" descr="pie de pa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3" descr="pie de pa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254" t="11475" r="13419" b="1229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51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3633E3" w14:textId="77777777" w:rsidR="004A31BE" w:rsidRDefault="004A31BE">
    <w:pPr>
      <w:pStyle w:val="Piedepgina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B16C8" w14:textId="77777777" w:rsidR="00F1727A" w:rsidRDefault="00F1727A">
      <w:r>
        <w:separator/>
      </w:r>
    </w:p>
  </w:footnote>
  <w:footnote w:type="continuationSeparator" w:id="0">
    <w:p w14:paraId="4D3C427B" w14:textId="77777777" w:rsidR="00F1727A" w:rsidRDefault="00F17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4" w:type="pct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67"/>
      <w:gridCol w:w="7382"/>
    </w:tblGrid>
    <w:tr w:rsidR="004A31BE" w14:paraId="67D21B5A" w14:textId="77777777">
      <w:trPr>
        <w:trHeight w:val="1027"/>
        <w:jc w:val="center"/>
      </w:trPr>
      <w:tc>
        <w:tcPr>
          <w:tcW w:w="1094" w:type="pct"/>
          <w:vAlign w:val="center"/>
        </w:tcPr>
        <w:p w14:paraId="305AAFCC" w14:textId="77777777" w:rsidR="004A31BE" w:rsidRDefault="00821F6D">
          <w:pPr>
            <w:pStyle w:val="Encabezado"/>
            <w:rPr>
              <w:sz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08F3E075" wp14:editId="0EF6AECA">
                <wp:extent cx="673100" cy="850900"/>
                <wp:effectExtent l="0" t="0" r="0" b="0"/>
                <wp:docPr id="5" name="Imagen 2" descr="escudo_negr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n 2" descr="escudo_negro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6" w:type="pct"/>
          <w:vAlign w:val="center"/>
        </w:tcPr>
        <w:p w14:paraId="221702C6" w14:textId="403336DB" w:rsidR="004A31BE" w:rsidRDefault="00883219">
          <w:pPr>
            <w:pStyle w:val="Encabezado"/>
            <w:ind w:left="468"/>
            <w:jc w:val="both"/>
            <w:rPr>
              <w:b/>
              <w:sz w:val="18"/>
              <w:lang w:eastAsia="en-US"/>
            </w:rPr>
          </w:pPr>
          <w:r w:rsidRPr="00883219">
            <w:rPr>
              <w:b/>
              <w:sz w:val="24"/>
              <w:szCs w:val="32"/>
              <w:lang w:eastAsia="en-US"/>
            </w:rPr>
            <w:t>Información Ejecución vigencias futuras 2026-2027.</w:t>
          </w:r>
        </w:p>
      </w:tc>
    </w:tr>
    <w:tr w:rsidR="004A31BE" w14:paraId="264B08B0" w14:textId="77777777">
      <w:trPr>
        <w:trHeight w:val="335"/>
        <w:jc w:val="center"/>
      </w:trPr>
      <w:tc>
        <w:tcPr>
          <w:tcW w:w="5000" w:type="pct"/>
          <w:gridSpan w:val="2"/>
          <w:vAlign w:val="center"/>
        </w:tcPr>
        <w:p w14:paraId="02703918" w14:textId="77777777" w:rsidR="004A31BE" w:rsidRDefault="004A31BE">
          <w:pPr>
            <w:pStyle w:val="Encabezado"/>
            <w:jc w:val="both"/>
            <w:rPr>
              <w:iCs/>
              <w:lang w:eastAsia="en-US"/>
            </w:rPr>
          </w:pPr>
        </w:p>
      </w:tc>
    </w:tr>
  </w:tbl>
  <w:p w14:paraId="27991FE8" w14:textId="4FF84F3B" w:rsidR="004A31BE" w:rsidRDefault="00821F6D">
    <w:pPr>
      <w:pStyle w:val="Encabezado"/>
      <w:jc w:val="right"/>
    </w:pPr>
    <w:r>
      <w:fldChar w:fldCharType="begin"/>
    </w:r>
    <w:r>
      <w:instrText>PAGE   \* MERGEFORMAT</w:instrText>
    </w:r>
    <w:r>
      <w:fldChar w:fldCharType="separate"/>
    </w:r>
    <w:r w:rsidR="00576F8C" w:rsidRPr="00576F8C">
      <w:rPr>
        <w:noProof/>
        <w:lang w:val="es-ES"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F96E4" w14:textId="77777777" w:rsidR="004A31BE" w:rsidRDefault="00821F6D">
    <w:pPr>
      <w:pStyle w:val="Encabezado"/>
    </w:pPr>
    <w:r>
      <w:rPr>
        <w:noProof/>
      </w:rPr>
      <w:drawing>
        <wp:inline distT="0" distB="0" distL="0" distR="0" wp14:anchorId="0CEC2682" wp14:editId="5A8E0265">
          <wp:extent cx="1193800" cy="927100"/>
          <wp:effectExtent l="0" t="0" r="0" b="0"/>
          <wp:docPr id="6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380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28B"/>
    <w:multiLevelType w:val="multilevel"/>
    <w:tmpl w:val="0A63328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5C6D"/>
    <w:multiLevelType w:val="hybridMultilevel"/>
    <w:tmpl w:val="42C843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45518"/>
    <w:multiLevelType w:val="multilevel"/>
    <w:tmpl w:val="0D645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57586"/>
    <w:multiLevelType w:val="multilevel"/>
    <w:tmpl w:val="0E657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F4E33"/>
    <w:multiLevelType w:val="multilevel"/>
    <w:tmpl w:val="12BF4E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CDB"/>
    <w:multiLevelType w:val="hybridMultilevel"/>
    <w:tmpl w:val="B5AE7710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Garamond" w:hAnsi="Garamond" w:cs="Arial" w:hint="default"/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702121"/>
    <w:multiLevelType w:val="multilevel"/>
    <w:tmpl w:val="207021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10EF6"/>
    <w:multiLevelType w:val="multilevel"/>
    <w:tmpl w:val="37D10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F65DC"/>
    <w:multiLevelType w:val="hybridMultilevel"/>
    <w:tmpl w:val="B5AE7710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Garamond" w:hAnsi="Garamond" w:cs="Arial" w:hint="default"/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3A678DE"/>
    <w:multiLevelType w:val="multilevel"/>
    <w:tmpl w:val="43A678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87543"/>
    <w:multiLevelType w:val="multilevel"/>
    <w:tmpl w:val="4A48754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97A35"/>
    <w:multiLevelType w:val="multilevel"/>
    <w:tmpl w:val="50797A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C142B"/>
    <w:multiLevelType w:val="multilevel"/>
    <w:tmpl w:val="514C14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2409A"/>
    <w:multiLevelType w:val="multilevel"/>
    <w:tmpl w:val="54424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E5386"/>
    <w:multiLevelType w:val="multilevel"/>
    <w:tmpl w:val="5C4E5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D7016"/>
    <w:multiLevelType w:val="multilevel"/>
    <w:tmpl w:val="54424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A6210"/>
    <w:multiLevelType w:val="hybridMultilevel"/>
    <w:tmpl w:val="B5AE7710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Garamond" w:hAnsi="Garamond" w:cs="Arial" w:hint="default"/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DC20253"/>
    <w:multiLevelType w:val="hybridMultilevel"/>
    <w:tmpl w:val="B5AE7710"/>
    <w:lvl w:ilvl="0" w:tplc="03984E14">
      <w:start w:val="1"/>
      <w:numFmt w:val="decimal"/>
      <w:lvlText w:val="%1."/>
      <w:lvlJc w:val="left"/>
      <w:pPr>
        <w:ind w:left="1070" w:hanging="360"/>
      </w:pPr>
      <w:rPr>
        <w:rFonts w:ascii="Garamond" w:hAnsi="Garamond" w:cs="Arial" w:hint="default"/>
        <w:b/>
        <w:bCs/>
        <w:sz w:val="16"/>
        <w:szCs w:val="16"/>
      </w:rPr>
    </w:lvl>
    <w:lvl w:ilvl="1" w:tplc="580A0019" w:tentative="1">
      <w:start w:val="1"/>
      <w:numFmt w:val="lowerLetter"/>
      <w:lvlText w:val="%2."/>
      <w:lvlJc w:val="left"/>
      <w:pPr>
        <w:ind w:left="1788" w:hanging="360"/>
      </w:pPr>
    </w:lvl>
    <w:lvl w:ilvl="2" w:tplc="580A001B" w:tentative="1">
      <w:start w:val="1"/>
      <w:numFmt w:val="lowerRoman"/>
      <w:lvlText w:val="%3."/>
      <w:lvlJc w:val="right"/>
      <w:pPr>
        <w:ind w:left="2508" w:hanging="180"/>
      </w:pPr>
    </w:lvl>
    <w:lvl w:ilvl="3" w:tplc="580A000F" w:tentative="1">
      <w:start w:val="1"/>
      <w:numFmt w:val="decimal"/>
      <w:lvlText w:val="%4."/>
      <w:lvlJc w:val="left"/>
      <w:pPr>
        <w:ind w:left="3228" w:hanging="360"/>
      </w:pPr>
    </w:lvl>
    <w:lvl w:ilvl="4" w:tplc="580A0019" w:tentative="1">
      <w:start w:val="1"/>
      <w:numFmt w:val="lowerLetter"/>
      <w:lvlText w:val="%5."/>
      <w:lvlJc w:val="left"/>
      <w:pPr>
        <w:ind w:left="3948" w:hanging="360"/>
      </w:pPr>
    </w:lvl>
    <w:lvl w:ilvl="5" w:tplc="580A001B" w:tentative="1">
      <w:start w:val="1"/>
      <w:numFmt w:val="lowerRoman"/>
      <w:lvlText w:val="%6."/>
      <w:lvlJc w:val="right"/>
      <w:pPr>
        <w:ind w:left="4668" w:hanging="180"/>
      </w:pPr>
    </w:lvl>
    <w:lvl w:ilvl="6" w:tplc="580A000F" w:tentative="1">
      <w:start w:val="1"/>
      <w:numFmt w:val="decimal"/>
      <w:lvlText w:val="%7."/>
      <w:lvlJc w:val="left"/>
      <w:pPr>
        <w:ind w:left="5388" w:hanging="360"/>
      </w:pPr>
    </w:lvl>
    <w:lvl w:ilvl="7" w:tplc="580A0019" w:tentative="1">
      <w:start w:val="1"/>
      <w:numFmt w:val="lowerLetter"/>
      <w:lvlText w:val="%8."/>
      <w:lvlJc w:val="left"/>
      <w:pPr>
        <w:ind w:left="6108" w:hanging="360"/>
      </w:pPr>
    </w:lvl>
    <w:lvl w:ilvl="8" w:tplc="5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04723E"/>
    <w:multiLevelType w:val="multilevel"/>
    <w:tmpl w:val="75047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5913"/>
    <w:multiLevelType w:val="hybridMultilevel"/>
    <w:tmpl w:val="B5AE7710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Garamond" w:hAnsi="Garamond" w:cs="Arial" w:hint="default"/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1038B2"/>
    <w:multiLevelType w:val="multilevel"/>
    <w:tmpl w:val="7C103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C2A6B"/>
    <w:multiLevelType w:val="multilevel"/>
    <w:tmpl w:val="5C4E5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E3588"/>
    <w:multiLevelType w:val="hybridMultilevel"/>
    <w:tmpl w:val="8CFAB7E0"/>
    <w:lvl w:ilvl="0" w:tplc="ADF2939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861962">
    <w:abstractNumId w:val="4"/>
  </w:num>
  <w:num w:numId="2" w16cid:durableId="1397872">
    <w:abstractNumId w:val="12"/>
  </w:num>
  <w:num w:numId="3" w16cid:durableId="62067191">
    <w:abstractNumId w:val="18"/>
  </w:num>
  <w:num w:numId="4" w16cid:durableId="453984937">
    <w:abstractNumId w:val="3"/>
  </w:num>
  <w:num w:numId="5" w16cid:durableId="30695640">
    <w:abstractNumId w:val="13"/>
  </w:num>
  <w:num w:numId="6" w16cid:durableId="403458050">
    <w:abstractNumId w:val="14"/>
  </w:num>
  <w:num w:numId="7" w16cid:durableId="1507867488">
    <w:abstractNumId w:val="0"/>
  </w:num>
  <w:num w:numId="8" w16cid:durableId="1061444690">
    <w:abstractNumId w:val="9"/>
  </w:num>
  <w:num w:numId="9" w16cid:durableId="229123138">
    <w:abstractNumId w:val="2"/>
  </w:num>
  <w:num w:numId="10" w16cid:durableId="1351561768">
    <w:abstractNumId w:val="11"/>
  </w:num>
  <w:num w:numId="11" w16cid:durableId="399593278">
    <w:abstractNumId w:val="10"/>
  </w:num>
  <w:num w:numId="12" w16cid:durableId="1749766599">
    <w:abstractNumId w:val="6"/>
  </w:num>
  <w:num w:numId="13" w16cid:durableId="54623567">
    <w:abstractNumId w:val="20"/>
  </w:num>
  <w:num w:numId="14" w16cid:durableId="643857096">
    <w:abstractNumId w:val="7"/>
  </w:num>
  <w:num w:numId="15" w16cid:durableId="2091389773">
    <w:abstractNumId w:val="21"/>
  </w:num>
  <w:num w:numId="16" w16cid:durableId="739255790">
    <w:abstractNumId w:val="15"/>
  </w:num>
  <w:num w:numId="17" w16cid:durableId="615217218">
    <w:abstractNumId w:val="22"/>
  </w:num>
  <w:num w:numId="18" w16cid:durableId="45493010">
    <w:abstractNumId w:val="1"/>
  </w:num>
  <w:num w:numId="19" w16cid:durableId="611977467">
    <w:abstractNumId w:val="17"/>
  </w:num>
  <w:num w:numId="20" w16cid:durableId="1294139749">
    <w:abstractNumId w:val="5"/>
  </w:num>
  <w:num w:numId="21" w16cid:durableId="2114666583">
    <w:abstractNumId w:val="8"/>
  </w:num>
  <w:num w:numId="22" w16cid:durableId="2030330184">
    <w:abstractNumId w:val="19"/>
  </w:num>
  <w:num w:numId="23" w16cid:durableId="14871664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2F7"/>
    <w:rsid w:val="000005CA"/>
    <w:rsid w:val="00000F6D"/>
    <w:rsid w:val="0000133D"/>
    <w:rsid w:val="00001CCE"/>
    <w:rsid w:val="0000220E"/>
    <w:rsid w:val="0000232F"/>
    <w:rsid w:val="00002664"/>
    <w:rsid w:val="0000282F"/>
    <w:rsid w:val="00002BF0"/>
    <w:rsid w:val="00002EC1"/>
    <w:rsid w:val="00003ACE"/>
    <w:rsid w:val="00004E15"/>
    <w:rsid w:val="00005D08"/>
    <w:rsid w:val="00006BF8"/>
    <w:rsid w:val="0000753A"/>
    <w:rsid w:val="000075BE"/>
    <w:rsid w:val="00007BA0"/>
    <w:rsid w:val="00007D78"/>
    <w:rsid w:val="000100DB"/>
    <w:rsid w:val="00011017"/>
    <w:rsid w:val="000113C3"/>
    <w:rsid w:val="000117E3"/>
    <w:rsid w:val="00011D12"/>
    <w:rsid w:val="00012D15"/>
    <w:rsid w:val="000130DB"/>
    <w:rsid w:val="000138BD"/>
    <w:rsid w:val="000140BB"/>
    <w:rsid w:val="00014441"/>
    <w:rsid w:val="00014596"/>
    <w:rsid w:val="00014C73"/>
    <w:rsid w:val="0001513D"/>
    <w:rsid w:val="00016011"/>
    <w:rsid w:val="000167CD"/>
    <w:rsid w:val="00016A23"/>
    <w:rsid w:val="00016BD3"/>
    <w:rsid w:val="00020AC6"/>
    <w:rsid w:val="00022ABB"/>
    <w:rsid w:val="000230C0"/>
    <w:rsid w:val="00023138"/>
    <w:rsid w:val="000234F0"/>
    <w:rsid w:val="0002360A"/>
    <w:rsid w:val="00024699"/>
    <w:rsid w:val="00024872"/>
    <w:rsid w:val="00024FA9"/>
    <w:rsid w:val="00026437"/>
    <w:rsid w:val="000267D9"/>
    <w:rsid w:val="00026B39"/>
    <w:rsid w:val="00027BDE"/>
    <w:rsid w:val="00030244"/>
    <w:rsid w:val="00031938"/>
    <w:rsid w:val="00031E62"/>
    <w:rsid w:val="0003229E"/>
    <w:rsid w:val="00032ADE"/>
    <w:rsid w:val="00032CA0"/>
    <w:rsid w:val="000333AE"/>
    <w:rsid w:val="00034A06"/>
    <w:rsid w:val="00035644"/>
    <w:rsid w:val="00036D57"/>
    <w:rsid w:val="00037570"/>
    <w:rsid w:val="0004223D"/>
    <w:rsid w:val="00042CFF"/>
    <w:rsid w:val="00043183"/>
    <w:rsid w:val="00043640"/>
    <w:rsid w:val="000443BF"/>
    <w:rsid w:val="000448A4"/>
    <w:rsid w:val="00044A4B"/>
    <w:rsid w:val="00045811"/>
    <w:rsid w:val="0004602B"/>
    <w:rsid w:val="00046F36"/>
    <w:rsid w:val="000476C1"/>
    <w:rsid w:val="00047856"/>
    <w:rsid w:val="00047F7D"/>
    <w:rsid w:val="0005094A"/>
    <w:rsid w:val="00051549"/>
    <w:rsid w:val="000515AF"/>
    <w:rsid w:val="000515FC"/>
    <w:rsid w:val="00051734"/>
    <w:rsid w:val="00051C8F"/>
    <w:rsid w:val="000520EB"/>
    <w:rsid w:val="0005266C"/>
    <w:rsid w:val="00052DC2"/>
    <w:rsid w:val="0005324C"/>
    <w:rsid w:val="00053A7A"/>
    <w:rsid w:val="0005521B"/>
    <w:rsid w:val="000554D0"/>
    <w:rsid w:val="000557E5"/>
    <w:rsid w:val="00055E8F"/>
    <w:rsid w:val="0005639D"/>
    <w:rsid w:val="000604F5"/>
    <w:rsid w:val="00060DD4"/>
    <w:rsid w:val="000613EB"/>
    <w:rsid w:val="00061E42"/>
    <w:rsid w:val="0006266F"/>
    <w:rsid w:val="00062AC9"/>
    <w:rsid w:val="00062B6F"/>
    <w:rsid w:val="00062F64"/>
    <w:rsid w:val="000632A5"/>
    <w:rsid w:val="00063851"/>
    <w:rsid w:val="00063BA7"/>
    <w:rsid w:val="00064A56"/>
    <w:rsid w:val="0006636F"/>
    <w:rsid w:val="00066BF8"/>
    <w:rsid w:val="00066C82"/>
    <w:rsid w:val="000671C4"/>
    <w:rsid w:val="00067CB0"/>
    <w:rsid w:val="000704C0"/>
    <w:rsid w:val="000727D5"/>
    <w:rsid w:val="00073522"/>
    <w:rsid w:val="00073689"/>
    <w:rsid w:val="00073F42"/>
    <w:rsid w:val="00073F7F"/>
    <w:rsid w:val="0007654A"/>
    <w:rsid w:val="00076891"/>
    <w:rsid w:val="00076E5E"/>
    <w:rsid w:val="0008296F"/>
    <w:rsid w:val="00082F81"/>
    <w:rsid w:val="00083E7B"/>
    <w:rsid w:val="000841C4"/>
    <w:rsid w:val="00084387"/>
    <w:rsid w:val="00084DA5"/>
    <w:rsid w:val="00084E23"/>
    <w:rsid w:val="00085071"/>
    <w:rsid w:val="00085292"/>
    <w:rsid w:val="000853B9"/>
    <w:rsid w:val="00085773"/>
    <w:rsid w:val="0008729E"/>
    <w:rsid w:val="00087B0E"/>
    <w:rsid w:val="00090518"/>
    <w:rsid w:val="00091781"/>
    <w:rsid w:val="00091CAA"/>
    <w:rsid w:val="00091FCF"/>
    <w:rsid w:val="00092644"/>
    <w:rsid w:val="00093415"/>
    <w:rsid w:val="00093C60"/>
    <w:rsid w:val="0009441E"/>
    <w:rsid w:val="000948EC"/>
    <w:rsid w:val="00094A1B"/>
    <w:rsid w:val="00095331"/>
    <w:rsid w:val="0009657A"/>
    <w:rsid w:val="00096EC4"/>
    <w:rsid w:val="00096FAE"/>
    <w:rsid w:val="000971FF"/>
    <w:rsid w:val="000A0064"/>
    <w:rsid w:val="000A00F9"/>
    <w:rsid w:val="000A0185"/>
    <w:rsid w:val="000A02FA"/>
    <w:rsid w:val="000A056F"/>
    <w:rsid w:val="000A106A"/>
    <w:rsid w:val="000A1379"/>
    <w:rsid w:val="000A13E3"/>
    <w:rsid w:val="000A1D29"/>
    <w:rsid w:val="000A31BB"/>
    <w:rsid w:val="000A322F"/>
    <w:rsid w:val="000A328C"/>
    <w:rsid w:val="000A3AED"/>
    <w:rsid w:val="000A41A4"/>
    <w:rsid w:val="000A4897"/>
    <w:rsid w:val="000A5211"/>
    <w:rsid w:val="000A52D7"/>
    <w:rsid w:val="000A6870"/>
    <w:rsid w:val="000A71DF"/>
    <w:rsid w:val="000A7E54"/>
    <w:rsid w:val="000B0AFB"/>
    <w:rsid w:val="000B139C"/>
    <w:rsid w:val="000B15B4"/>
    <w:rsid w:val="000B18C6"/>
    <w:rsid w:val="000B2B3B"/>
    <w:rsid w:val="000B2C39"/>
    <w:rsid w:val="000B2C70"/>
    <w:rsid w:val="000B2D85"/>
    <w:rsid w:val="000B2E4E"/>
    <w:rsid w:val="000B37DC"/>
    <w:rsid w:val="000B3ADB"/>
    <w:rsid w:val="000B3AEF"/>
    <w:rsid w:val="000B4155"/>
    <w:rsid w:val="000B4770"/>
    <w:rsid w:val="000B4A49"/>
    <w:rsid w:val="000B4CEA"/>
    <w:rsid w:val="000B4E2C"/>
    <w:rsid w:val="000B55A8"/>
    <w:rsid w:val="000B582D"/>
    <w:rsid w:val="000B5B90"/>
    <w:rsid w:val="000B66E5"/>
    <w:rsid w:val="000B694A"/>
    <w:rsid w:val="000C196E"/>
    <w:rsid w:val="000C226F"/>
    <w:rsid w:val="000C3414"/>
    <w:rsid w:val="000C3519"/>
    <w:rsid w:val="000C45B1"/>
    <w:rsid w:val="000C4A51"/>
    <w:rsid w:val="000C4F83"/>
    <w:rsid w:val="000C5109"/>
    <w:rsid w:val="000C615D"/>
    <w:rsid w:val="000C61F5"/>
    <w:rsid w:val="000C70D0"/>
    <w:rsid w:val="000C7F68"/>
    <w:rsid w:val="000D0084"/>
    <w:rsid w:val="000D02EF"/>
    <w:rsid w:val="000D1B19"/>
    <w:rsid w:val="000D1B7F"/>
    <w:rsid w:val="000D2864"/>
    <w:rsid w:val="000D2D33"/>
    <w:rsid w:val="000D319D"/>
    <w:rsid w:val="000D3864"/>
    <w:rsid w:val="000D3F71"/>
    <w:rsid w:val="000D4F0A"/>
    <w:rsid w:val="000D6DE2"/>
    <w:rsid w:val="000D7AFE"/>
    <w:rsid w:val="000D7C8F"/>
    <w:rsid w:val="000E0FE2"/>
    <w:rsid w:val="000E12B6"/>
    <w:rsid w:val="000E177E"/>
    <w:rsid w:val="000E1967"/>
    <w:rsid w:val="000E28A3"/>
    <w:rsid w:val="000E2E9F"/>
    <w:rsid w:val="000E3E04"/>
    <w:rsid w:val="000E3FA9"/>
    <w:rsid w:val="000E4D56"/>
    <w:rsid w:val="000E5ADF"/>
    <w:rsid w:val="000E6410"/>
    <w:rsid w:val="000E6495"/>
    <w:rsid w:val="000E67C7"/>
    <w:rsid w:val="000E7121"/>
    <w:rsid w:val="000F0B6A"/>
    <w:rsid w:val="000F0DD4"/>
    <w:rsid w:val="000F125C"/>
    <w:rsid w:val="000F1BCB"/>
    <w:rsid w:val="000F27BB"/>
    <w:rsid w:val="000F2AB3"/>
    <w:rsid w:val="000F3384"/>
    <w:rsid w:val="000F3860"/>
    <w:rsid w:val="000F3889"/>
    <w:rsid w:val="000F3E3D"/>
    <w:rsid w:val="000F4F2A"/>
    <w:rsid w:val="000F5AA1"/>
    <w:rsid w:val="000F6232"/>
    <w:rsid w:val="000F63B9"/>
    <w:rsid w:val="000F68BB"/>
    <w:rsid w:val="000F6CFE"/>
    <w:rsid w:val="000F7B08"/>
    <w:rsid w:val="00100791"/>
    <w:rsid w:val="00100F36"/>
    <w:rsid w:val="00101DD1"/>
    <w:rsid w:val="0010219E"/>
    <w:rsid w:val="00102281"/>
    <w:rsid w:val="00103C16"/>
    <w:rsid w:val="00104A77"/>
    <w:rsid w:val="00104B7A"/>
    <w:rsid w:val="00104BBB"/>
    <w:rsid w:val="00104C55"/>
    <w:rsid w:val="0010508B"/>
    <w:rsid w:val="00105B74"/>
    <w:rsid w:val="00105C93"/>
    <w:rsid w:val="0010622A"/>
    <w:rsid w:val="0010761B"/>
    <w:rsid w:val="00107FAF"/>
    <w:rsid w:val="001106DC"/>
    <w:rsid w:val="00110778"/>
    <w:rsid w:val="00110E1F"/>
    <w:rsid w:val="0011128C"/>
    <w:rsid w:val="00111D83"/>
    <w:rsid w:val="001121CD"/>
    <w:rsid w:val="00112C78"/>
    <w:rsid w:val="00113922"/>
    <w:rsid w:val="00113C97"/>
    <w:rsid w:val="00113E7B"/>
    <w:rsid w:val="00114358"/>
    <w:rsid w:val="00114724"/>
    <w:rsid w:val="00116462"/>
    <w:rsid w:val="00117282"/>
    <w:rsid w:val="001172A5"/>
    <w:rsid w:val="00117CC1"/>
    <w:rsid w:val="001202A5"/>
    <w:rsid w:val="001206ED"/>
    <w:rsid w:val="001209DC"/>
    <w:rsid w:val="00120F71"/>
    <w:rsid w:val="0012109B"/>
    <w:rsid w:val="00121D72"/>
    <w:rsid w:val="0012356F"/>
    <w:rsid w:val="001241ED"/>
    <w:rsid w:val="0012428B"/>
    <w:rsid w:val="00124B1D"/>
    <w:rsid w:val="00124DCD"/>
    <w:rsid w:val="001252AB"/>
    <w:rsid w:val="00125388"/>
    <w:rsid w:val="00125423"/>
    <w:rsid w:val="00125F13"/>
    <w:rsid w:val="0012710C"/>
    <w:rsid w:val="00127E57"/>
    <w:rsid w:val="001300CA"/>
    <w:rsid w:val="00130206"/>
    <w:rsid w:val="00130798"/>
    <w:rsid w:val="001308D0"/>
    <w:rsid w:val="00130FC7"/>
    <w:rsid w:val="0013157A"/>
    <w:rsid w:val="00134041"/>
    <w:rsid w:val="00134967"/>
    <w:rsid w:val="00134CDF"/>
    <w:rsid w:val="001354A2"/>
    <w:rsid w:val="00135519"/>
    <w:rsid w:val="00135689"/>
    <w:rsid w:val="001356D4"/>
    <w:rsid w:val="00135D95"/>
    <w:rsid w:val="00135EBA"/>
    <w:rsid w:val="001365F6"/>
    <w:rsid w:val="00136ADB"/>
    <w:rsid w:val="00136EB2"/>
    <w:rsid w:val="001374D5"/>
    <w:rsid w:val="00137DE3"/>
    <w:rsid w:val="00140279"/>
    <w:rsid w:val="001410F0"/>
    <w:rsid w:val="00141531"/>
    <w:rsid w:val="00141BA9"/>
    <w:rsid w:val="001422B7"/>
    <w:rsid w:val="001426EF"/>
    <w:rsid w:val="00142BE8"/>
    <w:rsid w:val="00142C3E"/>
    <w:rsid w:val="0014332E"/>
    <w:rsid w:val="0014341F"/>
    <w:rsid w:val="0014394B"/>
    <w:rsid w:val="00143D7A"/>
    <w:rsid w:val="0014469B"/>
    <w:rsid w:val="0014556C"/>
    <w:rsid w:val="00145FEB"/>
    <w:rsid w:val="00146F2C"/>
    <w:rsid w:val="00147807"/>
    <w:rsid w:val="00150AF3"/>
    <w:rsid w:val="00150B9A"/>
    <w:rsid w:val="00150B9F"/>
    <w:rsid w:val="00150D70"/>
    <w:rsid w:val="0015107E"/>
    <w:rsid w:val="00154456"/>
    <w:rsid w:val="001546F9"/>
    <w:rsid w:val="00154ED6"/>
    <w:rsid w:val="00155DDC"/>
    <w:rsid w:val="0015639E"/>
    <w:rsid w:val="00156890"/>
    <w:rsid w:val="00156AFB"/>
    <w:rsid w:val="00157501"/>
    <w:rsid w:val="00157807"/>
    <w:rsid w:val="00157E66"/>
    <w:rsid w:val="00157E8E"/>
    <w:rsid w:val="00157F5D"/>
    <w:rsid w:val="00161067"/>
    <w:rsid w:val="00161DEB"/>
    <w:rsid w:val="0016225E"/>
    <w:rsid w:val="00163B6F"/>
    <w:rsid w:val="00163CDA"/>
    <w:rsid w:val="001644BF"/>
    <w:rsid w:val="0016508B"/>
    <w:rsid w:val="0016532E"/>
    <w:rsid w:val="00165BB5"/>
    <w:rsid w:val="0016688C"/>
    <w:rsid w:val="00166EE0"/>
    <w:rsid w:val="00167375"/>
    <w:rsid w:val="0017021D"/>
    <w:rsid w:val="0017041D"/>
    <w:rsid w:val="001704EB"/>
    <w:rsid w:val="0017119C"/>
    <w:rsid w:val="001713CB"/>
    <w:rsid w:val="00171DC4"/>
    <w:rsid w:val="001726A0"/>
    <w:rsid w:val="00172B7C"/>
    <w:rsid w:val="00172CEC"/>
    <w:rsid w:val="001733DF"/>
    <w:rsid w:val="00173EA9"/>
    <w:rsid w:val="00173EB0"/>
    <w:rsid w:val="00174517"/>
    <w:rsid w:val="00175ECA"/>
    <w:rsid w:val="00175FDA"/>
    <w:rsid w:val="0017701B"/>
    <w:rsid w:val="001774B0"/>
    <w:rsid w:val="0017756B"/>
    <w:rsid w:val="00177B9F"/>
    <w:rsid w:val="0018132E"/>
    <w:rsid w:val="001818F3"/>
    <w:rsid w:val="00182F3F"/>
    <w:rsid w:val="00183F71"/>
    <w:rsid w:val="0018417B"/>
    <w:rsid w:val="00185317"/>
    <w:rsid w:val="00186585"/>
    <w:rsid w:val="00186772"/>
    <w:rsid w:val="00186B31"/>
    <w:rsid w:val="00187249"/>
    <w:rsid w:val="00187487"/>
    <w:rsid w:val="001900B0"/>
    <w:rsid w:val="00190252"/>
    <w:rsid w:val="00190D02"/>
    <w:rsid w:val="00190D39"/>
    <w:rsid w:val="001920E5"/>
    <w:rsid w:val="0019246D"/>
    <w:rsid w:val="00192C0F"/>
    <w:rsid w:val="00192F2C"/>
    <w:rsid w:val="00193015"/>
    <w:rsid w:val="0019333B"/>
    <w:rsid w:val="001934C0"/>
    <w:rsid w:val="00193EE0"/>
    <w:rsid w:val="0019464A"/>
    <w:rsid w:val="00194DEA"/>
    <w:rsid w:val="0019503A"/>
    <w:rsid w:val="00195174"/>
    <w:rsid w:val="001962DA"/>
    <w:rsid w:val="0019683F"/>
    <w:rsid w:val="00196943"/>
    <w:rsid w:val="001976D9"/>
    <w:rsid w:val="001A0149"/>
    <w:rsid w:val="001A0B6C"/>
    <w:rsid w:val="001A1260"/>
    <w:rsid w:val="001A1C5C"/>
    <w:rsid w:val="001A36A6"/>
    <w:rsid w:val="001A37A5"/>
    <w:rsid w:val="001A3DC4"/>
    <w:rsid w:val="001A41A8"/>
    <w:rsid w:val="001A48B7"/>
    <w:rsid w:val="001A51E9"/>
    <w:rsid w:val="001A5445"/>
    <w:rsid w:val="001A5655"/>
    <w:rsid w:val="001A5693"/>
    <w:rsid w:val="001A635C"/>
    <w:rsid w:val="001A6610"/>
    <w:rsid w:val="001A6D5D"/>
    <w:rsid w:val="001A7B03"/>
    <w:rsid w:val="001B117E"/>
    <w:rsid w:val="001B14C0"/>
    <w:rsid w:val="001B1B32"/>
    <w:rsid w:val="001B224B"/>
    <w:rsid w:val="001B307C"/>
    <w:rsid w:val="001B343F"/>
    <w:rsid w:val="001B34A2"/>
    <w:rsid w:val="001B3EE0"/>
    <w:rsid w:val="001B406A"/>
    <w:rsid w:val="001B4801"/>
    <w:rsid w:val="001B4E0A"/>
    <w:rsid w:val="001B4E41"/>
    <w:rsid w:val="001B4EBD"/>
    <w:rsid w:val="001B5559"/>
    <w:rsid w:val="001B5DD0"/>
    <w:rsid w:val="001B5EFF"/>
    <w:rsid w:val="001B70C2"/>
    <w:rsid w:val="001C09CE"/>
    <w:rsid w:val="001C1479"/>
    <w:rsid w:val="001C17E8"/>
    <w:rsid w:val="001C1C0C"/>
    <w:rsid w:val="001C22E6"/>
    <w:rsid w:val="001C2585"/>
    <w:rsid w:val="001C284A"/>
    <w:rsid w:val="001C4504"/>
    <w:rsid w:val="001C4EBF"/>
    <w:rsid w:val="001C53BC"/>
    <w:rsid w:val="001C5C82"/>
    <w:rsid w:val="001C5F00"/>
    <w:rsid w:val="001C6778"/>
    <w:rsid w:val="001C67F0"/>
    <w:rsid w:val="001C6875"/>
    <w:rsid w:val="001C6ECD"/>
    <w:rsid w:val="001C78CC"/>
    <w:rsid w:val="001C7D1E"/>
    <w:rsid w:val="001D0289"/>
    <w:rsid w:val="001D1BC2"/>
    <w:rsid w:val="001D1D88"/>
    <w:rsid w:val="001D2120"/>
    <w:rsid w:val="001D245D"/>
    <w:rsid w:val="001D2A14"/>
    <w:rsid w:val="001D3093"/>
    <w:rsid w:val="001D3299"/>
    <w:rsid w:val="001D3AC2"/>
    <w:rsid w:val="001D4341"/>
    <w:rsid w:val="001D4AA6"/>
    <w:rsid w:val="001D4DAB"/>
    <w:rsid w:val="001D6E8C"/>
    <w:rsid w:val="001E0291"/>
    <w:rsid w:val="001E029F"/>
    <w:rsid w:val="001E07C8"/>
    <w:rsid w:val="001E0BCA"/>
    <w:rsid w:val="001E12AD"/>
    <w:rsid w:val="001E1561"/>
    <w:rsid w:val="001E19A7"/>
    <w:rsid w:val="001E30B4"/>
    <w:rsid w:val="001E4353"/>
    <w:rsid w:val="001E5249"/>
    <w:rsid w:val="001E57AE"/>
    <w:rsid w:val="001E6462"/>
    <w:rsid w:val="001E6EBF"/>
    <w:rsid w:val="001E7034"/>
    <w:rsid w:val="001E76A8"/>
    <w:rsid w:val="001E775B"/>
    <w:rsid w:val="001E7BFD"/>
    <w:rsid w:val="001F128F"/>
    <w:rsid w:val="001F143F"/>
    <w:rsid w:val="001F2A40"/>
    <w:rsid w:val="001F2ADE"/>
    <w:rsid w:val="001F343B"/>
    <w:rsid w:val="001F359A"/>
    <w:rsid w:val="001F4704"/>
    <w:rsid w:val="001F4E1D"/>
    <w:rsid w:val="001F5CF8"/>
    <w:rsid w:val="001F5FEA"/>
    <w:rsid w:val="001F7344"/>
    <w:rsid w:val="001F7AD4"/>
    <w:rsid w:val="002001B6"/>
    <w:rsid w:val="002005C8"/>
    <w:rsid w:val="00200F84"/>
    <w:rsid w:val="00201711"/>
    <w:rsid w:val="00201C4C"/>
    <w:rsid w:val="00201F1E"/>
    <w:rsid w:val="00202992"/>
    <w:rsid w:val="0020311E"/>
    <w:rsid w:val="00203BF1"/>
    <w:rsid w:val="00203F42"/>
    <w:rsid w:val="00204FD8"/>
    <w:rsid w:val="002050D7"/>
    <w:rsid w:val="002063F2"/>
    <w:rsid w:val="00207224"/>
    <w:rsid w:val="0021011F"/>
    <w:rsid w:val="0021076C"/>
    <w:rsid w:val="002110CB"/>
    <w:rsid w:val="0021155F"/>
    <w:rsid w:val="0021207E"/>
    <w:rsid w:val="0021239B"/>
    <w:rsid w:val="00215655"/>
    <w:rsid w:val="00215F07"/>
    <w:rsid w:val="00216820"/>
    <w:rsid w:val="002169A7"/>
    <w:rsid w:val="002173E7"/>
    <w:rsid w:val="0021D17E"/>
    <w:rsid w:val="00220365"/>
    <w:rsid w:val="002211EB"/>
    <w:rsid w:val="002212DD"/>
    <w:rsid w:val="00223130"/>
    <w:rsid w:val="00223ABE"/>
    <w:rsid w:val="00225C45"/>
    <w:rsid w:val="002265C2"/>
    <w:rsid w:val="00227483"/>
    <w:rsid w:val="0022779F"/>
    <w:rsid w:val="002278B9"/>
    <w:rsid w:val="00227A30"/>
    <w:rsid w:val="00227C4E"/>
    <w:rsid w:val="00230014"/>
    <w:rsid w:val="00230974"/>
    <w:rsid w:val="002310BF"/>
    <w:rsid w:val="002316FA"/>
    <w:rsid w:val="0023240B"/>
    <w:rsid w:val="0023261D"/>
    <w:rsid w:val="002329E5"/>
    <w:rsid w:val="00233DD7"/>
    <w:rsid w:val="00233FA1"/>
    <w:rsid w:val="00234D19"/>
    <w:rsid w:val="002357D3"/>
    <w:rsid w:val="00235CEF"/>
    <w:rsid w:val="0023627E"/>
    <w:rsid w:val="002362EA"/>
    <w:rsid w:val="00236A6B"/>
    <w:rsid w:val="00236B83"/>
    <w:rsid w:val="00236DAC"/>
    <w:rsid w:val="00237B27"/>
    <w:rsid w:val="00237BB0"/>
    <w:rsid w:val="002408D0"/>
    <w:rsid w:val="00240919"/>
    <w:rsid w:val="00240F36"/>
    <w:rsid w:val="002410FF"/>
    <w:rsid w:val="00241492"/>
    <w:rsid w:val="00241748"/>
    <w:rsid w:val="002420C5"/>
    <w:rsid w:val="00242160"/>
    <w:rsid w:val="002423C5"/>
    <w:rsid w:val="002424BA"/>
    <w:rsid w:val="002438CC"/>
    <w:rsid w:val="0024428E"/>
    <w:rsid w:val="002445D5"/>
    <w:rsid w:val="002446C1"/>
    <w:rsid w:val="002454BA"/>
    <w:rsid w:val="002457BE"/>
    <w:rsid w:val="002457F9"/>
    <w:rsid w:val="00245895"/>
    <w:rsid w:val="00245B6B"/>
    <w:rsid w:val="00246465"/>
    <w:rsid w:val="00246B10"/>
    <w:rsid w:val="00246B1C"/>
    <w:rsid w:val="00246FEF"/>
    <w:rsid w:val="0024738B"/>
    <w:rsid w:val="00247BC9"/>
    <w:rsid w:val="00247E8C"/>
    <w:rsid w:val="00250DF6"/>
    <w:rsid w:val="002520C0"/>
    <w:rsid w:val="0025259A"/>
    <w:rsid w:val="00254303"/>
    <w:rsid w:val="00254A8D"/>
    <w:rsid w:val="00254EC1"/>
    <w:rsid w:val="002551E7"/>
    <w:rsid w:val="002555C9"/>
    <w:rsid w:val="00256187"/>
    <w:rsid w:val="0025644D"/>
    <w:rsid w:val="00256787"/>
    <w:rsid w:val="002576B6"/>
    <w:rsid w:val="00257ED0"/>
    <w:rsid w:val="00257F28"/>
    <w:rsid w:val="002603AE"/>
    <w:rsid w:val="0026196F"/>
    <w:rsid w:val="00262025"/>
    <w:rsid w:val="00262070"/>
    <w:rsid w:val="00263F74"/>
    <w:rsid w:val="00264353"/>
    <w:rsid w:val="00265A2F"/>
    <w:rsid w:val="00265A32"/>
    <w:rsid w:val="00266B30"/>
    <w:rsid w:val="00266C77"/>
    <w:rsid w:val="00267018"/>
    <w:rsid w:val="0026763B"/>
    <w:rsid w:val="00267F74"/>
    <w:rsid w:val="00270644"/>
    <w:rsid w:val="0027093E"/>
    <w:rsid w:val="00270B8A"/>
    <w:rsid w:val="00271530"/>
    <w:rsid w:val="00272641"/>
    <w:rsid w:val="00272A91"/>
    <w:rsid w:val="00275E14"/>
    <w:rsid w:val="00275FCE"/>
    <w:rsid w:val="00276025"/>
    <w:rsid w:val="00276161"/>
    <w:rsid w:val="0027633B"/>
    <w:rsid w:val="002768F6"/>
    <w:rsid w:val="00277814"/>
    <w:rsid w:val="00277B7F"/>
    <w:rsid w:val="00280B66"/>
    <w:rsid w:val="00281116"/>
    <w:rsid w:val="00281590"/>
    <w:rsid w:val="002816F0"/>
    <w:rsid w:val="0028248C"/>
    <w:rsid w:val="002834EF"/>
    <w:rsid w:val="00283C9E"/>
    <w:rsid w:val="00283FD2"/>
    <w:rsid w:val="0028404D"/>
    <w:rsid w:val="0028413E"/>
    <w:rsid w:val="00285663"/>
    <w:rsid w:val="00285B53"/>
    <w:rsid w:val="00286AEC"/>
    <w:rsid w:val="00286C52"/>
    <w:rsid w:val="00286DDE"/>
    <w:rsid w:val="00286ECE"/>
    <w:rsid w:val="002872A6"/>
    <w:rsid w:val="002875FD"/>
    <w:rsid w:val="00287E28"/>
    <w:rsid w:val="00287E5B"/>
    <w:rsid w:val="0029071B"/>
    <w:rsid w:val="00290884"/>
    <w:rsid w:val="00290936"/>
    <w:rsid w:val="00290B52"/>
    <w:rsid w:val="00290F84"/>
    <w:rsid w:val="00292044"/>
    <w:rsid w:val="00292887"/>
    <w:rsid w:val="00292B9A"/>
    <w:rsid w:val="00292FCB"/>
    <w:rsid w:val="0029391F"/>
    <w:rsid w:val="002950A2"/>
    <w:rsid w:val="002964B5"/>
    <w:rsid w:val="00296592"/>
    <w:rsid w:val="0029683B"/>
    <w:rsid w:val="00296874"/>
    <w:rsid w:val="002A14A1"/>
    <w:rsid w:val="002A197D"/>
    <w:rsid w:val="002A201B"/>
    <w:rsid w:val="002A22FC"/>
    <w:rsid w:val="002A27A4"/>
    <w:rsid w:val="002A2F7F"/>
    <w:rsid w:val="002A31FD"/>
    <w:rsid w:val="002A3573"/>
    <w:rsid w:val="002A3E18"/>
    <w:rsid w:val="002A5E5A"/>
    <w:rsid w:val="002A64AD"/>
    <w:rsid w:val="002A727C"/>
    <w:rsid w:val="002A74E3"/>
    <w:rsid w:val="002B1C39"/>
    <w:rsid w:val="002B2165"/>
    <w:rsid w:val="002B23EC"/>
    <w:rsid w:val="002B263B"/>
    <w:rsid w:val="002B3A53"/>
    <w:rsid w:val="002B406B"/>
    <w:rsid w:val="002B4145"/>
    <w:rsid w:val="002B4170"/>
    <w:rsid w:val="002B432A"/>
    <w:rsid w:val="002B44FD"/>
    <w:rsid w:val="002B4823"/>
    <w:rsid w:val="002B4A68"/>
    <w:rsid w:val="002B4B20"/>
    <w:rsid w:val="002B4F34"/>
    <w:rsid w:val="002B5758"/>
    <w:rsid w:val="002B6447"/>
    <w:rsid w:val="002B66D6"/>
    <w:rsid w:val="002B7A50"/>
    <w:rsid w:val="002B7B07"/>
    <w:rsid w:val="002B7D66"/>
    <w:rsid w:val="002B7F65"/>
    <w:rsid w:val="002C01CD"/>
    <w:rsid w:val="002C0F4C"/>
    <w:rsid w:val="002C1153"/>
    <w:rsid w:val="002C241B"/>
    <w:rsid w:val="002C32C5"/>
    <w:rsid w:val="002C3723"/>
    <w:rsid w:val="002C3CDB"/>
    <w:rsid w:val="002C3E2C"/>
    <w:rsid w:val="002C5242"/>
    <w:rsid w:val="002C7730"/>
    <w:rsid w:val="002C7B04"/>
    <w:rsid w:val="002C7C91"/>
    <w:rsid w:val="002C7CB2"/>
    <w:rsid w:val="002D0606"/>
    <w:rsid w:val="002D073B"/>
    <w:rsid w:val="002D0F47"/>
    <w:rsid w:val="002D180C"/>
    <w:rsid w:val="002D1BC6"/>
    <w:rsid w:val="002D1F6F"/>
    <w:rsid w:val="002D27FE"/>
    <w:rsid w:val="002D3873"/>
    <w:rsid w:val="002D3FDA"/>
    <w:rsid w:val="002D4B81"/>
    <w:rsid w:val="002D4BD3"/>
    <w:rsid w:val="002D4E30"/>
    <w:rsid w:val="002D53BF"/>
    <w:rsid w:val="002D54E9"/>
    <w:rsid w:val="002D63E3"/>
    <w:rsid w:val="002D668D"/>
    <w:rsid w:val="002D684D"/>
    <w:rsid w:val="002D7284"/>
    <w:rsid w:val="002D7B98"/>
    <w:rsid w:val="002E08D9"/>
    <w:rsid w:val="002E0EB1"/>
    <w:rsid w:val="002E14B6"/>
    <w:rsid w:val="002E19FA"/>
    <w:rsid w:val="002E2439"/>
    <w:rsid w:val="002E2480"/>
    <w:rsid w:val="002E26C5"/>
    <w:rsid w:val="002E2ABA"/>
    <w:rsid w:val="002E3DFB"/>
    <w:rsid w:val="002E6C33"/>
    <w:rsid w:val="002E734F"/>
    <w:rsid w:val="002F0256"/>
    <w:rsid w:val="002F0B2E"/>
    <w:rsid w:val="002F0B42"/>
    <w:rsid w:val="002F0F67"/>
    <w:rsid w:val="002F156B"/>
    <w:rsid w:val="002F1C04"/>
    <w:rsid w:val="002F24B3"/>
    <w:rsid w:val="002F25FB"/>
    <w:rsid w:val="002F2C30"/>
    <w:rsid w:val="002F3101"/>
    <w:rsid w:val="002F3372"/>
    <w:rsid w:val="002F3539"/>
    <w:rsid w:val="002F3867"/>
    <w:rsid w:val="002F3A27"/>
    <w:rsid w:val="002F4553"/>
    <w:rsid w:val="002F459F"/>
    <w:rsid w:val="002F4B86"/>
    <w:rsid w:val="002F509F"/>
    <w:rsid w:val="002F53B7"/>
    <w:rsid w:val="002F54B9"/>
    <w:rsid w:val="002F5669"/>
    <w:rsid w:val="002F6216"/>
    <w:rsid w:val="002F63B9"/>
    <w:rsid w:val="002F7B37"/>
    <w:rsid w:val="00300653"/>
    <w:rsid w:val="00300DB1"/>
    <w:rsid w:val="00300EF4"/>
    <w:rsid w:val="00301092"/>
    <w:rsid w:val="0030196A"/>
    <w:rsid w:val="00301CC4"/>
    <w:rsid w:val="00301DD1"/>
    <w:rsid w:val="00302641"/>
    <w:rsid w:val="003052E4"/>
    <w:rsid w:val="00305383"/>
    <w:rsid w:val="0030548E"/>
    <w:rsid w:val="00306BEF"/>
    <w:rsid w:val="00310A3A"/>
    <w:rsid w:val="00310E2D"/>
    <w:rsid w:val="00311704"/>
    <w:rsid w:val="0031421B"/>
    <w:rsid w:val="003142C9"/>
    <w:rsid w:val="00314E8F"/>
    <w:rsid w:val="003159A2"/>
    <w:rsid w:val="00315D30"/>
    <w:rsid w:val="003163EA"/>
    <w:rsid w:val="003164AC"/>
    <w:rsid w:val="00316944"/>
    <w:rsid w:val="00316A78"/>
    <w:rsid w:val="00317DE2"/>
    <w:rsid w:val="0032023E"/>
    <w:rsid w:val="003204E7"/>
    <w:rsid w:val="0032070C"/>
    <w:rsid w:val="0032111E"/>
    <w:rsid w:val="003221CC"/>
    <w:rsid w:val="00323B5F"/>
    <w:rsid w:val="00324AEB"/>
    <w:rsid w:val="0032534C"/>
    <w:rsid w:val="00325961"/>
    <w:rsid w:val="00325975"/>
    <w:rsid w:val="00325FBC"/>
    <w:rsid w:val="003266A1"/>
    <w:rsid w:val="0033109F"/>
    <w:rsid w:val="00331371"/>
    <w:rsid w:val="00331695"/>
    <w:rsid w:val="00331781"/>
    <w:rsid w:val="00332DFF"/>
    <w:rsid w:val="00333536"/>
    <w:rsid w:val="003342D2"/>
    <w:rsid w:val="00334C3A"/>
    <w:rsid w:val="00336194"/>
    <w:rsid w:val="00336B68"/>
    <w:rsid w:val="00336E8F"/>
    <w:rsid w:val="00337079"/>
    <w:rsid w:val="00337A7C"/>
    <w:rsid w:val="00337AAF"/>
    <w:rsid w:val="0034148D"/>
    <w:rsid w:val="0034273C"/>
    <w:rsid w:val="00342865"/>
    <w:rsid w:val="00342949"/>
    <w:rsid w:val="00343046"/>
    <w:rsid w:val="00343E22"/>
    <w:rsid w:val="00344D85"/>
    <w:rsid w:val="0034537B"/>
    <w:rsid w:val="00345544"/>
    <w:rsid w:val="00345864"/>
    <w:rsid w:val="00345F67"/>
    <w:rsid w:val="0034660E"/>
    <w:rsid w:val="00347193"/>
    <w:rsid w:val="003472E8"/>
    <w:rsid w:val="00347716"/>
    <w:rsid w:val="0035038C"/>
    <w:rsid w:val="003511F0"/>
    <w:rsid w:val="00352218"/>
    <w:rsid w:val="0035224B"/>
    <w:rsid w:val="0035238E"/>
    <w:rsid w:val="003538D8"/>
    <w:rsid w:val="00354C08"/>
    <w:rsid w:val="00354CB8"/>
    <w:rsid w:val="0035525E"/>
    <w:rsid w:val="003552DE"/>
    <w:rsid w:val="00355363"/>
    <w:rsid w:val="003557C1"/>
    <w:rsid w:val="00355B97"/>
    <w:rsid w:val="00356243"/>
    <w:rsid w:val="0035702E"/>
    <w:rsid w:val="00357139"/>
    <w:rsid w:val="00357900"/>
    <w:rsid w:val="003602C6"/>
    <w:rsid w:val="00360998"/>
    <w:rsid w:val="00360C55"/>
    <w:rsid w:val="00360E98"/>
    <w:rsid w:val="00361A41"/>
    <w:rsid w:val="0036278A"/>
    <w:rsid w:val="003648CC"/>
    <w:rsid w:val="00364C9B"/>
    <w:rsid w:val="0036572C"/>
    <w:rsid w:val="00365FFD"/>
    <w:rsid w:val="003704E7"/>
    <w:rsid w:val="00370563"/>
    <w:rsid w:val="0037087B"/>
    <w:rsid w:val="0037096B"/>
    <w:rsid w:val="003738AB"/>
    <w:rsid w:val="00373904"/>
    <w:rsid w:val="003750BB"/>
    <w:rsid w:val="0037561A"/>
    <w:rsid w:val="00375C2C"/>
    <w:rsid w:val="003760F4"/>
    <w:rsid w:val="003761AD"/>
    <w:rsid w:val="00376E78"/>
    <w:rsid w:val="003772BB"/>
    <w:rsid w:val="003777B9"/>
    <w:rsid w:val="003777F4"/>
    <w:rsid w:val="00380186"/>
    <w:rsid w:val="0038046A"/>
    <w:rsid w:val="003804CF"/>
    <w:rsid w:val="003805F1"/>
    <w:rsid w:val="00381293"/>
    <w:rsid w:val="00381322"/>
    <w:rsid w:val="00381330"/>
    <w:rsid w:val="0038183A"/>
    <w:rsid w:val="00382EE6"/>
    <w:rsid w:val="00382FA5"/>
    <w:rsid w:val="00383B19"/>
    <w:rsid w:val="0038500B"/>
    <w:rsid w:val="00385EA6"/>
    <w:rsid w:val="00386010"/>
    <w:rsid w:val="00386ED8"/>
    <w:rsid w:val="00387326"/>
    <w:rsid w:val="00387D42"/>
    <w:rsid w:val="00390182"/>
    <w:rsid w:val="0039043F"/>
    <w:rsid w:val="00390AAE"/>
    <w:rsid w:val="00392CA5"/>
    <w:rsid w:val="00392E09"/>
    <w:rsid w:val="003931E7"/>
    <w:rsid w:val="00393EE5"/>
    <w:rsid w:val="00394236"/>
    <w:rsid w:val="003948A0"/>
    <w:rsid w:val="00394CDA"/>
    <w:rsid w:val="00394FD3"/>
    <w:rsid w:val="003955F1"/>
    <w:rsid w:val="003959A1"/>
    <w:rsid w:val="00395C2C"/>
    <w:rsid w:val="0039629F"/>
    <w:rsid w:val="00396436"/>
    <w:rsid w:val="00396739"/>
    <w:rsid w:val="00396CF0"/>
    <w:rsid w:val="00396E50"/>
    <w:rsid w:val="00396F00"/>
    <w:rsid w:val="003978DD"/>
    <w:rsid w:val="00397B2E"/>
    <w:rsid w:val="003A0C2B"/>
    <w:rsid w:val="003A10F5"/>
    <w:rsid w:val="003A1166"/>
    <w:rsid w:val="003A1863"/>
    <w:rsid w:val="003A206F"/>
    <w:rsid w:val="003A21E2"/>
    <w:rsid w:val="003A2815"/>
    <w:rsid w:val="003A2BF8"/>
    <w:rsid w:val="003A43AD"/>
    <w:rsid w:val="003A618F"/>
    <w:rsid w:val="003A6460"/>
    <w:rsid w:val="003A6AFC"/>
    <w:rsid w:val="003A6F5F"/>
    <w:rsid w:val="003A7555"/>
    <w:rsid w:val="003A7817"/>
    <w:rsid w:val="003B18BC"/>
    <w:rsid w:val="003B2514"/>
    <w:rsid w:val="003B25A3"/>
    <w:rsid w:val="003B2756"/>
    <w:rsid w:val="003B2AC2"/>
    <w:rsid w:val="003B2E61"/>
    <w:rsid w:val="003B3098"/>
    <w:rsid w:val="003B35E5"/>
    <w:rsid w:val="003B3CC6"/>
    <w:rsid w:val="003B413B"/>
    <w:rsid w:val="003B4507"/>
    <w:rsid w:val="003B49B1"/>
    <w:rsid w:val="003B5C60"/>
    <w:rsid w:val="003B60CF"/>
    <w:rsid w:val="003B6836"/>
    <w:rsid w:val="003B6DE6"/>
    <w:rsid w:val="003B746E"/>
    <w:rsid w:val="003B7E25"/>
    <w:rsid w:val="003B7FC7"/>
    <w:rsid w:val="003C05F1"/>
    <w:rsid w:val="003C0C81"/>
    <w:rsid w:val="003C0DB1"/>
    <w:rsid w:val="003C11C5"/>
    <w:rsid w:val="003C14E1"/>
    <w:rsid w:val="003C3441"/>
    <w:rsid w:val="003C4513"/>
    <w:rsid w:val="003C5455"/>
    <w:rsid w:val="003D002C"/>
    <w:rsid w:val="003D0B46"/>
    <w:rsid w:val="003D1659"/>
    <w:rsid w:val="003D16A2"/>
    <w:rsid w:val="003D2345"/>
    <w:rsid w:val="003D23ED"/>
    <w:rsid w:val="003D291C"/>
    <w:rsid w:val="003D29C1"/>
    <w:rsid w:val="003D2AC2"/>
    <w:rsid w:val="003D3096"/>
    <w:rsid w:val="003D39ED"/>
    <w:rsid w:val="003D50C4"/>
    <w:rsid w:val="003D57F2"/>
    <w:rsid w:val="003D63F2"/>
    <w:rsid w:val="003D7663"/>
    <w:rsid w:val="003D7703"/>
    <w:rsid w:val="003E0A49"/>
    <w:rsid w:val="003E158A"/>
    <w:rsid w:val="003E1D09"/>
    <w:rsid w:val="003E24C7"/>
    <w:rsid w:val="003E28D4"/>
    <w:rsid w:val="003E3887"/>
    <w:rsid w:val="003E39A1"/>
    <w:rsid w:val="003E4000"/>
    <w:rsid w:val="003E411B"/>
    <w:rsid w:val="003E4576"/>
    <w:rsid w:val="003E4D00"/>
    <w:rsid w:val="003E4DD6"/>
    <w:rsid w:val="003E4F9D"/>
    <w:rsid w:val="003E5273"/>
    <w:rsid w:val="003E539A"/>
    <w:rsid w:val="003E555C"/>
    <w:rsid w:val="003E60EC"/>
    <w:rsid w:val="003E6CD1"/>
    <w:rsid w:val="003E7979"/>
    <w:rsid w:val="003F0FF8"/>
    <w:rsid w:val="003F24C4"/>
    <w:rsid w:val="003F2C0D"/>
    <w:rsid w:val="003F365A"/>
    <w:rsid w:val="003F4F18"/>
    <w:rsid w:val="003F5511"/>
    <w:rsid w:val="003F6444"/>
    <w:rsid w:val="003F6C69"/>
    <w:rsid w:val="003F7026"/>
    <w:rsid w:val="003F73BE"/>
    <w:rsid w:val="003F7ACE"/>
    <w:rsid w:val="0040002F"/>
    <w:rsid w:val="00400DC6"/>
    <w:rsid w:val="004014B0"/>
    <w:rsid w:val="00403D29"/>
    <w:rsid w:val="00404DB7"/>
    <w:rsid w:val="004053B1"/>
    <w:rsid w:val="00406D46"/>
    <w:rsid w:val="004075BC"/>
    <w:rsid w:val="00407A22"/>
    <w:rsid w:val="00407BCF"/>
    <w:rsid w:val="00407EE9"/>
    <w:rsid w:val="00410DA2"/>
    <w:rsid w:val="00411487"/>
    <w:rsid w:val="004114C1"/>
    <w:rsid w:val="00411830"/>
    <w:rsid w:val="00411AFF"/>
    <w:rsid w:val="00411D3C"/>
    <w:rsid w:val="00411F24"/>
    <w:rsid w:val="004127CC"/>
    <w:rsid w:val="0041468B"/>
    <w:rsid w:val="00414BE2"/>
    <w:rsid w:val="00415DFB"/>
    <w:rsid w:val="004162FA"/>
    <w:rsid w:val="004164AA"/>
    <w:rsid w:val="0041682A"/>
    <w:rsid w:val="00416BCE"/>
    <w:rsid w:val="00416FE5"/>
    <w:rsid w:val="00417908"/>
    <w:rsid w:val="00417F7B"/>
    <w:rsid w:val="004202EB"/>
    <w:rsid w:val="00420375"/>
    <w:rsid w:val="0042047D"/>
    <w:rsid w:val="00420ABA"/>
    <w:rsid w:val="00421238"/>
    <w:rsid w:val="004218D5"/>
    <w:rsid w:val="00422095"/>
    <w:rsid w:val="00422830"/>
    <w:rsid w:val="00422E35"/>
    <w:rsid w:val="00423555"/>
    <w:rsid w:val="00424A54"/>
    <w:rsid w:val="0042590E"/>
    <w:rsid w:val="00425C46"/>
    <w:rsid w:val="00425E0B"/>
    <w:rsid w:val="004261EE"/>
    <w:rsid w:val="004264E3"/>
    <w:rsid w:val="0042651A"/>
    <w:rsid w:val="0042759C"/>
    <w:rsid w:val="004279A7"/>
    <w:rsid w:val="00431670"/>
    <w:rsid w:val="00431921"/>
    <w:rsid w:val="00431CF9"/>
    <w:rsid w:val="00432748"/>
    <w:rsid w:val="00432C33"/>
    <w:rsid w:val="00432F12"/>
    <w:rsid w:val="00432F62"/>
    <w:rsid w:val="00433525"/>
    <w:rsid w:val="00433894"/>
    <w:rsid w:val="00433898"/>
    <w:rsid w:val="00433EFC"/>
    <w:rsid w:val="004352AC"/>
    <w:rsid w:val="004356A5"/>
    <w:rsid w:val="00435DE3"/>
    <w:rsid w:val="00436453"/>
    <w:rsid w:val="004366E6"/>
    <w:rsid w:val="00436F56"/>
    <w:rsid w:val="00437AD7"/>
    <w:rsid w:val="0044022C"/>
    <w:rsid w:val="00440692"/>
    <w:rsid w:val="00442151"/>
    <w:rsid w:val="004428CD"/>
    <w:rsid w:val="00442B10"/>
    <w:rsid w:val="00442FDD"/>
    <w:rsid w:val="0044315A"/>
    <w:rsid w:val="004452EC"/>
    <w:rsid w:val="004454F0"/>
    <w:rsid w:val="00445BFD"/>
    <w:rsid w:val="004461C9"/>
    <w:rsid w:val="0044742D"/>
    <w:rsid w:val="00447CB3"/>
    <w:rsid w:val="00450CA3"/>
    <w:rsid w:val="00452964"/>
    <w:rsid w:val="00452A5C"/>
    <w:rsid w:val="00452BD6"/>
    <w:rsid w:val="00452D28"/>
    <w:rsid w:val="004534BF"/>
    <w:rsid w:val="0045478B"/>
    <w:rsid w:val="004548F6"/>
    <w:rsid w:val="0045496C"/>
    <w:rsid w:val="00454BA2"/>
    <w:rsid w:val="004551CE"/>
    <w:rsid w:val="00455CD1"/>
    <w:rsid w:val="00456F39"/>
    <w:rsid w:val="0045760D"/>
    <w:rsid w:val="004577D5"/>
    <w:rsid w:val="00457A31"/>
    <w:rsid w:val="00457CDD"/>
    <w:rsid w:val="00461319"/>
    <w:rsid w:val="0046147F"/>
    <w:rsid w:val="0046151C"/>
    <w:rsid w:val="0046157F"/>
    <w:rsid w:val="0046228A"/>
    <w:rsid w:val="00462D32"/>
    <w:rsid w:val="004636C7"/>
    <w:rsid w:val="00463C1A"/>
    <w:rsid w:val="004646D3"/>
    <w:rsid w:val="00464772"/>
    <w:rsid w:val="00464F59"/>
    <w:rsid w:val="00465394"/>
    <w:rsid w:val="00467582"/>
    <w:rsid w:val="00467A27"/>
    <w:rsid w:val="004726C3"/>
    <w:rsid w:val="00472CFF"/>
    <w:rsid w:val="00472E66"/>
    <w:rsid w:val="00472EF6"/>
    <w:rsid w:val="00473271"/>
    <w:rsid w:val="004734C5"/>
    <w:rsid w:val="00473C8B"/>
    <w:rsid w:val="0047427C"/>
    <w:rsid w:val="00474920"/>
    <w:rsid w:val="00475031"/>
    <w:rsid w:val="004753B4"/>
    <w:rsid w:val="00475E8E"/>
    <w:rsid w:val="00476CF8"/>
    <w:rsid w:val="00476E9B"/>
    <w:rsid w:val="004777E5"/>
    <w:rsid w:val="00480D2B"/>
    <w:rsid w:val="004811C8"/>
    <w:rsid w:val="00481325"/>
    <w:rsid w:val="004813F1"/>
    <w:rsid w:val="00481648"/>
    <w:rsid w:val="004819D0"/>
    <w:rsid w:val="00483107"/>
    <w:rsid w:val="00483804"/>
    <w:rsid w:val="00483C1D"/>
    <w:rsid w:val="00485515"/>
    <w:rsid w:val="00485B4A"/>
    <w:rsid w:val="0048699E"/>
    <w:rsid w:val="00490991"/>
    <w:rsid w:val="00490D83"/>
    <w:rsid w:val="00490F10"/>
    <w:rsid w:val="00491FA8"/>
    <w:rsid w:val="00492260"/>
    <w:rsid w:val="00492787"/>
    <w:rsid w:val="0049288D"/>
    <w:rsid w:val="004936C0"/>
    <w:rsid w:val="00494592"/>
    <w:rsid w:val="00494F98"/>
    <w:rsid w:val="0049626A"/>
    <w:rsid w:val="004962A5"/>
    <w:rsid w:val="00496399"/>
    <w:rsid w:val="004963E2"/>
    <w:rsid w:val="004967DD"/>
    <w:rsid w:val="00497233"/>
    <w:rsid w:val="00497DC3"/>
    <w:rsid w:val="004A02A7"/>
    <w:rsid w:val="004A1568"/>
    <w:rsid w:val="004A1696"/>
    <w:rsid w:val="004A1975"/>
    <w:rsid w:val="004A1C62"/>
    <w:rsid w:val="004A1EE7"/>
    <w:rsid w:val="004A2079"/>
    <w:rsid w:val="004A2247"/>
    <w:rsid w:val="004A2571"/>
    <w:rsid w:val="004A31BE"/>
    <w:rsid w:val="004A37DB"/>
    <w:rsid w:val="004A3EF0"/>
    <w:rsid w:val="004A42D0"/>
    <w:rsid w:val="004A45B3"/>
    <w:rsid w:val="004A4AFB"/>
    <w:rsid w:val="004A4BB6"/>
    <w:rsid w:val="004A5A8D"/>
    <w:rsid w:val="004A6AC7"/>
    <w:rsid w:val="004A7835"/>
    <w:rsid w:val="004A789B"/>
    <w:rsid w:val="004A7B78"/>
    <w:rsid w:val="004B0FD9"/>
    <w:rsid w:val="004B1088"/>
    <w:rsid w:val="004B16CC"/>
    <w:rsid w:val="004B1909"/>
    <w:rsid w:val="004B2C9E"/>
    <w:rsid w:val="004B366B"/>
    <w:rsid w:val="004B5B41"/>
    <w:rsid w:val="004B5C61"/>
    <w:rsid w:val="004B5ED4"/>
    <w:rsid w:val="004B74B7"/>
    <w:rsid w:val="004B74D4"/>
    <w:rsid w:val="004B77FD"/>
    <w:rsid w:val="004B7870"/>
    <w:rsid w:val="004B7CC5"/>
    <w:rsid w:val="004C097A"/>
    <w:rsid w:val="004C198B"/>
    <w:rsid w:val="004C28A9"/>
    <w:rsid w:val="004C2902"/>
    <w:rsid w:val="004C2DE3"/>
    <w:rsid w:val="004C2FD7"/>
    <w:rsid w:val="004C2FE0"/>
    <w:rsid w:val="004C30C7"/>
    <w:rsid w:val="004C4A6C"/>
    <w:rsid w:val="004C5ADD"/>
    <w:rsid w:val="004C698F"/>
    <w:rsid w:val="004C75EB"/>
    <w:rsid w:val="004C7B3D"/>
    <w:rsid w:val="004C7C82"/>
    <w:rsid w:val="004C7DEE"/>
    <w:rsid w:val="004D1C8E"/>
    <w:rsid w:val="004D23FC"/>
    <w:rsid w:val="004D2C1F"/>
    <w:rsid w:val="004D3096"/>
    <w:rsid w:val="004D3285"/>
    <w:rsid w:val="004D379E"/>
    <w:rsid w:val="004D4D25"/>
    <w:rsid w:val="004D671B"/>
    <w:rsid w:val="004D6AAA"/>
    <w:rsid w:val="004D7383"/>
    <w:rsid w:val="004D776A"/>
    <w:rsid w:val="004E24FD"/>
    <w:rsid w:val="004E2DAA"/>
    <w:rsid w:val="004E2F71"/>
    <w:rsid w:val="004E35E9"/>
    <w:rsid w:val="004E3756"/>
    <w:rsid w:val="004E3E70"/>
    <w:rsid w:val="004E49F2"/>
    <w:rsid w:val="004E503A"/>
    <w:rsid w:val="004E5514"/>
    <w:rsid w:val="004E5825"/>
    <w:rsid w:val="004E5D18"/>
    <w:rsid w:val="004E628A"/>
    <w:rsid w:val="004E690B"/>
    <w:rsid w:val="004E74E3"/>
    <w:rsid w:val="004E76CD"/>
    <w:rsid w:val="004E7C7D"/>
    <w:rsid w:val="004F03BE"/>
    <w:rsid w:val="004F06C1"/>
    <w:rsid w:val="004F0E50"/>
    <w:rsid w:val="004F118A"/>
    <w:rsid w:val="004F136D"/>
    <w:rsid w:val="004F18F2"/>
    <w:rsid w:val="004F2174"/>
    <w:rsid w:val="004F34BD"/>
    <w:rsid w:val="004F364A"/>
    <w:rsid w:val="004F3B4C"/>
    <w:rsid w:val="004F4748"/>
    <w:rsid w:val="004F4C4E"/>
    <w:rsid w:val="004F5240"/>
    <w:rsid w:val="004F5334"/>
    <w:rsid w:val="004F69C4"/>
    <w:rsid w:val="004F712D"/>
    <w:rsid w:val="004F75ED"/>
    <w:rsid w:val="004F7AA2"/>
    <w:rsid w:val="00500BFF"/>
    <w:rsid w:val="00501B22"/>
    <w:rsid w:val="00502AC6"/>
    <w:rsid w:val="00502DFB"/>
    <w:rsid w:val="005030E0"/>
    <w:rsid w:val="00504FAE"/>
    <w:rsid w:val="00505523"/>
    <w:rsid w:val="005059B0"/>
    <w:rsid w:val="00505FB4"/>
    <w:rsid w:val="005071B3"/>
    <w:rsid w:val="0050781A"/>
    <w:rsid w:val="00507E15"/>
    <w:rsid w:val="005104C5"/>
    <w:rsid w:val="005106ED"/>
    <w:rsid w:val="005108EE"/>
    <w:rsid w:val="00510CB4"/>
    <w:rsid w:val="005113FB"/>
    <w:rsid w:val="005114F3"/>
    <w:rsid w:val="00511902"/>
    <w:rsid w:val="00512400"/>
    <w:rsid w:val="00514124"/>
    <w:rsid w:val="0051474D"/>
    <w:rsid w:val="00514756"/>
    <w:rsid w:val="00515999"/>
    <w:rsid w:val="00515C45"/>
    <w:rsid w:val="00515E54"/>
    <w:rsid w:val="005169EA"/>
    <w:rsid w:val="00516DDC"/>
    <w:rsid w:val="00520B63"/>
    <w:rsid w:val="005221A3"/>
    <w:rsid w:val="00522940"/>
    <w:rsid w:val="00522961"/>
    <w:rsid w:val="00522B6B"/>
    <w:rsid w:val="00522C69"/>
    <w:rsid w:val="00522C81"/>
    <w:rsid w:val="0052369F"/>
    <w:rsid w:val="00523D14"/>
    <w:rsid w:val="0052431E"/>
    <w:rsid w:val="00524A3A"/>
    <w:rsid w:val="00524F7E"/>
    <w:rsid w:val="00526608"/>
    <w:rsid w:val="00526FC5"/>
    <w:rsid w:val="00527193"/>
    <w:rsid w:val="00527AFE"/>
    <w:rsid w:val="005300ED"/>
    <w:rsid w:val="005315DE"/>
    <w:rsid w:val="00531BF9"/>
    <w:rsid w:val="00531F75"/>
    <w:rsid w:val="0053228C"/>
    <w:rsid w:val="005331D5"/>
    <w:rsid w:val="005347EE"/>
    <w:rsid w:val="00535C97"/>
    <w:rsid w:val="00536AD3"/>
    <w:rsid w:val="00536FFE"/>
    <w:rsid w:val="00540E2C"/>
    <w:rsid w:val="00541421"/>
    <w:rsid w:val="00541637"/>
    <w:rsid w:val="00541CFA"/>
    <w:rsid w:val="0054264F"/>
    <w:rsid w:val="0054284D"/>
    <w:rsid w:val="00542E24"/>
    <w:rsid w:val="00543645"/>
    <w:rsid w:val="00544432"/>
    <w:rsid w:val="00544857"/>
    <w:rsid w:val="005454F7"/>
    <w:rsid w:val="00545A53"/>
    <w:rsid w:val="00546417"/>
    <w:rsid w:val="005468E8"/>
    <w:rsid w:val="005469FE"/>
    <w:rsid w:val="00546CFD"/>
    <w:rsid w:val="00547A32"/>
    <w:rsid w:val="0054FDEE"/>
    <w:rsid w:val="00550495"/>
    <w:rsid w:val="005518BB"/>
    <w:rsid w:val="005519BC"/>
    <w:rsid w:val="00551B17"/>
    <w:rsid w:val="00551C74"/>
    <w:rsid w:val="00551CE3"/>
    <w:rsid w:val="0055240D"/>
    <w:rsid w:val="00552655"/>
    <w:rsid w:val="005527F5"/>
    <w:rsid w:val="00553591"/>
    <w:rsid w:val="00554553"/>
    <w:rsid w:val="005558A6"/>
    <w:rsid w:val="0055594F"/>
    <w:rsid w:val="00555D75"/>
    <w:rsid w:val="00556300"/>
    <w:rsid w:val="00556791"/>
    <w:rsid w:val="00560677"/>
    <w:rsid w:val="00561D2F"/>
    <w:rsid w:val="005626BF"/>
    <w:rsid w:val="00562ACA"/>
    <w:rsid w:val="005637E8"/>
    <w:rsid w:val="00563DC4"/>
    <w:rsid w:val="005644C3"/>
    <w:rsid w:val="00564B33"/>
    <w:rsid w:val="005650D5"/>
    <w:rsid w:val="005653B1"/>
    <w:rsid w:val="0056547B"/>
    <w:rsid w:val="00565776"/>
    <w:rsid w:val="00565921"/>
    <w:rsid w:val="00565F28"/>
    <w:rsid w:val="00565FC2"/>
    <w:rsid w:val="00566335"/>
    <w:rsid w:val="0056683C"/>
    <w:rsid w:val="0056693C"/>
    <w:rsid w:val="00567065"/>
    <w:rsid w:val="0056741D"/>
    <w:rsid w:val="00567EA2"/>
    <w:rsid w:val="0057041D"/>
    <w:rsid w:val="00570789"/>
    <w:rsid w:val="0057098A"/>
    <w:rsid w:val="00571173"/>
    <w:rsid w:val="00571725"/>
    <w:rsid w:val="00572557"/>
    <w:rsid w:val="005737E1"/>
    <w:rsid w:val="00574E8D"/>
    <w:rsid w:val="00574F21"/>
    <w:rsid w:val="0057519A"/>
    <w:rsid w:val="0057524A"/>
    <w:rsid w:val="005760DF"/>
    <w:rsid w:val="00576F8C"/>
    <w:rsid w:val="00577910"/>
    <w:rsid w:val="00577A4C"/>
    <w:rsid w:val="00580863"/>
    <w:rsid w:val="005809CB"/>
    <w:rsid w:val="00580F50"/>
    <w:rsid w:val="00581459"/>
    <w:rsid w:val="00581ABB"/>
    <w:rsid w:val="00582320"/>
    <w:rsid w:val="005824B9"/>
    <w:rsid w:val="0058323B"/>
    <w:rsid w:val="00583B91"/>
    <w:rsid w:val="00583E36"/>
    <w:rsid w:val="005840E3"/>
    <w:rsid w:val="00584123"/>
    <w:rsid w:val="005849BE"/>
    <w:rsid w:val="00584F03"/>
    <w:rsid w:val="00584FAC"/>
    <w:rsid w:val="00585358"/>
    <w:rsid w:val="00585400"/>
    <w:rsid w:val="00585DC4"/>
    <w:rsid w:val="005860E4"/>
    <w:rsid w:val="00586978"/>
    <w:rsid w:val="00586B3A"/>
    <w:rsid w:val="00586C0D"/>
    <w:rsid w:val="00587239"/>
    <w:rsid w:val="005904B8"/>
    <w:rsid w:val="00590905"/>
    <w:rsid w:val="005909C7"/>
    <w:rsid w:val="0059125A"/>
    <w:rsid w:val="00592A8A"/>
    <w:rsid w:val="0059378B"/>
    <w:rsid w:val="00593F4A"/>
    <w:rsid w:val="00594155"/>
    <w:rsid w:val="005942E9"/>
    <w:rsid w:val="00594EAB"/>
    <w:rsid w:val="00595247"/>
    <w:rsid w:val="00595631"/>
    <w:rsid w:val="00597291"/>
    <w:rsid w:val="005A017B"/>
    <w:rsid w:val="005A03E8"/>
    <w:rsid w:val="005A0425"/>
    <w:rsid w:val="005A0812"/>
    <w:rsid w:val="005A0EFA"/>
    <w:rsid w:val="005A1B93"/>
    <w:rsid w:val="005A1E01"/>
    <w:rsid w:val="005A1E77"/>
    <w:rsid w:val="005A27B3"/>
    <w:rsid w:val="005A2BA6"/>
    <w:rsid w:val="005A2D7E"/>
    <w:rsid w:val="005A3468"/>
    <w:rsid w:val="005A36E8"/>
    <w:rsid w:val="005A4B68"/>
    <w:rsid w:val="005A6E83"/>
    <w:rsid w:val="005A712B"/>
    <w:rsid w:val="005A71F2"/>
    <w:rsid w:val="005B0B5F"/>
    <w:rsid w:val="005B15B4"/>
    <w:rsid w:val="005B21BC"/>
    <w:rsid w:val="005B22CD"/>
    <w:rsid w:val="005B2B09"/>
    <w:rsid w:val="005B39B5"/>
    <w:rsid w:val="005B3E65"/>
    <w:rsid w:val="005B3E7C"/>
    <w:rsid w:val="005B5C3A"/>
    <w:rsid w:val="005B63CC"/>
    <w:rsid w:val="005B696D"/>
    <w:rsid w:val="005B7148"/>
    <w:rsid w:val="005B730E"/>
    <w:rsid w:val="005B73EA"/>
    <w:rsid w:val="005B7EB6"/>
    <w:rsid w:val="005C03A2"/>
    <w:rsid w:val="005C0F39"/>
    <w:rsid w:val="005C12B5"/>
    <w:rsid w:val="005C23C9"/>
    <w:rsid w:val="005C28F2"/>
    <w:rsid w:val="005C2C31"/>
    <w:rsid w:val="005C346C"/>
    <w:rsid w:val="005C49CF"/>
    <w:rsid w:val="005C52D3"/>
    <w:rsid w:val="005C5C83"/>
    <w:rsid w:val="005C77E7"/>
    <w:rsid w:val="005C78A3"/>
    <w:rsid w:val="005D0182"/>
    <w:rsid w:val="005D0F42"/>
    <w:rsid w:val="005D1197"/>
    <w:rsid w:val="005D183E"/>
    <w:rsid w:val="005D186B"/>
    <w:rsid w:val="005D35E6"/>
    <w:rsid w:val="005D388A"/>
    <w:rsid w:val="005D4B52"/>
    <w:rsid w:val="005D4D3D"/>
    <w:rsid w:val="005D4FB5"/>
    <w:rsid w:val="005D568C"/>
    <w:rsid w:val="005D6118"/>
    <w:rsid w:val="005D6F99"/>
    <w:rsid w:val="005D7A52"/>
    <w:rsid w:val="005D7A8D"/>
    <w:rsid w:val="005D7EA7"/>
    <w:rsid w:val="005E0516"/>
    <w:rsid w:val="005E0CDA"/>
    <w:rsid w:val="005E1C06"/>
    <w:rsid w:val="005E39E7"/>
    <w:rsid w:val="005E45E7"/>
    <w:rsid w:val="005E53AC"/>
    <w:rsid w:val="005E560C"/>
    <w:rsid w:val="005E5642"/>
    <w:rsid w:val="005E6DBC"/>
    <w:rsid w:val="005F02CA"/>
    <w:rsid w:val="005F070A"/>
    <w:rsid w:val="005F0785"/>
    <w:rsid w:val="005F104D"/>
    <w:rsid w:val="005F1D09"/>
    <w:rsid w:val="005F1E2E"/>
    <w:rsid w:val="005F3E50"/>
    <w:rsid w:val="005F46BE"/>
    <w:rsid w:val="005F487E"/>
    <w:rsid w:val="005F48A6"/>
    <w:rsid w:val="005F5192"/>
    <w:rsid w:val="005F55AA"/>
    <w:rsid w:val="005F578F"/>
    <w:rsid w:val="005F60F0"/>
    <w:rsid w:val="005F6917"/>
    <w:rsid w:val="005F78E8"/>
    <w:rsid w:val="005F7E35"/>
    <w:rsid w:val="00600115"/>
    <w:rsid w:val="00600858"/>
    <w:rsid w:val="00601CA8"/>
    <w:rsid w:val="00602B56"/>
    <w:rsid w:val="00602BF2"/>
    <w:rsid w:val="00603247"/>
    <w:rsid w:val="00603E66"/>
    <w:rsid w:val="00604844"/>
    <w:rsid w:val="00605122"/>
    <w:rsid w:val="00605998"/>
    <w:rsid w:val="00605BBB"/>
    <w:rsid w:val="00605F3E"/>
    <w:rsid w:val="006066AD"/>
    <w:rsid w:val="006070F5"/>
    <w:rsid w:val="00607E50"/>
    <w:rsid w:val="00607E6E"/>
    <w:rsid w:val="00610E47"/>
    <w:rsid w:val="00613B27"/>
    <w:rsid w:val="006145ED"/>
    <w:rsid w:val="0061495D"/>
    <w:rsid w:val="006150F3"/>
    <w:rsid w:val="006158B6"/>
    <w:rsid w:val="00615EC9"/>
    <w:rsid w:val="00616168"/>
    <w:rsid w:val="00616D26"/>
    <w:rsid w:val="006178B4"/>
    <w:rsid w:val="00620366"/>
    <w:rsid w:val="00621462"/>
    <w:rsid w:val="00621AEF"/>
    <w:rsid w:val="00621BD8"/>
    <w:rsid w:val="00621E08"/>
    <w:rsid w:val="00622E09"/>
    <w:rsid w:val="0062355E"/>
    <w:rsid w:val="006238F0"/>
    <w:rsid w:val="00624E46"/>
    <w:rsid w:val="0062689F"/>
    <w:rsid w:val="00626CFB"/>
    <w:rsid w:val="0062700D"/>
    <w:rsid w:val="006300AD"/>
    <w:rsid w:val="00630822"/>
    <w:rsid w:val="0063096F"/>
    <w:rsid w:val="00631988"/>
    <w:rsid w:val="00631CF1"/>
    <w:rsid w:val="00632DB2"/>
    <w:rsid w:val="00633080"/>
    <w:rsid w:val="00633B15"/>
    <w:rsid w:val="00635794"/>
    <w:rsid w:val="00636633"/>
    <w:rsid w:val="006368E7"/>
    <w:rsid w:val="00636991"/>
    <w:rsid w:val="0063711A"/>
    <w:rsid w:val="0063776C"/>
    <w:rsid w:val="00637AEB"/>
    <w:rsid w:val="00640DDD"/>
    <w:rsid w:val="006428D5"/>
    <w:rsid w:val="0064343E"/>
    <w:rsid w:val="00643F44"/>
    <w:rsid w:val="00644871"/>
    <w:rsid w:val="00644AEA"/>
    <w:rsid w:val="00644E50"/>
    <w:rsid w:val="006456FC"/>
    <w:rsid w:val="006461FC"/>
    <w:rsid w:val="0064692A"/>
    <w:rsid w:val="00646D6D"/>
    <w:rsid w:val="00646EF0"/>
    <w:rsid w:val="00647B07"/>
    <w:rsid w:val="00647D1C"/>
    <w:rsid w:val="00647DBC"/>
    <w:rsid w:val="0065129C"/>
    <w:rsid w:val="0065160D"/>
    <w:rsid w:val="0065179D"/>
    <w:rsid w:val="0065230F"/>
    <w:rsid w:val="006524BF"/>
    <w:rsid w:val="00652A01"/>
    <w:rsid w:val="00652DE8"/>
    <w:rsid w:val="00652F9E"/>
    <w:rsid w:val="00653035"/>
    <w:rsid w:val="006540A2"/>
    <w:rsid w:val="00654C15"/>
    <w:rsid w:val="00655843"/>
    <w:rsid w:val="0065623D"/>
    <w:rsid w:val="006571F1"/>
    <w:rsid w:val="00657326"/>
    <w:rsid w:val="0065738A"/>
    <w:rsid w:val="006573BB"/>
    <w:rsid w:val="006605F9"/>
    <w:rsid w:val="00661E71"/>
    <w:rsid w:val="006632C0"/>
    <w:rsid w:val="00663C62"/>
    <w:rsid w:val="00666F8C"/>
    <w:rsid w:val="00667184"/>
    <w:rsid w:val="006677D7"/>
    <w:rsid w:val="0066A804"/>
    <w:rsid w:val="006700AB"/>
    <w:rsid w:val="0067048B"/>
    <w:rsid w:val="00672021"/>
    <w:rsid w:val="006721B8"/>
    <w:rsid w:val="00672E5B"/>
    <w:rsid w:val="006738EC"/>
    <w:rsid w:val="00673CD5"/>
    <w:rsid w:val="00674915"/>
    <w:rsid w:val="0067569B"/>
    <w:rsid w:val="00675BB6"/>
    <w:rsid w:val="00676A43"/>
    <w:rsid w:val="00677264"/>
    <w:rsid w:val="00677809"/>
    <w:rsid w:val="00677BEB"/>
    <w:rsid w:val="0068087F"/>
    <w:rsid w:val="00680E98"/>
    <w:rsid w:val="00681779"/>
    <w:rsid w:val="00681833"/>
    <w:rsid w:val="00681CB5"/>
    <w:rsid w:val="0068343E"/>
    <w:rsid w:val="00683834"/>
    <w:rsid w:val="006849E4"/>
    <w:rsid w:val="006850FF"/>
    <w:rsid w:val="006859DB"/>
    <w:rsid w:val="00685F21"/>
    <w:rsid w:val="006861D8"/>
    <w:rsid w:val="00690E0A"/>
    <w:rsid w:val="00692391"/>
    <w:rsid w:val="0069279A"/>
    <w:rsid w:val="00693017"/>
    <w:rsid w:val="0069306B"/>
    <w:rsid w:val="0069314E"/>
    <w:rsid w:val="00694C37"/>
    <w:rsid w:val="00695567"/>
    <w:rsid w:val="00696A01"/>
    <w:rsid w:val="00696D24"/>
    <w:rsid w:val="00696D6E"/>
    <w:rsid w:val="00697EEF"/>
    <w:rsid w:val="006A0662"/>
    <w:rsid w:val="006A1023"/>
    <w:rsid w:val="006A26B9"/>
    <w:rsid w:val="006A3EB8"/>
    <w:rsid w:val="006A424E"/>
    <w:rsid w:val="006A456E"/>
    <w:rsid w:val="006A4B2E"/>
    <w:rsid w:val="006A4FBC"/>
    <w:rsid w:val="006A5041"/>
    <w:rsid w:val="006A5E57"/>
    <w:rsid w:val="006A69EB"/>
    <w:rsid w:val="006A7848"/>
    <w:rsid w:val="006A7970"/>
    <w:rsid w:val="006A7A77"/>
    <w:rsid w:val="006A7B8B"/>
    <w:rsid w:val="006B0E9E"/>
    <w:rsid w:val="006B131F"/>
    <w:rsid w:val="006B16D7"/>
    <w:rsid w:val="006B2392"/>
    <w:rsid w:val="006B321B"/>
    <w:rsid w:val="006B3C4E"/>
    <w:rsid w:val="006B42F7"/>
    <w:rsid w:val="006B4AB8"/>
    <w:rsid w:val="006B4EFE"/>
    <w:rsid w:val="006B58EA"/>
    <w:rsid w:val="006B5947"/>
    <w:rsid w:val="006B62C7"/>
    <w:rsid w:val="006B6813"/>
    <w:rsid w:val="006B7585"/>
    <w:rsid w:val="006B76FD"/>
    <w:rsid w:val="006B7A98"/>
    <w:rsid w:val="006C0329"/>
    <w:rsid w:val="006C03A4"/>
    <w:rsid w:val="006C04C0"/>
    <w:rsid w:val="006C09AC"/>
    <w:rsid w:val="006C2720"/>
    <w:rsid w:val="006C3026"/>
    <w:rsid w:val="006C5327"/>
    <w:rsid w:val="006C5528"/>
    <w:rsid w:val="006C6E7C"/>
    <w:rsid w:val="006D03B7"/>
    <w:rsid w:val="006D0924"/>
    <w:rsid w:val="006D0B0D"/>
    <w:rsid w:val="006D0C1A"/>
    <w:rsid w:val="006D0E25"/>
    <w:rsid w:val="006D1D33"/>
    <w:rsid w:val="006D25FA"/>
    <w:rsid w:val="006D3B1F"/>
    <w:rsid w:val="006D3E24"/>
    <w:rsid w:val="006D3F43"/>
    <w:rsid w:val="006D48C1"/>
    <w:rsid w:val="006D55AC"/>
    <w:rsid w:val="006D5EB8"/>
    <w:rsid w:val="006D5F4B"/>
    <w:rsid w:val="006D66B7"/>
    <w:rsid w:val="006D6C3F"/>
    <w:rsid w:val="006D7158"/>
    <w:rsid w:val="006D7C8D"/>
    <w:rsid w:val="006D7DD8"/>
    <w:rsid w:val="006E085E"/>
    <w:rsid w:val="006E0AD1"/>
    <w:rsid w:val="006E138F"/>
    <w:rsid w:val="006E2297"/>
    <w:rsid w:val="006E2560"/>
    <w:rsid w:val="006E2816"/>
    <w:rsid w:val="006E2909"/>
    <w:rsid w:val="006E3E34"/>
    <w:rsid w:val="006E3ED5"/>
    <w:rsid w:val="006E40CB"/>
    <w:rsid w:val="006E523F"/>
    <w:rsid w:val="006E534D"/>
    <w:rsid w:val="006E56A2"/>
    <w:rsid w:val="006E570A"/>
    <w:rsid w:val="006E5A04"/>
    <w:rsid w:val="006E5D30"/>
    <w:rsid w:val="006E5DE2"/>
    <w:rsid w:val="006E5E4F"/>
    <w:rsid w:val="006E7575"/>
    <w:rsid w:val="006F06E8"/>
    <w:rsid w:val="006F07AC"/>
    <w:rsid w:val="006F1574"/>
    <w:rsid w:val="006F2309"/>
    <w:rsid w:val="006F49C5"/>
    <w:rsid w:val="006F53AB"/>
    <w:rsid w:val="006F6752"/>
    <w:rsid w:val="006F69B9"/>
    <w:rsid w:val="006F6F6A"/>
    <w:rsid w:val="006F715A"/>
    <w:rsid w:val="006F7178"/>
    <w:rsid w:val="006F746A"/>
    <w:rsid w:val="00700398"/>
    <w:rsid w:val="00701D5F"/>
    <w:rsid w:val="00701F1B"/>
    <w:rsid w:val="00702A14"/>
    <w:rsid w:val="007036E9"/>
    <w:rsid w:val="0070402F"/>
    <w:rsid w:val="00704650"/>
    <w:rsid w:val="00704803"/>
    <w:rsid w:val="00705A03"/>
    <w:rsid w:val="007065D1"/>
    <w:rsid w:val="00706958"/>
    <w:rsid w:val="00707009"/>
    <w:rsid w:val="00707177"/>
    <w:rsid w:val="00707966"/>
    <w:rsid w:val="0071012D"/>
    <w:rsid w:val="0071069B"/>
    <w:rsid w:val="00712027"/>
    <w:rsid w:val="007130D0"/>
    <w:rsid w:val="00713369"/>
    <w:rsid w:val="007133F9"/>
    <w:rsid w:val="00713554"/>
    <w:rsid w:val="00713901"/>
    <w:rsid w:val="00713B08"/>
    <w:rsid w:val="00713C1C"/>
    <w:rsid w:val="00714026"/>
    <w:rsid w:val="007142B9"/>
    <w:rsid w:val="007145CC"/>
    <w:rsid w:val="00715136"/>
    <w:rsid w:val="0071514C"/>
    <w:rsid w:val="007153D3"/>
    <w:rsid w:val="007159BF"/>
    <w:rsid w:val="00715BF1"/>
    <w:rsid w:val="00717800"/>
    <w:rsid w:val="00717D43"/>
    <w:rsid w:val="00720082"/>
    <w:rsid w:val="0072082D"/>
    <w:rsid w:val="00721180"/>
    <w:rsid w:val="007215A8"/>
    <w:rsid w:val="00721677"/>
    <w:rsid w:val="0072210B"/>
    <w:rsid w:val="00722D9A"/>
    <w:rsid w:val="007237E4"/>
    <w:rsid w:val="00724D14"/>
    <w:rsid w:val="0072547B"/>
    <w:rsid w:val="007258A3"/>
    <w:rsid w:val="00726197"/>
    <w:rsid w:val="0072655F"/>
    <w:rsid w:val="007267A0"/>
    <w:rsid w:val="00727699"/>
    <w:rsid w:val="007279DA"/>
    <w:rsid w:val="00727E96"/>
    <w:rsid w:val="00730C9A"/>
    <w:rsid w:val="00730EC9"/>
    <w:rsid w:val="007318C0"/>
    <w:rsid w:val="00731A73"/>
    <w:rsid w:val="00732940"/>
    <w:rsid w:val="0073337B"/>
    <w:rsid w:val="00733388"/>
    <w:rsid w:val="00734E28"/>
    <w:rsid w:val="0073521E"/>
    <w:rsid w:val="007354A1"/>
    <w:rsid w:val="00735B33"/>
    <w:rsid w:val="0073600B"/>
    <w:rsid w:val="0073622B"/>
    <w:rsid w:val="0073746C"/>
    <w:rsid w:val="00737565"/>
    <w:rsid w:val="00737DDB"/>
    <w:rsid w:val="007435C4"/>
    <w:rsid w:val="007438CB"/>
    <w:rsid w:val="007442A7"/>
    <w:rsid w:val="0074536C"/>
    <w:rsid w:val="00745388"/>
    <w:rsid w:val="0074551E"/>
    <w:rsid w:val="007466EB"/>
    <w:rsid w:val="007467E4"/>
    <w:rsid w:val="00746A1C"/>
    <w:rsid w:val="00746A21"/>
    <w:rsid w:val="00747578"/>
    <w:rsid w:val="00750414"/>
    <w:rsid w:val="007508C7"/>
    <w:rsid w:val="00750DF4"/>
    <w:rsid w:val="00751068"/>
    <w:rsid w:val="00751F2E"/>
    <w:rsid w:val="00752284"/>
    <w:rsid w:val="00752367"/>
    <w:rsid w:val="00752558"/>
    <w:rsid w:val="00752804"/>
    <w:rsid w:val="00752913"/>
    <w:rsid w:val="007529E7"/>
    <w:rsid w:val="007534E9"/>
    <w:rsid w:val="0075359A"/>
    <w:rsid w:val="00753A8A"/>
    <w:rsid w:val="00754FA0"/>
    <w:rsid w:val="007558B2"/>
    <w:rsid w:val="007559EC"/>
    <w:rsid w:val="00757BA6"/>
    <w:rsid w:val="0076034D"/>
    <w:rsid w:val="007606F4"/>
    <w:rsid w:val="00760C4F"/>
    <w:rsid w:val="00761CC9"/>
    <w:rsid w:val="0076227C"/>
    <w:rsid w:val="00762A28"/>
    <w:rsid w:val="00762D5E"/>
    <w:rsid w:val="00763CDC"/>
    <w:rsid w:val="00764CE6"/>
    <w:rsid w:val="00764DF0"/>
    <w:rsid w:val="00764EFD"/>
    <w:rsid w:val="00767009"/>
    <w:rsid w:val="007673C3"/>
    <w:rsid w:val="00767415"/>
    <w:rsid w:val="007679D4"/>
    <w:rsid w:val="007700EA"/>
    <w:rsid w:val="00770609"/>
    <w:rsid w:val="00771EF1"/>
    <w:rsid w:val="0077219A"/>
    <w:rsid w:val="007730EA"/>
    <w:rsid w:val="00773103"/>
    <w:rsid w:val="007738E7"/>
    <w:rsid w:val="0077391D"/>
    <w:rsid w:val="00773CF3"/>
    <w:rsid w:val="00774800"/>
    <w:rsid w:val="0077512E"/>
    <w:rsid w:val="007752B1"/>
    <w:rsid w:val="00775372"/>
    <w:rsid w:val="00775980"/>
    <w:rsid w:val="00775BE1"/>
    <w:rsid w:val="007760A7"/>
    <w:rsid w:val="00776AA1"/>
    <w:rsid w:val="00777651"/>
    <w:rsid w:val="00777882"/>
    <w:rsid w:val="00777DD2"/>
    <w:rsid w:val="00777FEE"/>
    <w:rsid w:val="00780292"/>
    <w:rsid w:val="007804BA"/>
    <w:rsid w:val="0078064D"/>
    <w:rsid w:val="007807C7"/>
    <w:rsid w:val="00780C08"/>
    <w:rsid w:val="00780D59"/>
    <w:rsid w:val="007812C1"/>
    <w:rsid w:val="00781B80"/>
    <w:rsid w:val="00781D15"/>
    <w:rsid w:val="00781D98"/>
    <w:rsid w:val="00781EEA"/>
    <w:rsid w:val="0078294C"/>
    <w:rsid w:val="0078374E"/>
    <w:rsid w:val="00784801"/>
    <w:rsid w:val="007848BF"/>
    <w:rsid w:val="00784A76"/>
    <w:rsid w:val="00787789"/>
    <w:rsid w:val="00787FFC"/>
    <w:rsid w:val="00790CCF"/>
    <w:rsid w:val="007912C7"/>
    <w:rsid w:val="0079229A"/>
    <w:rsid w:val="00793A90"/>
    <w:rsid w:val="00794C03"/>
    <w:rsid w:val="00794C72"/>
    <w:rsid w:val="00794ECC"/>
    <w:rsid w:val="00796248"/>
    <w:rsid w:val="00796CAF"/>
    <w:rsid w:val="00797E80"/>
    <w:rsid w:val="007A1712"/>
    <w:rsid w:val="007A1D77"/>
    <w:rsid w:val="007A34B8"/>
    <w:rsid w:val="007A3B0D"/>
    <w:rsid w:val="007A406D"/>
    <w:rsid w:val="007A5126"/>
    <w:rsid w:val="007A550A"/>
    <w:rsid w:val="007A5706"/>
    <w:rsid w:val="007A60B1"/>
    <w:rsid w:val="007A66A2"/>
    <w:rsid w:val="007A784E"/>
    <w:rsid w:val="007B044F"/>
    <w:rsid w:val="007B07C4"/>
    <w:rsid w:val="007B0B16"/>
    <w:rsid w:val="007B0BDF"/>
    <w:rsid w:val="007B0C14"/>
    <w:rsid w:val="007B12CA"/>
    <w:rsid w:val="007B2883"/>
    <w:rsid w:val="007B4EE2"/>
    <w:rsid w:val="007B4FB1"/>
    <w:rsid w:val="007B542E"/>
    <w:rsid w:val="007B5D21"/>
    <w:rsid w:val="007B6785"/>
    <w:rsid w:val="007B68F0"/>
    <w:rsid w:val="007C0878"/>
    <w:rsid w:val="007C1725"/>
    <w:rsid w:val="007C1879"/>
    <w:rsid w:val="007C1D83"/>
    <w:rsid w:val="007C2DD9"/>
    <w:rsid w:val="007C2FDA"/>
    <w:rsid w:val="007C316C"/>
    <w:rsid w:val="007C3788"/>
    <w:rsid w:val="007C37F1"/>
    <w:rsid w:val="007C3E28"/>
    <w:rsid w:val="007C3EA3"/>
    <w:rsid w:val="007C4399"/>
    <w:rsid w:val="007C4935"/>
    <w:rsid w:val="007C4A68"/>
    <w:rsid w:val="007C4F2F"/>
    <w:rsid w:val="007C55DB"/>
    <w:rsid w:val="007C5847"/>
    <w:rsid w:val="007C6B52"/>
    <w:rsid w:val="007C7726"/>
    <w:rsid w:val="007D1C75"/>
    <w:rsid w:val="007D24FA"/>
    <w:rsid w:val="007D254C"/>
    <w:rsid w:val="007D3545"/>
    <w:rsid w:val="007D364F"/>
    <w:rsid w:val="007D3774"/>
    <w:rsid w:val="007D5D53"/>
    <w:rsid w:val="007D5FCC"/>
    <w:rsid w:val="007D63C4"/>
    <w:rsid w:val="007D6675"/>
    <w:rsid w:val="007D68B5"/>
    <w:rsid w:val="007D6E6F"/>
    <w:rsid w:val="007D7423"/>
    <w:rsid w:val="007D7CD8"/>
    <w:rsid w:val="007E00AE"/>
    <w:rsid w:val="007E07EA"/>
    <w:rsid w:val="007E1087"/>
    <w:rsid w:val="007E2239"/>
    <w:rsid w:val="007E28BE"/>
    <w:rsid w:val="007E2F15"/>
    <w:rsid w:val="007E3073"/>
    <w:rsid w:val="007E316A"/>
    <w:rsid w:val="007E358B"/>
    <w:rsid w:val="007E4067"/>
    <w:rsid w:val="007E4434"/>
    <w:rsid w:val="007E52AB"/>
    <w:rsid w:val="007E572E"/>
    <w:rsid w:val="007E57E4"/>
    <w:rsid w:val="007E6837"/>
    <w:rsid w:val="007E6DAB"/>
    <w:rsid w:val="007E791C"/>
    <w:rsid w:val="007F017C"/>
    <w:rsid w:val="007F08C0"/>
    <w:rsid w:val="007F0FC1"/>
    <w:rsid w:val="007F1994"/>
    <w:rsid w:val="007F30F5"/>
    <w:rsid w:val="007F34F0"/>
    <w:rsid w:val="007F3ECA"/>
    <w:rsid w:val="007F6A26"/>
    <w:rsid w:val="007F6A37"/>
    <w:rsid w:val="007F6AA0"/>
    <w:rsid w:val="007F6B9D"/>
    <w:rsid w:val="007F6EFC"/>
    <w:rsid w:val="007F75E4"/>
    <w:rsid w:val="008006DC"/>
    <w:rsid w:val="008007D5"/>
    <w:rsid w:val="00800AD8"/>
    <w:rsid w:val="00800D73"/>
    <w:rsid w:val="00800EFE"/>
    <w:rsid w:val="00801F22"/>
    <w:rsid w:val="00801FC6"/>
    <w:rsid w:val="0080207C"/>
    <w:rsid w:val="008031E0"/>
    <w:rsid w:val="0080397C"/>
    <w:rsid w:val="00804B38"/>
    <w:rsid w:val="00804D05"/>
    <w:rsid w:val="00804D43"/>
    <w:rsid w:val="00804DF0"/>
    <w:rsid w:val="00804EC0"/>
    <w:rsid w:val="00806DD1"/>
    <w:rsid w:val="00806F21"/>
    <w:rsid w:val="00807E34"/>
    <w:rsid w:val="008107A8"/>
    <w:rsid w:val="00810AF1"/>
    <w:rsid w:val="00810C79"/>
    <w:rsid w:val="00810CC4"/>
    <w:rsid w:val="00810D04"/>
    <w:rsid w:val="00812400"/>
    <w:rsid w:val="00812A69"/>
    <w:rsid w:val="0081301C"/>
    <w:rsid w:val="00813192"/>
    <w:rsid w:val="008136AA"/>
    <w:rsid w:val="00813783"/>
    <w:rsid w:val="00813EA8"/>
    <w:rsid w:val="00813EB3"/>
    <w:rsid w:val="00813FA8"/>
    <w:rsid w:val="008153AA"/>
    <w:rsid w:val="0081561A"/>
    <w:rsid w:val="008159F7"/>
    <w:rsid w:val="00815A2A"/>
    <w:rsid w:val="00816B8D"/>
    <w:rsid w:val="00817657"/>
    <w:rsid w:val="0082082C"/>
    <w:rsid w:val="008217D2"/>
    <w:rsid w:val="00821F6D"/>
    <w:rsid w:val="00822EE1"/>
    <w:rsid w:val="00822F5A"/>
    <w:rsid w:val="00823296"/>
    <w:rsid w:val="00823EF2"/>
    <w:rsid w:val="008244B0"/>
    <w:rsid w:val="008248B7"/>
    <w:rsid w:val="00824994"/>
    <w:rsid w:val="008253D1"/>
    <w:rsid w:val="008258DB"/>
    <w:rsid w:val="008260EF"/>
    <w:rsid w:val="0082631E"/>
    <w:rsid w:val="008278BE"/>
    <w:rsid w:val="008279B5"/>
    <w:rsid w:val="00827B3B"/>
    <w:rsid w:val="0083232E"/>
    <w:rsid w:val="008347EB"/>
    <w:rsid w:val="00834886"/>
    <w:rsid w:val="008350BF"/>
    <w:rsid w:val="008354FD"/>
    <w:rsid w:val="00835CB9"/>
    <w:rsid w:val="008362A6"/>
    <w:rsid w:val="00837010"/>
    <w:rsid w:val="0083717A"/>
    <w:rsid w:val="00840E92"/>
    <w:rsid w:val="0084217E"/>
    <w:rsid w:val="00842E3A"/>
    <w:rsid w:val="008439B5"/>
    <w:rsid w:val="00844114"/>
    <w:rsid w:val="00844245"/>
    <w:rsid w:val="0084460D"/>
    <w:rsid w:val="008451B8"/>
    <w:rsid w:val="0084610F"/>
    <w:rsid w:val="0084697E"/>
    <w:rsid w:val="00846CAE"/>
    <w:rsid w:val="00847419"/>
    <w:rsid w:val="00847966"/>
    <w:rsid w:val="00847A6C"/>
    <w:rsid w:val="00851CB4"/>
    <w:rsid w:val="008523BD"/>
    <w:rsid w:val="00852C0C"/>
    <w:rsid w:val="00852CB3"/>
    <w:rsid w:val="0085300B"/>
    <w:rsid w:val="0085301C"/>
    <w:rsid w:val="008531A7"/>
    <w:rsid w:val="0085412E"/>
    <w:rsid w:val="008550EF"/>
    <w:rsid w:val="008551C5"/>
    <w:rsid w:val="008554BC"/>
    <w:rsid w:val="008557AC"/>
    <w:rsid w:val="00855A55"/>
    <w:rsid w:val="00856AC0"/>
    <w:rsid w:val="008571B7"/>
    <w:rsid w:val="00857D97"/>
    <w:rsid w:val="00857F2B"/>
    <w:rsid w:val="00860864"/>
    <w:rsid w:val="00861B34"/>
    <w:rsid w:val="00861DC3"/>
    <w:rsid w:val="00862CCC"/>
    <w:rsid w:val="008640E8"/>
    <w:rsid w:val="00864102"/>
    <w:rsid w:val="0086422D"/>
    <w:rsid w:val="008651B0"/>
    <w:rsid w:val="00865C66"/>
    <w:rsid w:val="008670FA"/>
    <w:rsid w:val="0086750E"/>
    <w:rsid w:val="00867905"/>
    <w:rsid w:val="00867CB8"/>
    <w:rsid w:val="00867D19"/>
    <w:rsid w:val="008705FF"/>
    <w:rsid w:val="00871901"/>
    <w:rsid w:val="00871B46"/>
    <w:rsid w:val="00873F1A"/>
    <w:rsid w:val="00874071"/>
    <w:rsid w:val="0087414D"/>
    <w:rsid w:val="008745CD"/>
    <w:rsid w:val="00874605"/>
    <w:rsid w:val="00874726"/>
    <w:rsid w:val="00875384"/>
    <w:rsid w:val="008754FD"/>
    <w:rsid w:val="0087551A"/>
    <w:rsid w:val="008756D5"/>
    <w:rsid w:val="008759A9"/>
    <w:rsid w:val="008765B1"/>
    <w:rsid w:val="00876806"/>
    <w:rsid w:val="008768B2"/>
    <w:rsid w:val="00876D7E"/>
    <w:rsid w:val="00876F0E"/>
    <w:rsid w:val="00877BA4"/>
    <w:rsid w:val="00880504"/>
    <w:rsid w:val="00880671"/>
    <w:rsid w:val="00880935"/>
    <w:rsid w:val="00880EDF"/>
    <w:rsid w:val="00881C7E"/>
    <w:rsid w:val="00881F94"/>
    <w:rsid w:val="008820AC"/>
    <w:rsid w:val="00883219"/>
    <w:rsid w:val="00883536"/>
    <w:rsid w:val="00885C26"/>
    <w:rsid w:val="00885EDB"/>
    <w:rsid w:val="00886180"/>
    <w:rsid w:val="00886B04"/>
    <w:rsid w:val="00886CC0"/>
    <w:rsid w:val="008904EC"/>
    <w:rsid w:val="008929AA"/>
    <w:rsid w:val="00892CFE"/>
    <w:rsid w:val="0089381E"/>
    <w:rsid w:val="00893890"/>
    <w:rsid w:val="00893ED1"/>
    <w:rsid w:val="0089400B"/>
    <w:rsid w:val="00894979"/>
    <w:rsid w:val="00895178"/>
    <w:rsid w:val="00895477"/>
    <w:rsid w:val="00896826"/>
    <w:rsid w:val="00896D59"/>
    <w:rsid w:val="0089712B"/>
    <w:rsid w:val="008973AD"/>
    <w:rsid w:val="008A0987"/>
    <w:rsid w:val="008A0B24"/>
    <w:rsid w:val="008A0CD8"/>
    <w:rsid w:val="008A1134"/>
    <w:rsid w:val="008A2BD6"/>
    <w:rsid w:val="008A2DF5"/>
    <w:rsid w:val="008A352C"/>
    <w:rsid w:val="008A3A3A"/>
    <w:rsid w:val="008A3AC7"/>
    <w:rsid w:val="008A43A0"/>
    <w:rsid w:val="008A5E38"/>
    <w:rsid w:val="008A7374"/>
    <w:rsid w:val="008A7B03"/>
    <w:rsid w:val="008B0D55"/>
    <w:rsid w:val="008B13CA"/>
    <w:rsid w:val="008B1720"/>
    <w:rsid w:val="008B1E14"/>
    <w:rsid w:val="008B1F65"/>
    <w:rsid w:val="008B2FD6"/>
    <w:rsid w:val="008B3C00"/>
    <w:rsid w:val="008B48AF"/>
    <w:rsid w:val="008B533E"/>
    <w:rsid w:val="008B5B68"/>
    <w:rsid w:val="008B5DB4"/>
    <w:rsid w:val="008B6354"/>
    <w:rsid w:val="008B6AE8"/>
    <w:rsid w:val="008B6CCB"/>
    <w:rsid w:val="008C0AF5"/>
    <w:rsid w:val="008C1238"/>
    <w:rsid w:val="008C1464"/>
    <w:rsid w:val="008C1AD6"/>
    <w:rsid w:val="008C3100"/>
    <w:rsid w:val="008C33D3"/>
    <w:rsid w:val="008C3662"/>
    <w:rsid w:val="008C4B95"/>
    <w:rsid w:val="008C5440"/>
    <w:rsid w:val="008C5B1A"/>
    <w:rsid w:val="008C5C06"/>
    <w:rsid w:val="008C6194"/>
    <w:rsid w:val="008C6F39"/>
    <w:rsid w:val="008C7084"/>
    <w:rsid w:val="008D0F28"/>
    <w:rsid w:val="008D1957"/>
    <w:rsid w:val="008D1E82"/>
    <w:rsid w:val="008D1F10"/>
    <w:rsid w:val="008D2933"/>
    <w:rsid w:val="008D30E1"/>
    <w:rsid w:val="008D349A"/>
    <w:rsid w:val="008D380A"/>
    <w:rsid w:val="008D3ABD"/>
    <w:rsid w:val="008D3F55"/>
    <w:rsid w:val="008D5226"/>
    <w:rsid w:val="008D5676"/>
    <w:rsid w:val="008D650B"/>
    <w:rsid w:val="008D694C"/>
    <w:rsid w:val="008D7D2E"/>
    <w:rsid w:val="008D7FD6"/>
    <w:rsid w:val="008E00A1"/>
    <w:rsid w:val="008E107A"/>
    <w:rsid w:val="008E113F"/>
    <w:rsid w:val="008E12E5"/>
    <w:rsid w:val="008E1A63"/>
    <w:rsid w:val="008E1D5E"/>
    <w:rsid w:val="008E1F68"/>
    <w:rsid w:val="008E2719"/>
    <w:rsid w:val="008E3BB3"/>
    <w:rsid w:val="008E48FB"/>
    <w:rsid w:val="008E49DA"/>
    <w:rsid w:val="008E5B71"/>
    <w:rsid w:val="008E5BB1"/>
    <w:rsid w:val="008E6FCB"/>
    <w:rsid w:val="008E7273"/>
    <w:rsid w:val="008E78A9"/>
    <w:rsid w:val="008E7E41"/>
    <w:rsid w:val="008E7FDC"/>
    <w:rsid w:val="008F0194"/>
    <w:rsid w:val="008F0ED0"/>
    <w:rsid w:val="008F0F2D"/>
    <w:rsid w:val="008F1600"/>
    <w:rsid w:val="008F1829"/>
    <w:rsid w:val="008F1A28"/>
    <w:rsid w:val="008F282D"/>
    <w:rsid w:val="008F3D6E"/>
    <w:rsid w:val="008F495A"/>
    <w:rsid w:val="008F58A9"/>
    <w:rsid w:val="008F6FA2"/>
    <w:rsid w:val="008F7B9B"/>
    <w:rsid w:val="0090009E"/>
    <w:rsid w:val="00901201"/>
    <w:rsid w:val="009018F5"/>
    <w:rsid w:val="00902E36"/>
    <w:rsid w:val="00902F0A"/>
    <w:rsid w:val="009036E7"/>
    <w:rsid w:val="00903C17"/>
    <w:rsid w:val="00904E89"/>
    <w:rsid w:val="00905610"/>
    <w:rsid w:val="0090598B"/>
    <w:rsid w:val="00906251"/>
    <w:rsid w:val="00906A0F"/>
    <w:rsid w:val="00907135"/>
    <w:rsid w:val="00907D2B"/>
    <w:rsid w:val="00907D6E"/>
    <w:rsid w:val="009116B6"/>
    <w:rsid w:val="00912D60"/>
    <w:rsid w:val="0091375E"/>
    <w:rsid w:val="009140F0"/>
    <w:rsid w:val="009147F7"/>
    <w:rsid w:val="00914B0C"/>
    <w:rsid w:val="0091515B"/>
    <w:rsid w:val="0091534C"/>
    <w:rsid w:val="00916C75"/>
    <w:rsid w:val="00917028"/>
    <w:rsid w:val="00920C5C"/>
    <w:rsid w:val="00920F1E"/>
    <w:rsid w:val="0092140F"/>
    <w:rsid w:val="00921417"/>
    <w:rsid w:val="009220C1"/>
    <w:rsid w:val="00922D65"/>
    <w:rsid w:val="00922F0F"/>
    <w:rsid w:val="00923D5F"/>
    <w:rsid w:val="00924C4C"/>
    <w:rsid w:val="00924D2F"/>
    <w:rsid w:val="0092560E"/>
    <w:rsid w:val="009257F0"/>
    <w:rsid w:val="00925832"/>
    <w:rsid w:val="00926CBE"/>
    <w:rsid w:val="009275C3"/>
    <w:rsid w:val="00930211"/>
    <w:rsid w:val="00930B05"/>
    <w:rsid w:val="0093148C"/>
    <w:rsid w:val="00931856"/>
    <w:rsid w:val="00931C17"/>
    <w:rsid w:val="00932940"/>
    <w:rsid w:val="00933B98"/>
    <w:rsid w:val="009340B1"/>
    <w:rsid w:val="0093422B"/>
    <w:rsid w:val="00934303"/>
    <w:rsid w:val="00934339"/>
    <w:rsid w:val="0093463E"/>
    <w:rsid w:val="00934D4D"/>
    <w:rsid w:val="00935349"/>
    <w:rsid w:val="009356D9"/>
    <w:rsid w:val="0093610F"/>
    <w:rsid w:val="009363EB"/>
    <w:rsid w:val="00936E40"/>
    <w:rsid w:val="00937E77"/>
    <w:rsid w:val="00940BFB"/>
    <w:rsid w:val="00941882"/>
    <w:rsid w:val="00941AF0"/>
    <w:rsid w:val="00941EEA"/>
    <w:rsid w:val="009430EA"/>
    <w:rsid w:val="009432B3"/>
    <w:rsid w:val="00945CC3"/>
    <w:rsid w:val="00945FE3"/>
    <w:rsid w:val="009460BF"/>
    <w:rsid w:val="009461FD"/>
    <w:rsid w:val="009476CF"/>
    <w:rsid w:val="009501D0"/>
    <w:rsid w:val="0095118D"/>
    <w:rsid w:val="0095253A"/>
    <w:rsid w:val="009527AA"/>
    <w:rsid w:val="00952C42"/>
    <w:rsid w:val="00954728"/>
    <w:rsid w:val="00954E76"/>
    <w:rsid w:val="00955855"/>
    <w:rsid w:val="00955A14"/>
    <w:rsid w:val="0095656D"/>
    <w:rsid w:val="00957C42"/>
    <w:rsid w:val="0096029A"/>
    <w:rsid w:val="00960D3D"/>
    <w:rsid w:val="00960E38"/>
    <w:rsid w:val="00960F1F"/>
    <w:rsid w:val="009610A7"/>
    <w:rsid w:val="00961247"/>
    <w:rsid w:val="0096140D"/>
    <w:rsid w:val="00961A3F"/>
    <w:rsid w:val="00961CD4"/>
    <w:rsid w:val="00961E9F"/>
    <w:rsid w:val="00962526"/>
    <w:rsid w:val="00962719"/>
    <w:rsid w:val="00964605"/>
    <w:rsid w:val="00964D68"/>
    <w:rsid w:val="00966892"/>
    <w:rsid w:val="00970873"/>
    <w:rsid w:val="009709ED"/>
    <w:rsid w:val="00970A62"/>
    <w:rsid w:val="00970BD8"/>
    <w:rsid w:val="00971452"/>
    <w:rsid w:val="0097210F"/>
    <w:rsid w:val="009723B1"/>
    <w:rsid w:val="009746E0"/>
    <w:rsid w:val="00974BAD"/>
    <w:rsid w:val="00974C62"/>
    <w:rsid w:val="00976E94"/>
    <w:rsid w:val="009775D8"/>
    <w:rsid w:val="00977BE3"/>
    <w:rsid w:val="00980766"/>
    <w:rsid w:val="009812A9"/>
    <w:rsid w:val="009813E9"/>
    <w:rsid w:val="0098182C"/>
    <w:rsid w:val="00981C42"/>
    <w:rsid w:val="009821AF"/>
    <w:rsid w:val="00982443"/>
    <w:rsid w:val="00982F10"/>
    <w:rsid w:val="00983248"/>
    <w:rsid w:val="00983A1B"/>
    <w:rsid w:val="00983F2C"/>
    <w:rsid w:val="00984F57"/>
    <w:rsid w:val="009854BA"/>
    <w:rsid w:val="00985D94"/>
    <w:rsid w:val="00986876"/>
    <w:rsid w:val="0098744C"/>
    <w:rsid w:val="00987695"/>
    <w:rsid w:val="009878A2"/>
    <w:rsid w:val="00987B84"/>
    <w:rsid w:val="0099143C"/>
    <w:rsid w:val="00991910"/>
    <w:rsid w:val="00992246"/>
    <w:rsid w:val="009925E5"/>
    <w:rsid w:val="00992CE4"/>
    <w:rsid w:val="00992E19"/>
    <w:rsid w:val="009936A1"/>
    <w:rsid w:val="00993B4E"/>
    <w:rsid w:val="009944E8"/>
    <w:rsid w:val="00995581"/>
    <w:rsid w:val="0099685B"/>
    <w:rsid w:val="009976D7"/>
    <w:rsid w:val="009A07CB"/>
    <w:rsid w:val="009A1E98"/>
    <w:rsid w:val="009A23CF"/>
    <w:rsid w:val="009A2420"/>
    <w:rsid w:val="009A2915"/>
    <w:rsid w:val="009A2F8E"/>
    <w:rsid w:val="009A3938"/>
    <w:rsid w:val="009A3ED0"/>
    <w:rsid w:val="009A4383"/>
    <w:rsid w:val="009A4D28"/>
    <w:rsid w:val="009A4FB9"/>
    <w:rsid w:val="009A51E6"/>
    <w:rsid w:val="009A52C0"/>
    <w:rsid w:val="009A5C88"/>
    <w:rsid w:val="009A6221"/>
    <w:rsid w:val="009A623D"/>
    <w:rsid w:val="009A6408"/>
    <w:rsid w:val="009A6480"/>
    <w:rsid w:val="009A6DAE"/>
    <w:rsid w:val="009A6FB4"/>
    <w:rsid w:val="009A6FC0"/>
    <w:rsid w:val="009A72D2"/>
    <w:rsid w:val="009A7971"/>
    <w:rsid w:val="009A7CEC"/>
    <w:rsid w:val="009B016D"/>
    <w:rsid w:val="009B0182"/>
    <w:rsid w:val="009B0EF0"/>
    <w:rsid w:val="009B150B"/>
    <w:rsid w:val="009B1E16"/>
    <w:rsid w:val="009B254E"/>
    <w:rsid w:val="009B43EC"/>
    <w:rsid w:val="009B4CD3"/>
    <w:rsid w:val="009B4F48"/>
    <w:rsid w:val="009B57D9"/>
    <w:rsid w:val="009B64F9"/>
    <w:rsid w:val="009B66FD"/>
    <w:rsid w:val="009B6EAE"/>
    <w:rsid w:val="009B79B3"/>
    <w:rsid w:val="009B7B20"/>
    <w:rsid w:val="009C1A2B"/>
    <w:rsid w:val="009C2157"/>
    <w:rsid w:val="009C26C7"/>
    <w:rsid w:val="009C3FCC"/>
    <w:rsid w:val="009C4B93"/>
    <w:rsid w:val="009C4E23"/>
    <w:rsid w:val="009C50C2"/>
    <w:rsid w:val="009C6941"/>
    <w:rsid w:val="009D12C0"/>
    <w:rsid w:val="009D1A84"/>
    <w:rsid w:val="009D1E1D"/>
    <w:rsid w:val="009D1F0B"/>
    <w:rsid w:val="009D2B19"/>
    <w:rsid w:val="009D2F20"/>
    <w:rsid w:val="009D399B"/>
    <w:rsid w:val="009D44F7"/>
    <w:rsid w:val="009D47EC"/>
    <w:rsid w:val="009D4E23"/>
    <w:rsid w:val="009D5147"/>
    <w:rsid w:val="009D6C60"/>
    <w:rsid w:val="009D6CFB"/>
    <w:rsid w:val="009D746B"/>
    <w:rsid w:val="009E00AA"/>
    <w:rsid w:val="009E06C0"/>
    <w:rsid w:val="009E25C3"/>
    <w:rsid w:val="009E3020"/>
    <w:rsid w:val="009E3CD5"/>
    <w:rsid w:val="009E54B2"/>
    <w:rsid w:val="009E5739"/>
    <w:rsid w:val="009E6424"/>
    <w:rsid w:val="009E749D"/>
    <w:rsid w:val="009F0038"/>
    <w:rsid w:val="009F0B3B"/>
    <w:rsid w:val="009F106B"/>
    <w:rsid w:val="009F11FB"/>
    <w:rsid w:val="009F1345"/>
    <w:rsid w:val="009F14B3"/>
    <w:rsid w:val="009F1C11"/>
    <w:rsid w:val="009F29B4"/>
    <w:rsid w:val="009F3E49"/>
    <w:rsid w:val="009F48E4"/>
    <w:rsid w:val="009F49C5"/>
    <w:rsid w:val="009F652F"/>
    <w:rsid w:val="009F657C"/>
    <w:rsid w:val="009F6969"/>
    <w:rsid w:val="009F6AD2"/>
    <w:rsid w:val="009F74CD"/>
    <w:rsid w:val="009F7506"/>
    <w:rsid w:val="009F79A5"/>
    <w:rsid w:val="00A00569"/>
    <w:rsid w:val="00A010DB"/>
    <w:rsid w:val="00A01BFC"/>
    <w:rsid w:val="00A02075"/>
    <w:rsid w:val="00A02194"/>
    <w:rsid w:val="00A022B0"/>
    <w:rsid w:val="00A02A0A"/>
    <w:rsid w:val="00A02D9A"/>
    <w:rsid w:val="00A03310"/>
    <w:rsid w:val="00A038D4"/>
    <w:rsid w:val="00A03B9E"/>
    <w:rsid w:val="00A03C6C"/>
    <w:rsid w:val="00A03E44"/>
    <w:rsid w:val="00A03FC1"/>
    <w:rsid w:val="00A04307"/>
    <w:rsid w:val="00A054D9"/>
    <w:rsid w:val="00A058FC"/>
    <w:rsid w:val="00A06462"/>
    <w:rsid w:val="00A064CD"/>
    <w:rsid w:val="00A06A09"/>
    <w:rsid w:val="00A06E18"/>
    <w:rsid w:val="00A0770A"/>
    <w:rsid w:val="00A10052"/>
    <w:rsid w:val="00A11D6F"/>
    <w:rsid w:val="00A12375"/>
    <w:rsid w:val="00A12A04"/>
    <w:rsid w:val="00A131F3"/>
    <w:rsid w:val="00A13344"/>
    <w:rsid w:val="00A137AE"/>
    <w:rsid w:val="00A13A1A"/>
    <w:rsid w:val="00A14045"/>
    <w:rsid w:val="00A14281"/>
    <w:rsid w:val="00A14919"/>
    <w:rsid w:val="00A149A2"/>
    <w:rsid w:val="00A150A5"/>
    <w:rsid w:val="00A1693B"/>
    <w:rsid w:val="00A16E0D"/>
    <w:rsid w:val="00A17C91"/>
    <w:rsid w:val="00A17E6B"/>
    <w:rsid w:val="00A17E7A"/>
    <w:rsid w:val="00A20304"/>
    <w:rsid w:val="00A2085E"/>
    <w:rsid w:val="00A20C2B"/>
    <w:rsid w:val="00A217F7"/>
    <w:rsid w:val="00A22687"/>
    <w:rsid w:val="00A22FB5"/>
    <w:rsid w:val="00A24A00"/>
    <w:rsid w:val="00A25FF5"/>
    <w:rsid w:val="00A2669C"/>
    <w:rsid w:val="00A266A3"/>
    <w:rsid w:val="00A26F31"/>
    <w:rsid w:val="00A27336"/>
    <w:rsid w:val="00A277D0"/>
    <w:rsid w:val="00A27EF3"/>
    <w:rsid w:val="00A30FAE"/>
    <w:rsid w:val="00A322FE"/>
    <w:rsid w:val="00A32906"/>
    <w:rsid w:val="00A329D2"/>
    <w:rsid w:val="00A32B1F"/>
    <w:rsid w:val="00A33216"/>
    <w:rsid w:val="00A3390E"/>
    <w:rsid w:val="00A33FBE"/>
    <w:rsid w:val="00A341BA"/>
    <w:rsid w:val="00A35226"/>
    <w:rsid w:val="00A374E2"/>
    <w:rsid w:val="00A37B90"/>
    <w:rsid w:val="00A37D44"/>
    <w:rsid w:val="00A4049E"/>
    <w:rsid w:val="00A40554"/>
    <w:rsid w:val="00A4056A"/>
    <w:rsid w:val="00A42425"/>
    <w:rsid w:val="00A42934"/>
    <w:rsid w:val="00A42AFA"/>
    <w:rsid w:val="00A42E5B"/>
    <w:rsid w:val="00A4346F"/>
    <w:rsid w:val="00A434BF"/>
    <w:rsid w:val="00A43A4D"/>
    <w:rsid w:val="00A43D12"/>
    <w:rsid w:val="00A43D8A"/>
    <w:rsid w:val="00A43FE2"/>
    <w:rsid w:val="00A44EAE"/>
    <w:rsid w:val="00A473FA"/>
    <w:rsid w:val="00A506A7"/>
    <w:rsid w:val="00A50F4C"/>
    <w:rsid w:val="00A510B5"/>
    <w:rsid w:val="00A51809"/>
    <w:rsid w:val="00A51AB8"/>
    <w:rsid w:val="00A51D07"/>
    <w:rsid w:val="00A52AEC"/>
    <w:rsid w:val="00A52D97"/>
    <w:rsid w:val="00A52EA0"/>
    <w:rsid w:val="00A53DD0"/>
    <w:rsid w:val="00A545EB"/>
    <w:rsid w:val="00A54DBB"/>
    <w:rsid w:val="00A552CF"/>
    <w:rsid w:val="00A5558B"/>
    <w:rsid w:val="00A60026"/>
    <w:rsid w:val="00A60346"/>
    <w:rsid w:val="00A60928"/>
    <w:rsid w:val="00A612CC"/>
    <w:rsid w:val="00A61439"/>
    <w:rsid w:val="00A618C7"/>
    <w:rsid w:val="00A61904"/>
    <w:rsid w:val="00A632F8"/>
    <w:rsid w:val="00A63ECE"/>
    <w:rsid w:val="00A64189"/>
    <w:rsid w:val="00A64356"/>
    <w:rsid w:val="00A64679"/>
    <w:rsid w:val="00A64D10"/>
    <w:rsid w:val="00A663A3"/>
    <w:rsid w:val="00A6645E"/>
    <w:rsid w:val="00A66538"/>
    <w:rsid w:val="00A700DA"/>
    <w:rsid w:val="00A7089F"/>
    <w:rsid w:val="00A71C21"/>
    <w:rsid w:val="00A71E10"/>
    <w:rsid w:val="00A740A2"/>
    <w:rsid w:val="00A74700"/>
    <w:rsid w:val="00A7483E"/>
    <w:rsid w:val="00A74FB1"/>
    <w:rsid w:val="00A74FFB"/>
    <w:rsid w:val="00A80A49"/>
    <w:rsid w:val="00A80E74"/>
    <w:rsid w:val="00A812C0"/>
    <w:rsid w:val="00A81373"/>
    <w:rsid w:val="00A81816"/>
    <w:rsid w:val="00A81993"/>
    <w:rsid w:val="00A82F4E"/>
    <w:rsid w:val="00A838D2"/>
    <w:rsid w:val="00A83AC1"/>
    <w:rsid w:val="00A83E1F"/>
    <w:rsid w:val="00A84862"/>
    <w:rsid w:val="00A84C1B"/>
    <w:rsid w:val="00A8577E"/>
    <w:rsid w:val="00A85AA9"/>
    <w:rsid w:val="00A8625D"/>
    <w:rsid w:val="00A86EC0"/>
    <w:rsid w:val="00A870DD"/>
    <w:rsid w:val="00A903B5"/>
    <w:rsid w:val="00A90644"/>
    <w:rsid w:val="00A90B5E"/>
    <w:rsid w:val="00A90BCA"/>
    <w:rsid w:val="00A90C5E"/>
    <w:rsid w:val="00A910CC"/>
    <w:rsid w:val="00A91584"/>
    <w:rsid w:val="00A91821"/>
    <w:rsid w:val="00A920A2"/>
    <w:rsid w:val="00A9211F"/>
    <w:rsid w:val="00A921AD"/>
    <w:rsid w:val="00A92ED8"/>
    <w:rsid w:val="00A93603"/>
    <w:rsid w:val="00A93C61"/>
    <w:rsid w:val="00A941C7"/>
    <w:rsid w:val="00A94465"/>
    <w:rsid w:val="00A94EB0"/>
    <w:rsid w:val="00A953C2"/>
    <w:rsid w:val="00A955E2"/>
    <w:rsid w:val="00A95717"/>
    <w:rsid w:val="00A95779"/>
    <w:rsid w:val="00A95A7B"/>
    <w:rsid w:val="00A95BB8"/>
    <w:rsid w:val="00A96349"/>
    <w:rsid w:val="00A965D4"/>
    <w:rsid w:val="00A96BAF"/>
    <w:rsid w:val="00A96C75"/>
    <w:rsid w:val="00A9723F"/>
    <w:rsid w:val="00A97B14"/>
    <w:rsid w:val="00AA19D4"/>
    <w:rsid w:val="00AA20A0"/>
    <w:rsid w:val="00AA22FE"/>
    <w:rsid w:val="00AA2E85"/>
    <w:rsid w:val="00AA3226"/>
    <w:rsid w:val="00AA51FA"/>
    <w:rsid w:val="00AA60DA"/>
    <w:rsid w:val="00AA6461"/>
    <w:rsid w:val="00AA66A4"/>
    <w:rsid w:val="00AA6AE2"/>
    <w:rsid w:val="00AA6FD9"/>
    <w:rsid w:val="00AA714E"/>
    <w:rsid w:val="00AA7844"/>
    <w:rsid w:val="00AA7A8E"/>
    <w:rsid w:val="00AA7C76"/>
    <w:rsid w:val="00AB0B06"/>
    <w:rsid w:val="00AB19F5"/>
    <w:rsid w:val="00AB2405"/>
    <w:rsid w:val="00AB2A48"/>
    <w:rsid w:val="00AB3A5A"/>
    <w:rsid w:val="00AB403D"/>
    <w:rsid w:val="00AB4073"/>
    <w:rsid w:val="00AB4287"/>
    <w:rsid w:val="00AB4A64"/>
    <w:rsid w:val="00AB63CF"/>
    <w:rsid w:val="00AB67D1"/>
    <w:rsid w:val="00AB74A3"/>
    <w:rsid w:val="00AB7561"/>
    <w:rsid w:val="00AB7D9A"/>
    <w:rsid w:val="00AC01AB"/>
    <w:rsid w:val="00AC08BF"/>
    <w:rsid w:val="00AC12CE"/>
    <w:rsid w:val="00AC161F"/>
    <w:rsid w:val="00AC1E17"/>
    <w:rsid w:val="00AC3647"/>
    <w:rsid w:val="00AC38F9"/>
    <w:rsid w:val="00AC3B12"/>
    <w:rsid w:val="00AC5CA8"/>
    <w:rsid w:val="00AC5DC5"/>
    <w:rsid w:val="00AC666D"/>
    <w:rsid w:val="00AC70AA"/>
    <w:rsid w:val="00AC72F0"/>
    <w:rsid w:val="00AC73D0"/>
    <w:rsid w:val="00AD00D1"/>
    <w:rsid w:val="00AD0353"/>
    <w:rsid w:val="00AD0860"/>
    <w:rsid w:val="00AD08A0"/>
    <w:rsid w:val="00AD0E3D"/>
    <w:rsid w:val="00AD2343"/>
    <w:rsid w:val="00AD3057"/>
    <w:rsid w:val="00AD318C"/>
    <w:rsid w:val="00AD3ED3"/>
    <w:rsid w:val="00AD3F3F"/>
    <w:rsid w:val="00AD4569"/>
    <w:rsid w:val="00AD4CCC"/>
    <w:rsid w:val="00AD5239"/>
    <w:rsid w:val="00AD6049"/>
    <w:rsid w:val="00AD74C3"/>
    <w:rsid w:val="00AD762D"/>
    <w:rsid w:val="00AD76EC"/>
    <w:rsid w:val="00AE0BD5"/>
    <w:rsid w:val="00AE0C0C"/>
    <w:rsid w:val="00AE1A5C"/>
    <w:rsid w:val="00AE1A81"/>
    <w:rsid w:val="00AE2547"/>
    <w:rsid w:val="00AE2F0C"/>
    <w:rsid w:val="00AE35AD"/>
    <w:rsid w:val="00AE3AE5"/>
    <w:rsid w:val="00AE40AE"/>
    <w:rsid w:val="00AE44CD"/>
    <w:rsid w:val="00AE4ECA"/>
    <w:rsid w:val="00AE529F"/>
    <w:rsid w:val="00AE5C78"/>
    <w:rsid w:val="00AE5CF8"/>
    <w:rsid w:val="00AE6171"/>
    <w:rsid w:val="00AE704A"/>
    <w:rsid w:val="00AE7282"/>
    <w:rsid w:val="00AF0ED9"/>
    <w:rsid w:val="00AF16F6"/>
    <w:rsid w:val="00AF19FB"/>
    <w:rsid w:val="00AF1D6C"/>
    <w:rsid w:val="00AF303F"/>
    <w:rsid w:val="00AF31E3"/>
    <w:rsid w:val="00AF3C1E"/>
    <w:rsid w:val="00AF4E67"/>
    <w:rsid w:val="00AF5330"/>
    <w:rsid w:val="00AF5590"/>
    <w:rsid w:val="00AF5C41"/>
    <w:rsid w:val="00AF6495"/>
    <w:rsid w:val="00AF6B13"/>
    <w:rsid w:val="00AF6C88"/>
    <w:rsid w:val="00AF705A"/>
    <w:rsid w:val="00AF71B7"/>
    <w:rsid w:val="00AF78F3"/>
    <w:rsid w:val="00AF7AC5"/>
    <w:rsid w:val="00B0066E"/>
    <w:rsid w:val="00B00AF0"/>
    <w:rsid w:val="00B00BBD"/>
    <w:rsid w:val="00B012DA"/>
    <w:rsid w:val="00B0254F"/>
    <w:rsid w:val="00B02882"/>
    <w:rsid w:val="00B02A82"/>
    <w:rsid w:val="00B03042"/>
    <w:rsid w:val="00B0444B"/>
    <w:rsid w:val="00B04E47"/>
    <w:rsid w:val="00B0509E"/>
    <w:rsid w:val="00B057EE"/>
    <w:rsid w:val="00B066A1"/>
    <w:rsid w:val="00B06E5D"/>
    <w:rsid w:val="00B07684"/>
    <w:rsid w:val="00B07F12"/>
    <w:rsid w:val="00B1017B"/>
    <w:rsid w:val="00B1019C"/>
    <w:rsid w:val="00B108CB"/>
    <w:rsid w:val="00B10A4E"/>
    <w:rsid w:val="00B1138C"/>
    <w:rsid w:val="00B1165A"/>
    <w:rsid w:val="00B11E83"/>
    <w:rsid w:val="00B135D0"/>
    <w:rsid w:val="00B13794"/>
    <w:rsid w:val="00B13EA8"/>
    <w:rsid w:val="00B14604"/>
    <w:rsid w:val="00B14EB7"/>
    <w:rsid w:val="00B15164"/>
    <w:rsid w:val="00B1534B"/>
    <w:rsid w:val="00B16134"/>
    <w:rsid w:val="00B16504"/>
    <w:rsid w:val="00B2102A"/>
    <w:rsid w:val="00B21070"/>
    <w:rsid w:val="00B21FE2"/>
    <w:rsid w:val="00B221F4"/>
    <w:rsid w:val="00B22398"/>
    <w:rsid w:val="00B22D41"/>
    <w:rsid w:val="00B246E3"/>
    <w:rsid w:val="00B24BD4"/>
    <w:rsid w:val="00B25B60"/>
    <w:rsid w:val="00B26992"/>
    <w:rsid w:val="00B31BD4"/>
    <w:rsid w:val="00B31C1F"/>
    <w:rsid w:val="00B31C9B"/>
    <w:rsid w:val="00B322AB"/>
    <w:rsid w:val="00B33704"/>
    <w:rsid w:val="00B339B1"/>
    <w:rsid w:val="00B353F7"/>
    <w:rsid w:val="00B36A6A"/>
    <w:rsid w:val="00B37BA2"/>
    <w:rsid w:val="00B40687"/>
    <w:rsid w:val="00B4185C"/>
    <w:rsid w:val="00B419FE"/>
    <w:rsid w:val="00B41B02"/>
    <w:rsid w:val="00B41D87"/>
    <w:rsid w:val="00B428C4"/>
    <w:rsid w:val="00B4291A"/>
    <w:rsid w:val="00B430DE"/>
    <w:rsid w:val="00B43D10"/>
    <w:rsid w:val="00B44EFD"/>
    <w:rsid w:val="00B44FD9"/>
    <w:rsid w:val="00B45224"/>
    <w:rsid w:val="00B456C6"/>
    <w:rsid w:val="00B45E97"/>
    <w:rsid w:val="00B46705"/>
    <w:rsid w:val="00B500BE"/>
    <w:rsid w:val="00B509D3"/>
    <w:rsid w:val="00B50F64"/>
    <w:rsid w:val="00B5108A"/>
    <w:rsid w:val="00B52DE7"/>
    <w:rsid w:val="00B52DF0"/>
    <w:rsid w:val="00B5514F"/>
    <w:rsid w:val="00B559B8"/>
    <w:rsid w:val="00B562FD"/>
    <w:rsid w:val="00B56900"/>
    <w:rsid w:val="00B575AA"/>
    <w:rsid w:val="00B5763A"/>
    <w:rsid w:val="00B576DE"/>
    <w:rsid w:val="00B5797F"/>
    <w:rsid w:val="00B57EBD"/>
    <w:rsid w:val="00B606AE"/>
    <w:rsid w:val="00B60C00"/>
    <w:rsid w:val="00B60C4B"/>
    <w:rsid w:val="00B62550"/>
    <w:rsid w:val="00B62C75"/>
    <w:rsid w:val="00B63091"/>
    <w:rsid w:val="00B633DD"/>
    <w:rsid w:val="00B636F0"/>
    <w:rsid w:val="00B638E7"/>
    <w:rsid w:val="00B63F3F"/>
    <w:rsid w:val="00B64A70"/>
    <w:rsid w:val="00B64AC3"/>
    <w:rsid w:val="00B64DD9"/>
    <w:rsid w:val="00B64E46"/>
    <w:rsid w:val="00B65B18"/>
    <w:rsid w:val="00B65CB5"/>
    <w:rsid w:val="00B66614"/>
    <w:rsid w:val="00B67998"/>
    <w:rsid w:val="00B70DE2"/>
    <w:rsid w:val="00B7108F"/>
    <w:rsid w:val="00B7135A"/>
    <w:rsid w:val="00B71993"/>
    <w:rsid w:val="00B72A91"/>
    <w:rsid w:val="00B72B6A"/>
    <w:rsid w:val="00B73844"/>
    <w:rsid w:val="00B74A22"/>
    <w:rsid w:val="00B75063"/>
    <w:rsid w:val="00B757D5"/>
    <w:rsid w:val="00B760D0"/>
    <w:rsid w:val="00B76A25"/>
    <w:rsid w:val="00B76A81"/>
    <w:rsid w:val="00B76C98"/>
    <w:rsid w:val="00B77165"/>
    <w:rsid w:val="00B77E3C"/>
    <w:rsid w:val="00B801EF"/>
    <w:rsid w:val="00B802A7"/>
    <w:rsid w:val="00B80325"/>
    <w:rsid w:val="00B81D25"/>
    <w:rsid w:val="00B81E73"/>
    <w:rsid w:val="00B8252B"/>
    <w:rsid w:val="00B82CCF"/>
    <w:rsid w:val="00B83CFC"/>
    <w:rsid w:val="00B845C0"/>
    <w:rsid w:val="00B8499C"/>
    <w:rsid w:val="00B84EA1"/>
    <w:rsid w:val="00B85921"/>
    <w:rsid w:val="00B85B09"/>
    <w:rsid w:val="00B86056"/>
    <w:rsid w:val="00B86428"/>
    <w:rsid w:val="00B86D6C"/>
    <w:rsid w:val="00B86EBF"/>
    <w:rsid w:val="00B87882"/>
    <w:rsid w:val="00B90FD5"/>
    <w:rsid w:val="00B9152F"/>
    <w:rsid w:val="00B91E5E"/>
    <w:rsid w:val="00B92006"/>
    <w:rsid w:val="00B9217B"/>
    <w:rsid w:val="00B9296C"/>
    <w:rsid w:val="00B93324"/>
    <w:rsid w:val="00B93C9F"/>
    <w:rsid w:val="00B93F22"/>
    <w:rsid w:val="00B947E1"/>
    <w:rsid w:val="00B95313"/>
    <w:rsid w:val="00B95F46"/>
    <w:rsid w:val="00B96096"/>
    <w:rsid w:val="00B96265"/>
    <w:rsid w:val="00B975E0"/>
    <w:rsid w:val="00BA12C6"/>
    <w:rsid w:val="00BA12E0"/>
    <w:rsid w:val="00BA1793"/>
    <w:rsid w:val="00BA18FC"/>
    <w:rsid w:val="00BA212A"/>
    <w:rsid w:val="00BA31BD"/>
    <w:rsid w:val="00BA33D5"/>
    <w:rsid w:val="00BA3AD0"/>
    <w:rsid w:val="00BA4A48"/>
    <w:rsid w:val="00BA551E"/>
    <w:rsid w:val="00BA5636"/>
    <w:rsid w:val="00BA5989"/>
    <w:rsid w:val="00BA5BF9"/>
    <w:rsid w:val="00BA5C26"/>
    <w:rsid w:val="00BA630F"/>
    <w:rsid w:val="00BA6482"/>
    <w:rsid w:val="00BA6B0C"/>
    <w:rsid w:val="00BA6CAF"/>
    <w:rsid w:val="00BA7C71"/>
    <w:rsid w:val="00BB0E12"/>
    <w:rsid w:val="00BB0EA2"/>
    <w:rsid w:val="00BB1647"/>
    <w:rsid w:val="00BB1B2E"/>
    <w:rsid w:val="00BB257B"/>
    <w:rsid w:val="00BB31D3"/>
    <w:rsid w:val="00BB37BB"/>
    <w:rsid w:val="00BB385C"/>
    <w:rsid w:val="00BB4BCA"/>
    <w:rsid w:val="00BB654A"/>
    <w:rsid w:val="00BC0201"/>
    <w:rsid w:val="00BC0C95"/>
    <w:rsid w:val="00BC0CDF"/>
    <w:rsid w:val="00BC1081"/>
    <w:rsid w:val="00BC134D"/>
    <w:rsid w:val="00BC1409"/>
    <w:rsid w:val="00BC198A"/>
    <w:rsid w:val="00BC1B70"/>
    <w:rsid w:val="00BC1FE8"/>
    <w:rsid w:val="00BC2081"/>
    <w:rsid w:val="00BC293B"/>
    <w:rsid w:val="00BC379C"/>
    <w:rsid w:val="00BC3E6A"/>
    <w:rsid w:val="00BC438A"/>
    <w:rsid w:val="00BC459B"/>
    <w:rsid w:val="00BC4E06"/>
    <w:rsid w:val="00BC5B35"/>
    <w:rsid w:val="00BC67B3"/>
    <w:rsid w:val="00BC6B74"/>
    <w:rsid w:val="00BC6D29"/>
    <w:rsid w:val="00BC7631"/>
    <w:rsid w:val="00BC7D06"/>
    <w:rsid w:val="00BC7E1A"/>
    <w:rsid w:val="00BD0695"/>
    <w:rsid w:val="00BD0878"/>
    <w:rsid w:val="00BD0B5D"/>
    <w:rsid w:val="00BD23E3"/>
    <w:rsid w:val="00BD24BA"/>
    <w:rsid w:val="00BD2996"/>
    <w:rsid w:val="00BD4826"/>
    <w:rsid w:val="00BD4A57"/>
    <w:rsid w:val="00BD5077"/>
    <w:rsid w:val="00BD5BF2"/>
    <w:rsid w:val="00BD63BC"/>
    <w:rsid w:val="00BD653E"/>
    <w:rsid w:val="00BD72B4"/>
    <w:rsid w:val="00BE01C1"/>
    <w:rsid w:val="00BE04A1"/>
    <w:rsid w:val="00BE1746"/>
    <w:rsid w:val="00BE1E07"/>
    <w:rsid w:val="00BE1F2E"/>
    <w:rsid w:val="00BE3D95"/>
    <w:rsid w:val="00BE4166"/>
    <w:rsid w:val="00BE4F96"/>
    <w:rsid w:val="00BE52CB"/>
    <w:rsid w:val="00BE53B3"/>
    <w:rsid w:val="00BE6794"/>
    <w:rsid w:val="00BE68C5"/>
    <w:rsid w:val="00BE7242"/>
    <w:rsid w:val="00BE7521"/>
    <w:rsid w:val="00BE7AA1"/>
    <w:rsid w:val="00BF01B4"/>
    <w:rsid w:val="00BF06B3"/>
    <w:rsid w:val="00BF0DFE"/>
    <w:rsid w:val="00BF1184"/>
    <w:rsid w:val="00BF18C3"/>
    <w:rsid w:val="00BF192D"/>
    <w:rsid w:val="00BF1DBC"/>
    <w:rsid w:val="00BF2268"/>
    <w:rsid w:val="00BF2D89"/>
    <w:rsid w:val="00BF3A32"/>
    <w:rsid w:val="00BF3B8E"/>
    <w:rsid w:val="00BF40EC"/>
    <w:rsid w:val="00BF4437"/>
    <w:rsid w:val="00BF524B"/>
    <w:rsid w:val="00BF53D2"/>
    <w:rsid w:val="00BF6E98"/>
    <w:rsid w:val="00BF76E7"/>
    <w:rsid w:val="00C00043"/>
    <w:rsid w:val="00C01E06"/>
    <w:rsid w:val="00C02A3A"/>
    <w:rsid w:val="00C02B63"/>
    <w:rsid w:val="00C02F7D"/>
    <w:rsid w:val="00C036FB"/>
    <w:rsid w:val="00C046C7"/>
    <w:rsid w:val="00C04879"/>
    <w:rsid w:val="00C04BD8"/>
    <w:rsid w:val="00C05341"/>
    <w:rsid w:val="00C06648"/>
    <w:rsid w:val="00C07C2C"/>
    <w:rsid w:val="00C10784"/>
    <w:rsid w:val="00C10EEB"/>
    <w:rsid w:val="00C1108B"/>
    <w:rsid w:val="00C118D9"/>
    <w:rsid w:val="00C1194E"/>
    <w:rsid w:val="00C11AC8"/>
    <w:rsid w:val="00C11AF9"/>
    <w:rsid w:val="00C11C56"/>
    <w:rsid w:val="00C12188"/>
    <w:rsid w:val="00C12DBE"/>
    <w:rsid w:val="00C134A3"/>
    <w:rsid w:val="00C148EF"/>
    <w:rsid w:val="00C149D6"/>
    <w:rsid w:val="00C14B77"/>
    <w:rsid w:val="00C15DC9"/>
    <w:rsid w:val="00C16A3F"/>
    <w:rsid w:val="00C16A4E"/>
    <w:rsid w:val="00C16B70"/>
    <w:rsid w:val="00C16D36"/>
    <w:rsid w:val="00C179A1"/>
    <w:rsid w:val="00C204B8"/>
    <w:rsid w:val="00C21AA9"/>
    <w:rsid w:val="00C21FF6"/>
    <w:rsid w:val="00C230BB"/>
    <w:rsid w:val="00C2389D"/>
    <w:rsid w:val="00C2422A"/>
    <w:rsid w:val="00C25978"/>
    <w:rsid w:val="00C26148"/>
    <w:rsid w:val="00C263E6"/>
    <w:rsid w:val="00C26FED"/>
    <w:rsid w:val="00C27530"/>
    <w:rsid w:val="00C27B06"/>
    <w:rsid w:val="00C27C38"/>
    <w:rsid w:val="00C27FE6"/>
    <w:rsid w:val="00C30FE2"/>
    <w:rsid w:val="00C310CD"/>
    <w:rsid w:val="00C32AD7"/>
    <w:rsid w:val="00C32BAC"/>
    <w:rsid w:val="00C3316B"/>
    <w:rsid w:val="00C33C61"/>
    <w:rsid w:val="00C34D65"/>
    <w:rsid w:val="00C37628"/>
    <w:rsid w:val="00C37788"/>
    <w:rsid w:val="00C37F8C"/>
    <w:rsid w:val="00C403FE"/>
    <w:rsid w:val="00C40F82"/>
    <w:rsid w:val="00C43DBE"/>
    <w:rsid w:val="00C43FEA"/>
    <w:rsid w:val="00C4442F"/>
    <w:rsid w:val="00C45013"/>
    <w:rsid w:val="00C45651"/>
    <w:rsid w:val="00C45A68"/>
    <w:rsid w:val="00C45BA5"/>
    <w:rsid w:val="00C45DD5"/>
    <w:rsid w:val="00C467E8"/>
    <w:rsid w:val="00C47C12"/>
    <w:rsid w:val="00C5035F"/>
    <w:rsid w:val="00C50435"/>
    <w:rsid w:val="00C50614"/>
    <w:rsid w:val="00C507F9"/>
    <w:rsid w:val="00C51619"/>
    <w:rsid w:val="00C53818"/>
    <w:rsid w:val="00C54413"/>
    <w:rsid w:val="00C546BF"/>
    <w:rsid w:val="00C56B52"/>
    <w:rsid w:val="00C57D31"/>
    <w:rsid w:val="00C6138A"/>
    <w:rsid w:val="00C6149A"/>
    <w:rsid w:val="00C628B9"/>
    <w:rsid w:val="00C640DD"/>
    <w:rsid w:val="00C64BC7"/>
    <w:rsid w:val="00C64C6A"/>
    <w:rsid w:val="00C64FA2"/>
    <w:rsid w:val="00C65634"/>
    <w:rsid w:val="00C657C6"/>
    <w:rsid w:val="00C657FC"/>
    <w:rsid w:val="00C661E1"/>
    <w:rsid w:val="00C66232"/>
    <w:rsid w:val="00C677A5"/>
    <w:rsid w:val="00C677AD"/>
    <w:rsid w:val="00C67846"/>
    <w:rsid w:val="00C67ACF"/>
    <w:rsid w:val="00C67E6E"/>
    <w:rsid w:val="00C702BB"/>
    <w:rsid w:val="00C703B7"/>
    <w:rsid w:val="00C703BF"/>
    <w:rsid w:val="00C7066A"/>
    <w:rsid w:val="00C706BF"/>
    <w:rsid w:val="00C7142A"/>
    <w:rsid w:val="00C72D53"/>
    <w:rsid w:val="00C72E02"/>
    <w:rsid w:val="00C73BCB"/>
    <w:rsid w:val="00C74094"/>
    <w:rsid w:val="00C74C82"/>
    <w:rsid w:val="00C74E07"/>
    <w:rsid w:val="00C75013"/>
    <w:rsid w:val="00C76F33"/>
    <w:rsid w:val="00C77516"/>
    <w:rsid w:val="00C778BD"/>
    <w:rsid w:val="00C77952"/>
    <w:rsid w:val="00C80D3C"/>
    <w:rsid w:val="00C81363"/>
    <w:rsid w:val="00C8199A"/>
    <w:rsid w:val="00C821E2"/>
    <w:rsid w:val="00C8259E"/>
    <w:rsid w:val="00C825C3"/>
    <w:rsid w:val="00C837AD"/>
    <w:rsid w:val="00C84847"/>
    <w:rsid w:val="00C84ABF"/>
    <w:rsid w:val="00C84C15"/>
    <w:rsid w:val="00C84E8F"/>
    <w:rsid w:val="00C85B51"/>
    <w:rsid w:val="00C85F08"/>
    <w:rsid w:val="00C8640D"/>
    <w:rsid w:val="00C86F87"/>
    <w:rsid w:val="00C90167"/>
    <w:rsid w:val="00C904CC"/>
    <w:rsid w:val="00C909A2"/>
    <w:rsid w:val="00C91478"/>
    <w:rsid w:val="00C91632"/>
    <w:rsid w:val="00C91BBE"/>
    <w:rsid w:val="00C92019"/>
    <w:rsid w:val="00C926A2"/>
    <w:rsid w:val="00C959D9"/>
    <w:rsid w:val="00C9619B"/>
    <w:rsid w:val="00C96316"/>
    <w:rsid w:val="00C97081"/>
    <w:rsid w:val="00CA033D"/>
    <w:rsid w:val="00CA3D89"/>
    <w:rsid w:val="00CB00F1"/>
    <w:rsid w:val="00CB04F0"/>
    <w:rsid w:val="00CB0C3E"/>
    <w:rsid w:val="00CB1757"/>
    <w:rsid w:val="00CB17DE"/>
    <w:rsid w:val="00CB19D2"/>
    <w:rsid w:val="00CB1CB6"/>
    <w:rsid w:val="00CB248E"/>
    <w:rsid w:val="00CB3036"/>
    <w:rsid w:val="00CB329C"/>
    <w:rsid w:val="00CB3798"/>
    <w:rsid w:val="00CB3BEB"/>
    <w:rsid w:val="00CB3C23"/>
    <w:rsid w:val="00CB3F10"/>
    <w:rsid w:val="00CB40BA"/>
    <w:rsid w:val="00CB4893"/>
    <w:rsid w:val="00CB5D46"/>
    <w:rsid w:val="00CB6640"/>
    <w:rsid w:val="00CB66F0"/>
    <w:rsid w:val="00CB69B3"/>
    <w:rsid w:val="00CB6E1E"/>
    <w:rsid w:val="00CB734E"/>
    <w:rsid w:val="00CC111B"/>
    <w:rsid w:val="00CC1FD9"/>
    <w:rsid w:val="00CC24F5"/>
    <w:rsid w:val="00CC2B41"/>
    <w:rsid w:val="00CC48A6"/>
    <w:rsid w:val="00CC536C"/>
    <w:rsid w:val="00CC567B"/>
    <w:rsid w:val="00CC5B79"/>
    <w:rsid w:val="00CC7913"/>
    <w:rsid w:val="00CD0368"/>
    <w:rsid w:val="00CD0921"/>
    <w:rsid w:val="00CD1196"/>
    <w:rsid w:val="00CD14F9"/>
    <w:rsid w:val="00CD163A"/>
    <w:rsid w:val="00CD16CB"/>
    <w:rsid w:val="00CD1C70"/>
    <w:rsid w:val="00CD2484"/>
    <w:rsid w:val="00CD271F"/>
    <w:rsid w:val="00CD2C6F"/>
    <w:rsid w:val="00CD365B"/>
    <w:rsid w:val="00CD3AD5"/>
    <w:rsid w:val="00CD3B6E"/>
    <w:rsid w:val="00CD3E0A"/>
    <w:rsid w:val="00CD4DF9"/>
    <w:rsid w:val="00CD5588"/>
    <w:rsid w:val="00CD58EA"/>
    <w:rsid w:val="00CD6080"/>
    <w:rsid w:val="00CD64ED"/>
    <w:rsid w:val="00CD7041"/>
    <w:rsid w:val="00CE0128"/>
    <w:rsid w:val="00CE0EE7"/>
    <w:rsid w:val="00CE14A7"/>
    <w:rsid w:val="00CE1E0E"/>
    <w:rsid w:val="00CE26A1"/>
    <w:rsid w:val="00CE2920"/>
    <w:rsid w:val="00CE3191"/>
    <w:rsid w:val="00CE3B39"/>
    <w:rsid w:val="00CE3D76"/>
    <w:rsid w:val="00CE4211"/>
    <w:rsid w:val="00CE454C"/>
    <w:rsid w:val="00CE5287"/>
    <w:rsid w:val="00CE5814"/>
    <w:rsid w:val="00CE5C5D"/>
    <w:rsid w:val="00CE63FF"/>
    <w:rsid w:val="00CE64C3"/>
    <w:rsid w:val="00CE6658"/>
    <w:rsid w:val="00CE6825"/>
    <w:rsid w:val="00CE6827"/>
    <w:rsid w:val="00CE698C"/>
    <w:rsid w:val="00CE6BCA"/>
    <w:rsid w:val="00CE752E"/>
    <w:rsid w:val="00CF01B2"/>
    <w:rsid w:val="00CF119C"/>
    <w:rsid w:val="00CF1670"/>
    <w:rsid w:val="00CF2461"/>
    <w:rsid w:val="00CF2574"/>
    <w:rsid w:val="00CF25DD"/>
    <w:rsid w:val="00CF2BE5"/>
    <w:rsid w:val="00CF2F9A"/>
    <w:rsid w:val="00CF35FB"/>
    <w:rsid w:val="00CF3EC9"/>
    <w:rsid w:val="00CF4E29"/>
    <w:rsid w:val="00CF55A2"/>
    <w:rsid w:val="00CF5C94"/>
    <w:rsid w:val="00CF605F"/>
    <w:rsid w:val="00CF6AC0"/>
    <w:rsid w:val="00CF7007"/>
    <w:rsid w:val="00CF7E3A"/>
    <w:rsid w:val="00D019B3"/>
    <w:rsid w:val="00D02609"/>
    <w:rsid w:val="00D02A3B"/>
    <w:rsid w:val="00D03010"/>
    <w:rsid w:val="00D0373C"/>
    <w:rsid w:val="00D03BB4"/>
    <w:rsid w:val="00D04EFB"/>
    <w:rsid w:val="00D05561"/>
    <w:rsid w:val="00D05BF3"/>
    <w:rsid w:val="00D062BA"/>
    <w:rsid w:val="00D063BA"/>
    <w:rsid w:val="00D06A73"/>
    <w:rsid w:val="00D07070"/>
    <w:rsid w:val="00D07266"/>
    <w:rsid w:val="00D0793A"/>
    <w:rsid w:val="00D07D73"/>
    <w:rsid w:val="00D10016"/>
    <w:rsid w:val="00D100F7"/>
    <w:rsid w:val="00D10790"/>
    <w:rsid w:val="00D10D15"/>
    <w:rsid w:val="00D134CB"/>
    <w:rsid w:val="00D1405C"/>
    <w:rsid w:val="00D14255"/>
    <w:rsid w:val="00D156C4"/>
    <w:rsid w:val="00D15862"/>
    <w:rsid w:val="00D166CF"/>
    <w:rsid w:val="00D17759"/>
    <w:rsid w:val="00D20334"/>
    <w:rsid w:val="00D21576"/>
    <w:rsid w:val="00D221EB"/>
    <w:rsid w:val="00D22374"/>
    <w:rsid w:val="00D22834"/>
    <w:rsid w:val="00D229EC"/>
    <w:rsid w:val="00D23CA7"/>
    <w:rsid w:val="00D242F5"/>
    <w:rsid w:val="00D245BA"/>
    <w:rsid w:val="00D249CE"/>
    <w:rsid w:val="00D249EA"/>
    <w:rsid w:val="00D24FED"/>
    <w:rsid w:val="00D257E6"/>
    <w:rsid w:val="00D258BD"/>
    <w:rsid w:val="00D260D6"/>
    <w:rsid w:val="00D26E43"/>
    <w:rsid w:val="00D274BA"/>
    <w:rsid w:val="00D30BF2"/>
    <w:rsid w:val="00D30F20"/>
    <w:rsid w:val="00D32905"/>
    <w:rsid w:val="00D329DF"/>
    <w:rsid w:val="00D330CB"/>
    <w:rsid w:val="00D34167"/>
    <w:rsid w:val="00D342DB"/>
    <w:rsid w:val="00D34557"/>
    <w:rsid w:val="00D350F2"/>
    <w:rsid w:val="00D35189"/>
    <w:rsid w:val="00D35D81"/>
    <w:rsid w:val="00D360C7"/>
    <w:rsid w:val="00D36339"/>
    <w:rsid w:val="00D36C3C"/>
    <w:rsid w:val="00D37390"/>
    <w:rsid w:val="00D37D7C"/>
    <w:rsid w:val="00D37DEE"/>
    <w:rsid w:val="00D40D90"/>
    <w:rsid w:val="00D40DDB"/>
    <w:rsid w:val="00D40EA6"/>
    <w:rsid w:val="00D41ED5"/>
    <w:rsid w:val="00D420E9"/>
    <w:rsid w:val="00D43565"/>
    <w:rsid w:val="00D43748"/>
    <w:rsid w:val="00D4447D"/>
    <w:rsid w:val="00D44763"/>
    <w:rsid w:val="00D458ED"/>
    <w:rsid w:val="00D46077"/>
    <w:rsid w:val="00D4651A"/>
    <w:rsid w:val="00D46747"/>
    <w:rsid w:val="00D46996"/>
    <w:rsid w:val="00D472D3"/>
    <w:rsid w:val="00D47326"/>
    <w:rsid w:val="00D473BA"/>
    <w:rsid w:val="00D477B2"/>
    <w:rsid w:val="00D47E07"/>
    <w:rsid w:val="00D50540"/>
    <w:rsid w:val="00D50B4C"/>
    <w:rsid w:val="00D50EEA"/>
    <w:rsid w:val="00D513A4"/>
    <w:rsid w:val="00D51C0C"/>
    <w:rsid w:val="00D5230B"/>
    <w:rsid w:val="00D52E22"/>
    <w:rsid w:val="00D53808"/>
    <w:rsid w:val="00D54D72"/>
    <w:rsid w:val="00D55410"/>
    <w:rsid w:val="00D56678"/>
    <w:rsid w:val="00D603EE"/>
    <w:rsid w:val="00D60A27"/>
    <w:rsid w:val="00D612A0"/>
    <w:rsid w:val="00D61AFF"/>
    <w:rsid w:val="00D63108"/>
    <w:rsid w:val="00D63244"/>
    <w:rsid w:val="00D632D0"/>
    <w:rsid w:val="00D63B3D"/>
    <w:rsid w:val="00D64161"/>
    <w:rsid w:val="00D64C51"/>
    <w:rsid w:val="00D65D93"/>
    <w:rsid w:val="00D66061"/>
    <w:rsid w:val="00D666FA"/>
    <w:rsid w:val="00D66CA9"/>
    <w:rsid w:val="00D6705F"/>
    <w:rsid w:val="00D7088A"/>
    <w:rsid w:val="00D709CA"/>
    <w:rsid w:val="00D716EC"/>
    <w:rsid w:val="00D719E3"/>
    <w:rsid w:val="00D7318F"/>
    <w:rsid w:val="00D73A04"/>
    <w:rsid w:val="00D73BE9"/>
    <w:rsid w:val="00D73CEF"/>
    <w:rsid w:val="00D7550C"/>
    <w:rsid w:val="00D76671"/>
    <w:rsid w:val="00D766DD"/>
    <w:rsid w:val="00D77D87"/>
    <w:rsid w:val="00D82259"/>
    <w:rsid w:val="00D82E10"/>
    <w:rsid w:val="00D83882"/>
    <w:rsid w:val="00D83ED4"/>
    <w:rsid w:val="00D8441C"/>
    <w:rsid w:val="00D84DBE"/>
    <w:rsid w:val="00D84EE1"/>
    <w:rsid w:val="00D85CDC"/>
    <w:rsid w:val="00D85D5C"/>
    <w:rsid w:val="00D860CF"/>
    <w:rsid w:val="00D86664"/>
    <w:rsid w:val="00D868AB"/>
    <w:rsid w:val="00D86C62"/>
    <w:rsid w:val="00D873AE"/>
    <w:rsid w:val="00D8763B"/>
    <w:rsid w:val="00D87B90"/>
    <w:rsid w:val="00D90983"/>
    <w:rsid w:val="00D90F50"/>
    <w:rsid w:val="00D91956"/>
    <w:rsid w:val="00D9217B"/>
    <w:rsid w:val="00D92896"/>
    <w:rsid w:val="00D929F9"/>
    <w:rsid w:val="00D92C53"/>
    <w:rsid w:val="00D92C5A"/>
    <w:rsid w:val="00D933E8"/>
    <w:rsid w:val="00D936AF"/>
    <w:rsid w:val="00D936B1"/>
    <w:rsid w:val="00D93A27"/>
    <w:rsid w:val="00D944AD"/>
    <w:rsid w:val="00D94916"/>
    <w:rsid w:val="00D94F9A"/>
    <w:rsid w:val="00D94FE1"/>
    <w:rsid w:val="00D9541D"/>
    <w:rsid w:val="00D97C79"/>
    <w:rsid w:val="00DA0A41"/>
    <w:rsid w:val="00DA15C8"/>
    <w:rsid w:val="00DA16D3"/>
    <w:rsid w:val="00DA1859"/>
    <w:rsid w:val="00DA1D31"/>
    <w:rsid w:val="00DA1D8E"/>
    <w:rsid w:val="00DA1FB7"/>
    <w:rsid w:val="00DA21BF"/>
    <w:rsid w:val="00DA2267"/>
    <w:rsid w:val="00DA3025"/>
    <w:rsid w:val="00DA3A38"/>
    <w:rsid w:val="00DA5116"/>
    <w:rsid w:val="00DA6676"/>
    <w:rsid w:val="00DA6A97"/>
    <w:rsid w:val="00DB079E"/>
    <w:rsid w:val="00DB4B90"/>
    <w:rsid w:val="00DB5438"/>
    <w:rsid w:val="00DB58F5"/>
    <w:rsid w:val="00DB65B3"/>
    <w:rsid w:val="00DB65E5"/>
    <w:rsid w:val="00DB7077"/>
    <w:rsid w:val="00DB72E7"/>
    <w:rsid w:val="00DB7516"/>
    <w:rsid w:val="00DC019F"/>
    <w:rsid w:val="00DC08BE"/>
    <w:rsid w:val="00DC0AED"/>
    <w:rsid w:val="00DC1D73"/>
    <w:rsid w:val="00DC2507"/>
    <w:rsid w:val="00DC2883"/>
    <w:rsid w:val="00DC3BE6"/>
    <w:rsid w:val="00DC4045"/>
    <w:rsid w:val="00DC44DC"/>
    <w:rsid w:val="00DC56BB"/>
    <w:rsid w:val="00DC579C"/>
    <w:rsid w:val="00DC6E7D"/>
    <w:rsid w:val="00DC72D3"/>
    <w:rsid w:val="00DC79A0"/>
    <w:rsid w:val="00DC7C44"/>
    <w:rsid w:val="00DC7DB3"/>
    <w:rsid w:val="00DD01D7"/>
    <w:rsid w:val="00DD0D19"/>
    <w:rsid w:val="00DD10A3"/>
    <w:rsid w:val="00DD159E"/>
    <w:rsid w:val="00DD1956"/>
    <w:rsid w:val="00DD1C88"/>
    <w:rsid w:val="00DD2D74"/>
    <w:rsid w:val="00DD42A6"/>
    <w:rsid w:val="00DD52B8"/>
    <w:rsid w:val="00DD5B60"/>
    <w:rsid w:val="00DD5D8C"/>
    <w:rsid w:val="00DD5DDC"/>
    <w:rsid w:val="00DD5F2F"/>
    <w:rsid w:val="00DD6DCF"/>
    <w:rsid w:val="00DD6F28"/>
    <w:rsid w:val="00DD73B3"/>
    <w:rsid w:val="00DD7A3F"/>
    <w:rsid w:val="00DE0F50"/>
    <w:rsid w:val="00DE1AEF"/>
    <w:rsid w:val="00DE21DD"/>
    <w:rsid w:val="00DE29C1"/>
    <w:rsid w:val="00DE2F04"/>
    <w:rsid w:val="00DE3305"/>
    <w:rsid w:val="00DE36F1"/>
    <w:rsid w:val="00DE459F"/>
    <w:rsid w:val="00DE58D4"/>
    <w:rsid w:val="00DE5CC9"/>
    <w:rsid w:val="00DE6B38"/>
    <w:rsid w:val="00DE7A5D"/>
    <w:rsid w:val="00DF1BB4"/>
    <w:rsid w:val="00DF4C59"/>
    <w:rsid w:val="00DF5C9F"/>
    <w:rsid w:val="00DF67B4"/>
    <w:rsid w:val="00DF6AF6"/>
    <w:rsid w:val="00E00749"/>
    <w:rsid w:val="00E00A17"/>
    <w:rsid w:val="00E00B53"/>
    <w:rsid w:val="00E01343"/>
    <w:rsid w:val="00E01A20"/>
    <w:rsid w:val="00E02424"/>
    <w:rsid w:val="00E03FEC"/>
    <w:rsid w:val="00E05620"/>
    <w:rsid w:val="00E059BF"/>
    <w:rsid w:val="00E063FB"/>
    <w:rsid w:val="00E06831"/>
    <w:rsid w:val="00E06D69"/>
    <w:rsid w:val="00E07DF4"/>
    <w:rsid w:val="00E07F96"/>
    <w:rsid w:val="00E10EF9"/>
    <w:rsid w:val="00E11C2E"/>
    <w:rsid w:val="00E1361B"/>
    <w:rsid w:val="00E13622"/>
    <w:rsid w:val="00E14248"/>
    <w:rsid w:val="00E14512"/>
    <w:rsid w:val="00E15341"/>
    <w:rsid w:val="00E161E8"/>
    <w:rsid w:val="00E162AA"/>
    <w:rsid w:val="00E164E4"/>
    <w:rsid w:val="00E17081"/>
    <w:rsid w:val="00E1710C"/>
    <w:rsid w:val="00E174C4"/>
    <w:rsid w:val="00E17C75"/>
    <w:rsid w:val="00E203EB"/>
    <w:rsid w:val="00E207E7"/>
    <w:rsid w:val="00E20936"/>
    <w:rsid w:val="00E20D29"/>
    <w:rsid w:val="00E20F97"/>
    <w:rsid w:val="00E225FD"/>
    <w:rsid w:val="00E23777"/>
    <w:rsid w:val="00E24223"/>
    <w:rsid w:val="00E24F6A"/>
    <w:rsid w:val="00E257CC"/>
    <w:rsid w:val="00E25D1D"/>
    <w:rsid w:val="00E25D81"/>
    <w:rsid w:val="00E25ED3"/>
    <w:rsid w:val="00E26682"/>
    <w:rsid w:val="00E2715E"/>
    <w:rsid w:val="00E27DFB"/>
    <w:rsid w:val="00E3154E"/>
    <w:rsid w:val="00E32088"/>
    <w:rsid w:val="00E32685"/>
    <w:rsid w:val="00E32772"/>
    <w:rsid w:val="00E332BF"/>
    <w:rsid w:val="00E337BB"/>
    <w:rsid w:val="00E33836"/>
    <w:rsid w:val="00E34E91"/>
    <w:rsid w:val="00E3549D"/>
    <w:rsid w:val="00E359BA"/>
    <w:rsid w:val="00E36543"/>
    <w:rsid w:val="00E3673E"/>
    <w:rsid w:val="00E36C18"/>
    <w:rsid w:val="00E377FD"/>
    <w:rsid w:val="00E378BE"/>
    <w:rsid w:val="00E37FC4"/>
    <w:rsid w:val="00E40628"/>
    <w:rsid w:val="00E40847"/>
    <w:rsid w:val="00E41208"/>
    <w:rsid w:val="00E423DE"/>
    <w:rsid w:val="00E42788"/>
    <w:rsid w:val="00E427FC"/>
    <w:rsid w:val="00E42F55"/>
    <w:rsid w:val="00E430BA"/>
    <w:rsid w:val="00E447ED"/>
    <w:rsid w:val="00E448BA"/>
    <w:rsid w:val="00E44D35"/>
    <w:rsid w:val="00E45B63"/>
    <w:rsid w:val="00E46108"/>
    <w:rsid w:val="00E46676"/>
    <w:rsid w:val="00E47657"/>
    <w:rsid w:val="00E50F9D"/>
    <w:rsid w:val="00E510D8"/>
    <w:rsid w:val="00E515DD"/>
    <w:rsid w:val="00E51B04"/>
    <w:rsid w:val="00E52484"/>
    <w:rsid w:val="00E5259C"/>
    <w:rsid w:val="00E52F8D"/>
    <w:rsid w:val="00E533F2"/>
    <w:rsid w:val="00E53B7C"/>
    <w:rsid w:val="00E53C40"/>
    <w:rsid w:val="00E53C81"/>
    <w:rsid w:val="00E53F81"/>
    <w:rsid w:val="00E5412F"/>
    <w:rsid w:val="00E54A56"/>
    <w:rsid w:val="00E55BA1"/>
    <w:rsid w:val="00E560A7"/>
    <w:rsid w:val="00E569AA"/>
    <w:rsid w:val="00E57257"/>
    <w:rsid w:val="00E60118"/>
    <w:rsid w:val="00E60193"/>
    <w:rsid w:val="00E6144F"/>
    <w:rsid w:val="00E6256E"/>
    <w:rsid w:val="00E62586"/>
    <w:rsid w:val="00E630EC"/>
    <w:rsid w:val="00E635E6"/>
    <w:rsid w:val="00E63BC7"/>
    <w:rsid w:val="00E64488"/>
    <w:rsid w:val="00E64DBE"/>
    <w:rsid w:val="00E65AE3"/>
    <w:rsid w:val="00E65C14"/>
    <w:rsid w:val="00E66191"/>
    <w:rsid w:val="00E6685F"/>
    <w:rsid w:val="00E66C5B"/>
    <w:rsid w:val="00E70765"/>
    <w:rsid w:val="00E70972"/>
    <w:rsid w:val="00E70FE0"/>
    <w:rsid w:val="00E72B19"/>
    <w:rsid w:val="00E72E28"/>
    <w:rsid w:val="00E73B64"/>
    <w:rsid w:val="00E7424D"/>
    <w:rsid w:val="00E747D4"/>
    <w:rsid w:val="00E74E64"/>
    <w:rsid w:val="00E7531D"/>
    <w:rsid w:val="00E753C6"/>
    <w:rsid w:val="00E762F7"/>
    <w:rsid w:val="00E76A1A"/>
    <w:rsid w:val="00E76B8E"/>
    <w:rsid w:val="00E76F35"/>
    <w:rsid w:val="00E77547"/>
    <w:rsid w:val="00E77817"/>
    <w:rsid w:val="00E77971"/>
    <w:rsid w:val="00E779C6"/>
    <w:rsid w:val="00E77C9B"/>
    <w:rsid w:val="00E80E67"/>
    <w:rsid w:val="00E813A3"/>
    <w:rsid w:val="00E81440"/>
    <w:rsid w:val="00E8194F"/>
    <w:rsid w:val="00E81BFC"/>
    <w:rsid w:val="00E81ED9"/>
    <w:rsid w:val="00E82771"/>
    <w:rsid w:val="00E8291E"/>
    <w:rsid w:val="00E82ADD"/>
    <w:rsid w:val="00E834A0"/>
    <w:rsid w:val="00E851F2"/>
    <w:rsid w:val="00E858F9"/>
    <w:rsid w:val="00E85DB5"/>
    <w:rsid w:val="00E90521"/>
    <w:rsid w:val="00E9180F"/>
    <w:rsid w:val="00E92354"/>
    <w:rsid w:val="00E93469"/>
    <w:rsid w:val="00E93AED"/>
    <w:rsid w:val="00E93F16"/>
    <w:rsid w:val="00E93FD9"/>
    <w:rsid w:val="00E94A08"/>
    <w:rsid w:val="00E94D35"/>
    <w:rsid w:val="00E9549A"/>
    <w:rsid w:val="00E95528"/>
    <w:rsid w:val="00E95C17"/>
    <w:rsid w:val="00E95C9D"/>
    <w:rsid w:val="00E9682C"/>
    <w:rsid w:val="00E96C39"/>
    <w:rsid w:val="00E971E0"/>
    <w:rsid w:val="00E97750"/>
    <w:rsid w:val="00EA062C"/>
    <w:rsid w:val="00EA1062"/>
    <w:rsid w:val="00EA34CA"/>
    <w:rsid w:val="00EA3E36"/>
    <w:rsid w:val="00EA4300"/>
    <w:rsid w:val="00EA4AD4"/>
    <w:rsid w:val="00EA4E3B"/>
    <w:rsid w:val="00EA5584"/>
    <w:rsid w:val="00EA5951"/>
    <w:rsid w:val="00EA59AC"/>
    <w:rsid w:val="00EA5DA0"/>
    <w:rsid w:val="00EA62FB"/>
    <w:rsid w:val="00EA6360"/>
    <w:rsid w:val="00EA63FC"/>
    <w:rsid w:val="00EA6890"/>
    <w:rsid w:val="00EA7070"/>
    <w:rsid w:val="00EA775A"/>
    <w:rsid w:val="00EA7ABE"/>
    <w:rsid w:val="00EB03E7"/>
    <w:rsid w:val="00EB04FE"/>
    <w:rsid w:val="00EB06C6"/>
    <w:rsid w:val="00EB1330"/>
    <w:rsid w:val="00EB19F0"/>
    <w:rsid w:val="00EB2303"/>
    <w:rsid w:val="00EB29EE"/>
    <w:rsid w:val="00EB3226"/>
    <w:rsid w:val="00EB33C1"/>
    <w:rsid w:val="00EB47E6"/>
    <w:rsid w:val="00EB4EB2"/>
    <w:rsid w:val="00EB56DD"/>
    <w:rsid w:val="00EB581A"/>
    <w:rsid w:val="00EB5D02"/>
    <w:rsid w:val="00EB6244"/>
    <w:rsid w:val="00EB637A"/>
    <w:rsid w:val="00EB6EBF"/>
    <w:rsid w:val="00EB7248"/>
    <w:rsid w:val="00EC12B7"/>
    <w:rsid w:val="00EC1C02"/>
    <w:rsid w:val="00EC2807"/>
    <w:rsid w:val="00EC2FF0"/>
    <w:rsid w:val="00EC350B"/>
    <w:rsid w:val="00EC3604"/>
    <w:rsid w:val="00EC4D01"/>
    <w:rsid w:val="00EC4D3F"/>
    <w:rsid w:val="00EC4F90"/>
    <w:rsid w:val="00EC5676"/>
    <w:rsid w:val="00EC5AC9"/>
    <w:rsid w:val="00EC5B5D"/>
    <w:rsid w:val="00EC6528"/>
    <w:rsid w:val="00EC654E"/>
    <w:rsid w:val="00EC65C6"/>
    <w:rsid w:val="00EC6A9D"/>
    <w:rsid w:val="00EC6E73"/>
    <w:rsid w:val="00ED0388"/>
    <w:rsid w:val="00ED0F69"/>
    <w:rsid w:val="00ED1741"/>
    <w:rsid w:val="00ED27EA"/>
    <w:rsid w:val="00ED2DB8"/>
    <w:rsid w:val="00ED31A9"/>
    <w:rsid w:val="00ED33E4"/>
    <w:rsid w:val="00ED3917"/>
    <w:rsid w:val="00ED3A8C"/>
    <w:rsid w:val="00ED47A0"/>
    <w:rsid w:val="00ED5149"/>
    <w:rsid w:val="00ED5C34"/>
    <w:rsid w:val="00ED63A7"/>
    <w:rsid w:val="00ED6D56"/>
    <w:rsid w:val="00ED6F24"/>
    <w:rsid w:val="00ED6F40"/>
    <w:rsid w:val="00ED7012"/>
    <w:rsid w:val="00ED72BB"/>
    <w:rsid w:val="00ED74AB"/>
    <w:rsid w:val="00ED7C19"/>
    <w:rsid w:val="00EE07AC"/>
    <w:rsid w:val="00EE093B"/>
    <w:rsid w:val="00EE17CB"/>
    <w:rsid w:val="00EE1E3D"/>
    <w:rsid w:val="00EE2942"/>
    <w:rsid w:val="00EE3E0C"/>
    <w:rsid w:val="00EE404B"/>
    <w:rsid w:val="00EE417E"/>
    <w:rsid w:val="00EE517A"/>
    <w:rsid w:val="00EE5255"/>
    <w:rsid w:val="00EE550E"/>
    <w:rsid w:val="00EE5C12"/>
    <w:rsid w:val="00EE6BD2"/>
    <w:rsid w:val="00EE6C74"/>
    <w:rsid w:val="00EE6CCE"/>
    <w:rsid w:val="00EE6FFE"/>
    <w:rsid w:val="00EF147D"/>
    <w:rsid w:val="00EF14B1"/>
    <w:rsid w:val="00EF1889"/>
    <w:rsid w:val="00EF1C3A"/>
    <w:rsid w:val="00EF22A8"/>
    <w:rsid w:val="00EF2AE2"/>
    <w:rsid w:val="00EF3694"/>
    <w:rsid w:val="00EF467B"/>
    <w:rsid w:val="00EF4718"/>
    <w:rsid w:val="00EF4827"/>
    <w:rsid w:val="00EF4B52"/>
    <w:rsid w:val="00EF620C"/>
    <w:rsid w:val="00EF791D"/>
    <w:rsid w:val="00F00734"/>
    <w:rsid w:val="00F01937"/>
    <w:rsid w:val="00F021CA"/>
    <w:rsid w:val="00F0280C"/>
    <w:rsid w:val="00F02F99"/>
    <w:rsid w:val="00F032C3"/>
    <w:rsid w:val="00F0474A"/>
    <w:rsid w:val="00F051AD"/>
    <w:rsid w:val="00F0681C"/>
    <w:rsid w:val="00F07072"/>
    <w:rsid w:val="00F10C48"/>
    <w:rsid w:val="00F11C2C"/>
    <w:rsid w:val="00F13C59"/>
    <w:rsid w:val="00F14081"/>
    <w:rsid w:val="00F15C68"/>
    <w:rsid w:val="00F15C70"/>
    <w:rsid w:val="00F1673C"/>
    <w:rsid w:val="00F1696F"/>
    <w:rsid w:val="00F1727A"/>
    <w:rsid w:val="00F1761F"/>
    <w:rsid w:val="00F176A1"/>
    <w:rsid w:val="00F2079E"/>
    <w:rsid w:val="00F20B1C"/>
    <w:rsid w:val="00F20B43"/>
    <w:rsid w:val="00F20E01"/>
    <w:rsid w:val="00F21636"/>
    <w:rsid w:val="00F21E2C"/>
    <w:rsid w:val="00F222AB"/>
    <w:rsid w:val="00F236B7"/>
    <w:rsid w:val="00F23797"/>
    <w:rsid w:val="00F24337"/>
    <w:rsid w:val="00F259CC"/>
    <w:rsid w:val="00F25F8B"/>
    <w:rsid w:val="00F261FB"/>
    <w:rsid w:val="00F30360"/>
    <w:rsid w:val="00F31B14"/>
    <w:rsid w:val="00F3251C"/>
    <w:rsid w:val="00F33C2E"/>
    <w:rsid w:val="00F33DB9"/>
    <w:rsid w:val="00F3477C"/>
    <w:rsid w:val="00F34E38"/>
    <w:rsid w:val="00F355DA"/>
    <w:rsid w:val="00F359FC"/>
    <w:rsid w:val="00F35CB4"/>
    <w:rsid w:val="00F35D72"/>
    <w:rsid w:val="00F364AD"/>
    <w:rsid w:val="00F36741"/>
    <w:rsid w:val="00F36C46"/>
    <w:rsid w:val="00F3708D"/>
    <w:rsid w:val="00F37389"/>
    <w:rsid w:val="00F4011A"/>
    <w:rsid w:val="00F4014E"/>
    <w:rsid w:val="00F407B7"/>
    <w:rsid w:val="00F40DB3"/>
    <w:rsid w:val="00F41BF6"/>
    <w:rsid w:val="00F42519"/>
    <w:rsid w:val="00F43084"/>
    <w:rsid w:val="00F43285"/>
    <w:rsid w:val="00F4349B"/>
    <w:rsid w:val="00F44343"/>
    <w:rsid w:val="00F44A57"/>
    <w:rsid w:val="00F45509"/>
    <w:rsid w:val="00F46049"/>
    <w:rsid w:val="00F469C7"/>
    <w:rsid w:val="00F50542"/>
    <w:rsid w:val="00F51189"/>
    <w:rsid w:val="00F51C85"/>
    <w:rsid w:val="00F52B91"/>
    <w:rsid w:val="00F530AE"/>
    <w:rsid w:val="00F53331"/>
    <w:rsid w:val="00F5526F"/>
    <w:rsid w:val="00F5552F"/>
    <w:rsid w:val="00F555B9"/>
    <w:rsid w:val="00F576E8"/>
    <w:rsid w:val="00F57B58"/>
    <w:rsid w:val="00F604A4"/>
    <w:rsid w:val="00F60FD5"/>
    <w:rsid w:val="00F61615"/>
    <w:rsid w:val="00F61746"/>
    <w:rsid w:val="00F628D7"/>
    <w:rsid w:val="00F629CC"/>
    <w:rsid w:val="00F62C24"/>
    <w:rsid w:val="00F63C65"/>
    <w:rsid w:val="00F63CA7"/>
    <w:rsid w:val="00F647A4"/>
    <w:rsid w:val="00F64C29"/>
    <w:rsid w:val="00F65059"/>
    <w:rsid w:val="00F651F4"/>
    <w:rsid w:val="00F654A9"/>
    <w:rsid w:val="00F65D9F"/>
    <w:rsid w:val="00F669D6"/>
    <w:rsid w:val="00F6715F"/>
    <w:rsid w:val="00F67C17"/>
    <w:rsid w:val="00F701D2"/>
    <w:rsid w:val="00F704A4"/>
    <w:rsid w:val="00F705A5"/>
    <w:rsid w:val="00F70725"/>
    <w:rsid w:val="00F70971"/>
    <w:rsid w:val="00F709C6"/>
    <w:rsid w:val="00F70F4F"/>
    <w:rsid w:val="00F71E0D"/>
    <w:rsid w:val="00F72A01"/>
    <w:rsid w:val="00F72C4A"/>
    <w:rsid w:val="00F73291"/>
    <w:rsid w:val="00F7337B"/>
    <w:rsid w:val="00F739AC"/>
    <w:rsid w:val="00F73A24"/>
    <w:rsid w:val="00F7423E"/>
    <w:rsid w:val="00F749BD"/>
    <w:rsid w:val="00F74BD5"/>
    <w:rsid w:val="00F7592B"/>
    <w:rsid w:val="00F76EE3"/>
    <w:rsid w:val="00F7763B"/>
    <w:rsid w:val="00F7765B"/>
    <w:rsid w:val="00F80B62"/>
    <w:rsid w:val="00F8101C"/>
    <w:rsid w:val="00F81D3A"/>
    <w:rsid w:val="00F82515"/>
    <w:rsid w:val="00F828D4"/>
    <w:rsid w:val="00F82B07"/>
    <w:rsid w:val="00F82BBE"/>
    <w:rsid w:val="00F832A6"/>
    <w:rsid w:val="00F8373E"/>
    <w:rsid w:val="00F83FC5"/>
    <w:rsid w:val="00F84093"/>
    <w:rsid w:val="00F8487A"/>
    <w:rsid w:val="00F852A1"/>
    <w:rsid w:val="00F87D70"/>
    <w:rsid w:val="00F90AE8"/>
    <w:rsid w:val="00F90C9B"/>
    <w:rsid w:val="00F91A1B"/>
    <w:rsid w:val="00F92044"/>
    <w:rsid w:val="00F9251E"/>
    <w:rsid w:val="00F9383E"/>
    <w:rsid w:val="00F93B48"/>
    <w:rsid w:val="00F93D49"/>
    <w:rsid w:val="00F94BC1"/>
    <w:rsid w:val="00F94C94"/>
    <w:rsid w:val="00F96724"/>
    <w:rsid w:val="00F976D4"/>
    <w:rsid w:val="00F978BE"/>
    <w:rsid w:val="00FA005C"/>
    <w:rsid w:val="00FA3102"/>
    <w:rsid w:val="00FA3745"/>
    <w:rsid w:val="00FA39B4"/>
    <w:rsid w:val="00FA4ED1"/>
    <w:rsid w:val="00FA5EFB"/>
    <w:rsid w:val="00FA5F9F"/>
    <w:rsid w:val="00FA656A"/>
    <w:rsid w:val="00FA7329"/>
    <w:rsid w:val="00FA7337"/>
    <w:rsid w:val="00FB0229"/>
    <w:rsid w:val="00FB0C30"/>
    <w:rsid w:val="00FB17B2"/>
    <w:rsid w:val="00FB18CE"/>
    <w:rsid w:val="00FB1A0D"/>
    <w:rsid w:val="00FB2817"/>
    <w:rsid w:val="00FB3AB6"/>
    <w:rsid w:val="00FB4D74"/>
    <w:rsid w:val="00FB4F96"/>
    <w:rsid w:val="00FB595C"/>
    <w:rsid w:val="00FB5A54"/>
    <w:rsid w:val="00FB5D36"/>
    <w:rsid w:val="00FB5F7A"/>
    <w:rsid w:val="00FB612A"/>
    <w:rsid w:val="00FB7384"/>
    <w:rsid w:val="00FC0C3B"/>
    <w:rsid w:val="00FC0FBB"/>
    <w:rsid w:val="00FC251F"/>
    <w:rsid w:val="00FC273A"/>
    <w:rsid w:val="00FC2A14"/>
    <w:rsid w:val="00FC41EA"/>
    <w:rsid w:val="00FC4A19"/>
    <w:rsid w:val="00FC53AB"/>
    <w:rsid w:val="00FC5711"/>
    <w:rsid w:val="00FC5DF6"/>
    <w:rsid w:val="00FC624C"/>
    <w:rsid w:val="00FC6FCE"/>
    <w:rsid w:val="00FC7AE0"/>
    <w:rsid w:val="00FD03CF"/>
    <w:rsid w:val="00FD0A34"/>
    <w:rsid w:val="00FD0E0E"/>
    <w:rsid w:val="00FD0EAD"/>
    <w:rsid w:val="00FD1066"/>
    <w:rsid w:val="00FD18AD"/>
    <w:rsid w:val="00FD18DB"/>
    <w:rsid w:val="00FD2C33"/>
    <w:rsid w:val="00FD5853"/>
    <w:rsid w:val="00FD5A8E"/>
    <w:rsid w:val="00FE0056"/>
    <w:rsid w:val="00FE0C74"/>
    <w:rsid w:val="00FE1775"/>
    <w:rsid w:val="00FE28A8"/>
    <w:rsid w:val="00FE3513"/>
    <w:rsid w:val="00FE3648"/>
    <w:rsid w:val="00FE442E"/>
    <w:rsid w:val="00FE44E2"/>
    <w:rsid w:val="00FE61FC"/>
    <w:rsid w:val="00FE644B"/>
    <w:rsid w:val="00FE68E4"/>
    <w:rsid w:val="00FE70C6"/>
    <w:rsid w:val="00FE76D2"/>
    <w:rsid w:val="00FE76F7"/>
    <w:rsid w:val="00FE7BA6"/>
    <w:rsid w:val="00FF0380"/>
    <w:rsid w:val="00FF05B2"/>
    <w:rsid w:val="00FF0FB5"/>
    <w:rsid w:val="00FF24FD"/>
    <w:rsid w:val="00FF2B4F"/>
    <w:rsid w:val="00FF2EEF"/>
    <w:rsid w:val="00FF3871"/>
    <w:rsid w:val="00FF3D19"/>
    <w:rsid w:val="00FF42E1"/>
    <w:rsid w:val="00FF4304"/>
    <w:rsid w:val="00FF47BF"/>
    <w:rsid w:val="00FF4C2C"/>
    <w:rsid w:val="00FF55C7"/>
    <w:rsid w:val="00FF5F9E"/>
    <w:rsid w:val="00FF6127"/>
    <w:rsid w:val="00FF62E1"/>
    <w:rsid w:val="00FF6FC1"/>
    <w:rsid w:val="00FF7B94"/>
    <w:rsid w:val="0104F5CC"/>
    <w:rsid w:val="010EFF84"/>
    <w:rsid w:val="010F4CEA"/>
    <w:rsid w:val="01576422"/>
    <w:rsid w:val="015E345D"/>
    <w:rsid w:val="015F1354"/>
    <w:rsid w:val="0181CC20"/>
    <w:rsid w:val="01A437FC"/>
    <w:rsid w:val="01AEFD39"/>
    <w:rsid w:val="01BDA1DF"/>
    <w:rsid w:val="0208BA4B"/>
    <w:rsid w:val="021A0078"/>
    <w:rsid w:val="0221623E"/>
    <w:rsid w:val="024AC738"/>
    <w:rsid w:val="024BC357"/>
    <w:rsid w:val="02569236"/>
    <w:rsid w:val="0293BEB5"/>
    <w:rsid w:val="02A46D6A"/>
    <w:rsid w:val="02D621CF"/>
    <w:rsid w:val="02DAF8A5"/>
    <w:rsid w:val="02F0777B"/>
    <w:rsid w:val="0308C345"/>
    <w:rsid w:val="031BFF18"/>
    <w:rsid w:val="032994E3"/>
    <w:rsid w:val="035A2CD9"/>
    <w:rsid w:val="03B01937"/>
    <w:rsid w:val="03B16556"/>
    <w:rsid w:val="03B18D99"/>
    <w:rsid w:val="03C21E1A"/>
    <w:rsid w:val="03C609DC"/>
    <w:rsid w:val="03E37ABD"/>
    <w:rsid w:val="03E80D1D"/>
    <w:rsid w:val="03F26BC9"/>
    <w:rsid w:val="043B7439"/>
    <w:rsid w:val="0476C906"/>
    <w:rsid w:val="04D36925"/>
    <w:rsid w:val="0521235A"/>
    <w:rsid w:val="0543C9FF"/>
    <w:rsid w:val="05574D51"/>
    <w:rsid w:val="056A2C90"/>
    <w:rsid w:val="059D4577"/>
    <w:rsid w:val="05A3265F"/>
    <w:rsid w:val="05BF0ED7"/>
    <w:rsid w:val="05CC6E9C"/>
    <w:rsid w:val="05D2CCD0"/>
    <w:rsid w:val="05D7BB0D"/>
    <w:rsid w:val="0623A268"/>
    <w:rsid w:val="0634874D"/>
    <w:rsid w:val="063F9D3A"/>
    <w:rsid w:val="066B4E67"/>
    <w:rsid w:val="06759855"/>
    <w:rsid w:val="067619A5"/>
    <w:rsid w:val="067BD7FF"/>
    <w:rsid w:val="067D9365"/>
    <w:rsid w:val="06D8AABA"/>
    <w:rsid w:val="071FA46E"/>
    <w:rsid w:val="0758DB0D"/>
    <w:rsid w:val="075D8F57"/>
    <w:rsid w:val="0799ACEE"/>
    <w:rsid w:val="07A4C268"/>
    <w:rsid w:val="07A751C1"/>
    <w:rsid w:val="07C613F3"/>
    <w:rsid w:val="07C83FC8"/>
    <w:rsid w:val="07CDCFC8"/>
    <w:rsid w:val="07E48AEE"/>
    <w:rsid w:val="07F14B0D"/>
    <w:rsid w:val="07FA3F04"/>
    <w:rsid w:val="08323FFA"/>
    <w:rsid w:val="083D3268"/>
    <w:rsid w:val="083E5786"/>
    <w:rsid w:val="085ADD04"/>
    <w:rsid w:val="087271CA"/>
    <w:rsid w:val="088409C1"/>
    <w:rsid w:val="08A14601"/>
    <w:rsid w:val="08C655FD"/>
    <w:rsid w:val="08CF96CE"/>
    <w:rsid w:val="08DB8311"/>
    <w:rsid w:val="08EC8995"/>
    <w:rsid w:val="0908C9A1"/>
    <w:rsid w:val="090FF347"/>
    <w:rsid w:val="09185BF0"/>
    <w:rsid w:val="09234659"/>
    <w:rsid w:val="0951D772"/>
    <w:rsid w:val="096644C4"/>
    <w:rsid w:val="096DB789"/>
    <w:rsid w:val="096FAFC7"/>
    <w:rsid w:val="09776E99"/>
    <w:rsid w:val="09B6E72A"/>
    <w:rsid w:val="09D499CF"/>
    <w:rsid w:val="09DD58E7"/>
    <w:rsid w:val="09FD392A"/>
    <w:rsid w:val="0A02425A"/>
    <w:rsid w:val="0A1037B2"/>
    <w:rsid w:val="0A11F734"/>
    <w:rsid w:val="0A40F8E2"/>
    <w:rsid w:val="0A461C78"/>
    <w:rsid w:val="0A572579"/>
    <w:rsid w:val="0A5CBC02"/>
    <w:rsid w:val="0A5EE75C"/>
    <w:rsid w:val="0A63881F"/>
    <w:rsid w:val="0A85C50A"/>
    <w:rsid w:val="0AEC1657"/>
    <w:rsid w:val="0B03E0C5"/>
    <w:rsid w:val="0B8C4C14"/>
    <w:rsid w:val="0B9E9EE6"/>
    <w:rsid w:val="0BA9B86E"/>
    <w:rsid w:val="0BAB523A"/>
    <w:rsid w:val="0BC31865"/>
    <w:rsid w:val="0BF4337F"/>
    <w:rsid w:val="0BF99054"/>
    <w:rsid w:val="0C12122F"/>
    <w:rsid w:val="0C323FB7"/>
    <w:rsid w:val="0C3CA78E"/>
    <w:rsid w:val="0C57B555"/>
    <w:rsid w:val="0C78338B"/>
    <w:rsid w:val="0C80F64C"/>
    <w:rsid w:val="0C99A69F"/>
    <w:rsid w:val="0C9D8245"/>
    <w:rsid w:val="0CA29355"/>
    <w:rsid w:val="0CB2A2A6"/>
    <w:rsid w:val="0CB9056C"/>
    <w:rsid w:val="0CBE07FB"/>
    <w:rsid w:val="0CD27E06"/>
    <w:rsid w:val="0CD960DD"/>
    <w:rsid w:val="0CE69C27"/>
    <w:rsid w:val="0CEE9FEE"/>
    <w:rsid w:val="0CF83819"/>
    <w:rsid w:val="0CFD7DE5"/>
    <w:rsid w:val="0CFF0A95"/>
    <w:rsid w:val="0D096BE4"/>
    <w:rsid w:val="0D25BFE1"/>
    <w:rsid w:val="0D328382"/>
    <w:rsid w:val="0D726C18"/>
    <w:rsid w:val="0D81B017"/>
    <w:rsid w:val="0DBFFD35"/>
    <w:rsid w:val="0DC09E7F"/>
    <w:rsid w:val="0DC8714B"/>
    <w:rsid w:val="0DCB13B1"/>
    <w:rsid w:val="0DD565F1"/>
    <w:rsid w:val="0DDA5D59"/>
    <w:rsid w:val="0DDE491B"/>
    <w:rsid w:val="0DEBE86D"/>
    <w:rsid w:val="0DF6D905"/>
    <w:rsid w:val="0E1EE9EC"/>
    <w:rsid w:val="0E245F4A"/>
    <w:rsid w:val="0E33C300"/>
    <w:rsid w:val="0E5CC353"/>
    <w:rsid w:val="0E6C4040"/>
    <w:rsid w:val="0E6E0ADD"/>
    <w:rsid w:val="0E914469"/>
    <w:rsid w:val="0E9170BD"/>
    <w:rsid w:val="0EB9B1C8"/>
    <w:rsid w:val="0ED38960"/>
    <w:rsid w:val="0F02DBD1"/>
    <w:rsid w:val="0F0E3C79"/>
    <w:rsid w:val="0F1E7F0C"/>
    <w:rsid w:val="0F2EB0E2"/>
    <w:rsid w:val="0F5274B2"/>
    <w:rsid w:val="0F92A966"/>
    <w:rsid w:val="0F97FC72"/>
    <w:rsid w:val="0FA8563B"/>
    <w:rsid w:val="101A4A66"/>
    <w:rsid w:val="10282D9F"/>
    <w:rsid w:val="103BE1A7"/>
    <w:rsid w:val="10615745"/>
    <w:rsid w:val="106A9E56"/>
    <w:rsid w:val="10773AC2"/>
    <w:rsid w:val="1087C902"/>
    <w:rsid w:val="108ED6B8"/>
    <w:rsid w:val="1096EA88"/>
    <w:rsid w:val="109FF540"/>
    <w:rsid w:val="10D71FC1"/>
    <w:rsid w:val="10ED830B"/>
    <w:rsid w:val="1118B027"/>
    <w:rsid w:val="113B5617"/>
    <w:rsid w:val="116493BF"/>
    <w:rsid w:val="119B4434"/>
    <w:rsid w:val="11AE6273"/>
    <w:rsid w:val="11B313A1"/>
    <w:rsid w:val="11C1B5F1"/>
    <w:rsid w:val="11C2F52E"/>
    <w:rsid w:val="11D917D3"/>
    <w:rsid w:val="11EF4AEB"/>
    <w:rsid w:val="11F149A4"/>
    <w:rsid w:val="11F823DC"/>
    <w:rsid w:val="11FC2B87"/>
    <w:rsid w:val="123D0346"/>
    <w:rsid w:val="124E5085"/>
    <w:rsid w:val="1272F022"/>
    <w:rsid w:val="12AFC105"/>
    <w:rsid w:val="12BEB15F"/>
    <w:rsid w:val="12D7A596"/>
    <w:rsid w:val="12FB6136"/>
    <w:rsid w:val="130E72B1"/>
    <w:rsid w:val="133B0682"/>
    <w:rsid w:val="13523BAB"/>
    <w:rsid w:val="13561A08"/>
    <w:rsid w:val="135D8652"/>
    <w:rsid w:val="136ACFB2"/>
    <w:rsid w:val="1382C30A"/>
    <w:rsid w:val="138F8C4F"/>
    <w:rsid w:val="139D3B51"/>
    <w:rsid w:val="13DFA28A"/>
    <w:rsid w:val="13E2FC89"/>
    <w:rsid w:val="13E3529A"/>
    <w:rsid w:val="13EF5C9E"/>
    <w:rsid w:val="13EFA0F7"/>
    <w:rsid w:val="13FC7845"/>
    <w:rsid w:val="14057984"/>
    <w:rsid w:val="140EC083"/>
    <w:rsid w:val="143F8743"/>
    <w:rsid w:val="1462E0C3"/>
    <w:rsid w:val="147F5919"/>
    <w:rsid w:val="14910E09"/>
    <w:rsid w:val="14997875"/>
    <w:rsid w:val="149C9928"/>
    <w:rsid w:val="14D22128"/>
    <w:rsid w:val="14E84DB2"/>
    <w:rsid w:val="1507336E"/>
    <w:rsid w:val="1516F013"/>
    <w:rsid w:val="153730E0"/>
    <w:rsid w:val="1553FA42"/>
    <w:rsid w:val="1559BDF4"/>
    <w:rsid w:val="15744B9B"/>
    <w:rsid w:val="1577DD9E"/>
    <w:rsid w:val="157FCB24"/>
    <w:rsid w:val="158F1CAE"/>
    <w:rsid w:val="15BA786B"/>
    <w:rsid w:val="15BB73C7"/>
    <w:rsid w:val="15BF4DBE"/>
    <w:rsid w:val="15C526BA"/>
    <w:rsid w:val="15CCFE26"/>
    <w:rsid w:val="15EC822E"/>
    <w:rsid w:val="160C6C05"/>
    <w:rsid w:val="161079CF"/>
    <w:rsid w:val="16283B1E"/>
    <w:rsid w:val="1644414C"/>
    <w:rsid w:val="16975CBB"/>
    <w:rsid w:val="16BAD294"/>
    <w:rsid w:val="16BF42A1"/>
    <w:rsid w:val="16C79D05"/>
    <w:rsid w:val="16DB9A63"/>
    <w:rsid w:val="16E22628"/>
    <w:rsid w:val="16E57F72"/>
    <w:rsid w:val="16F9AF99"/>
    <w:rsid w:val="17018EF0"/>
    <w:rsid w:val="174720C1"/>
    <w:rsid w:val="17629760"/>
    <w:rsid w:val="1766E907"/>
    <w:rsid w:val="176BBF74"/>
    <w:rsid w:val="17B7BE3E"/>
    <w:rsid w:val="17E19558"/>
    <w:rsid w:val="17F82E59"/>
    <w:rsid w:val="1806551C"/>
    <w:rsid w:val="180B37CF"/>
    <w:rsid w:val="18179E1A"/>
    <w:rsid w:val="18426FB5"/>
    <w:rsid w:val="184C9FDE"/>
    <w:rsid w:val="18566D13"/>
    <w:rsid w:val="185677AB"/>
    <w:rsid w:val="18913531"/>
    <w:rsid w:val="1891DEC8"/>
    <w:rsid w:val="18BAB8FD"/>
    <w:rsid w:val="18BFEDCE"/>
    <w:rsid w:val="18CFF400"/>
    <w:rsid w:val="18FF18ED"/>
    <w:rsid w:val="1928633D"/>
    <w:rsid w:val="194A7324"/>
    <w:rsid w:val="194E41A1"/>
    <w:rsid w:val="194F42D3"/>
    <w:rsid w:val="1953BAC0"/>
    <w:rsid w:val="19630EA1"/>
    <w:rsid w:val="1990298F"/>
    <w:rsid w:val="19C9D9F4"/>
    <w:rsid w:val="19CBCBB7"/>
    <w:rsid w:val="19DC637B"/>
    <w:rsid w:val="1A167D75"/>
    <w:rsid w:val="1A1963A9"/>
    <w:rsid w:val="1A7FDFD0"/>
    <w:rsid w:val="1A9ECEB9"/>
    <w:rsid w:val="1AB7A124"/>
    <w:rsid w:val="1AC14265"/>
    <w:rsid w:val="1B1BED0E"/>
    <w:rsid w:val="1B4EEBC5"/>
    <w:rsid w:val="1B572702"/>
    <w:rsid w:val="1B67A6B0"/>
    <w:rsid w:val="1B98AC21"/>
    <w:rsid w:val="1BB7F476"/>
    <w:rsid w:val="1BCFA935"/>
    <w:rsid w:val="1BE14626"/>
    <w:rsid w:val="1C0C9DF2"/>
    <w:rsid w:val="1C53A767"/>
    <w:rsid w:val="1C97814F"/>
    <w:rsid w:val="1CCD3C45"/>
    <w:rsid w:val="1CD87D0E"/>
    <w:rsid w:val="1CE0B17F"/>
    <w:rsid w:val="1CF1DF63"/>
    <w:rsid w:val="1CF83857"/>
    <w:rsid w:val="1D037711"/>
    <w:rsid w:val="1D190806"/>
    <w:rsid w:val="1D1F4BF8"/>
    <w:rsid w:val="1D24F0A0"/>
    <w:rsid w:val="1D53C4D7"/>
    <w:rsid w:val="1D61749F"/>
    <w:rsid w:val="1D64BC90"/>
    <w:rsid w:val="1DB981E9"/>
    <w:rsid w:val="1DB98D90"/>
    <w:rsid w:val="1DC2EC29"/>
    <w:rsid w:val="1DCE01A3"/>
    <w:rsid w:val="1DD4F149"/>
    <w:rsid w:val="1DDF7B38"/>
    <w:rsid w:val="1E1DE447"/>
    <w:rsid w:val="1E4E67E9"/>
    <w:rsid w:val="1E4F7670"/>
    <w:rsid w:val="1E59BEC0"/>
    <w:rsid w:val="1E9F752B"/>
    <w:rsid w:val="1EF578A4"/>
    <w:rsid w:val="1F2F2F52"/>
    <w:rsid w:val="1F405B30"/>
    <w:rsid w:val="1FAAA3E5"/>
    <w:rsid w:val="1FB706BB"/>
    <w:rsid w:val="1FC06A0C"/>
    <w:rsid w:val="1FC671DD"/>
    <w:rsid w:val="1FDA6F3B"/>
    <w:rsid w:val="1FE89764"/>
    <w:rsid w:val="20237458"/>
    <w:rsid w:val="202B11A1"/>
    <w:rsid w:val="202F8430"/>
    <w:rsid w:val="20C45E89"/>
    <w:rsid w:val="20FEAAB4"/>
    <w:rsid w:val="21310B8A"/>
    <w:rsid w:val="21476AB0"/>
    <w:rsid w:val="21884407"/>
    <w:rsid w:val="219C1822"/>
    <w:rsid w:val="21C38803"/>
    <w:rsid w:val="21CACCC9"/>
    <w:rsid w:val="21F66F3A"/>
    <w:rsid w:val="220D66D3"/>
    <w:rsid w:val="2224C3B0"/>
    <w:rsid w:val="22304439"/>
    <w:rsid w:val="2248684E"/>
    <w:rsid w:val="224D6C0F"/>
    <w:rsid w:val="228459ED"/>
    <w:rsid w:val="228AB436"/>
    <w:rsid w:val="22BF6C6D"/>
    <w:rsid w:val="22C87068"/>
    <w:rsid w:val="22D6D272"/>
    <w:rsid w:val="22F25189"/>
    <w:rsid w:val="2303C983"/>
    <w:rsid w:val="231C771F"/>
    <w:rsid w:val="2332DE5C"/>
    <w:rsid w:val="23479399"/>
    <w:rsid w:val="234DB8E6"/>
    <w:rsid w:val="23526263"/>
    <w:rsid w:val="235E7DCE"/>
    <w:rsid w:val="2366B4FF"/>
    <w:rsid w:val="237EC968"/>
    <w:rsid w:val="2385B5B7"/>
    <w:rsid w:val="23AE99BE"/>
    <w:rsid w:val="23C36BFD"/>
    <w:rsid w:val="23C3BF5C"/>
    <w:rsid w:val="23D909A5"/>
    <w:rsid w:val="23DE26F6"/>
    <w:rsid w:val="244D438C"/>
    <w:rsid w:val="2458350E"/>
    <w:rsid w:val="24D01645"/>
    <w:rsid w:val="24D90D26"/>
    <w:rsid w:val="24EDAEAF"/>
    <w:rsid w:val="24F94DF3"/>
    <w:rsid w:val="250A3018"/>
    <w:rsid w:val="250F5E7E"/>
    <w:rsid w:val="2516DE6E"/>
    <w:rsid w:val="256EE39E"/>
    <w:rsid w:val="258266F0"/>
    <w:rsid w:val="258D24B7"/>
    <w:rsid w:val="259A57DB"/>
    <w:rsid w:val="25A990E8"/>
    <w:rsid w:val="25AD3DC1"/>
    <w:rsid w:val="25C9806C"/>
    <w:rsid w:val="25D033B5"/>
    <w:rsid w:val="261FFC3A"/>
    <w:rsid w:val="263BABD0"/>
    <w:rsid w:val="264F67E9"/>
    <w:rsid w:val="265652A0"/>
    <w:rsid w:val="26668D3B"/>
    <w:rsid w:val="26A16B95"/>
    <w:rsid w:val="26A20228"/>
    <w:rsid w:val="26AF0FFF"/>
    <w:rsid w:val="26B32293"/>
    <w:rsid w:val="26B54DA2"/>
    <w:rsid w:val="26CD1223"/>
    <w:rsid w:val="26EBE1C3"/>
    <w:rsid w:val="2717FD5F"/>
    <w:rsid w:val="272F2E9E"/>
    <w:rsid w:val="2733A00D"/>
    <w:rsid w:val="277DC618"/>
    <w:rsid w:val="27B93FF6"/>
    <w:rsid w:val="27DBD51A"/>
    <w:rsid w:val="27EB384A"/>
    <w:rsid w:val="27F22301"/>
    <w:rsid w:val="27F38F6F"/>
    <w:rsid w:val="28256AC2"/>
    <w:rsid w:val="283AB7D3"/>
    <w:rsid w:val="28403B20"/>
    <w:rsid w:val="28C558D4"/>
    <w:rsid w:val="28CA35B1"/>
    <w:rsid w:val="28D28D1A"/>
    <w:rsid w:val="28D661D5"/>
    <w:rsid w:val="291A42CF"/>
    <w:rsid w:val="29233505"/>
    <w:rsid w:val="29244CC7"/>
    <w:rsid w:val="29587792"/>
    <w:rsid w:val="298F050D"/>
    <w:rsid w:val="299B322A"/>
    <w:rsid w:val="29BF956A"/>
    <w:rsid w:val="29CD4AFB"/>
    <w:rsid w:val="29F961C3"/>
    <w:rsid w:val="29F9F386"/>
    <w:rsid w:val="2A09361C"/>
    <w:rsid w:val="2A2A2883"/>
    <w:rsid w:val="2A36DF70"/>
    <w:rsid w:val="2A3DEE56"/>
    <w:rsid w:val="2A48303F"/>
    <w:rsid w:val="2A642D42"/>
    <w:rsid w:val="2A7C49D0"/>
    <w:rsid w:val="2A869ED3"/>
    <w:rsid w:val="2A916410"/>
    <w:rsid w:val="2AED0074"/>
    <w:rsid w:val="2AFE22EA"/>
    <w:rsid w:val="2B0EDDC9"/>
    <w:rsid w:val="2B1F726F"/>
    <w:rsid w:val="2B2F264D"/>
    <w:rsid w:val="2B981945"/>
    <w:rsid w:val="2B9B1624"/>
    <w:rsid w:val="2B9F8727"/>
    <w:rsid w:val="2BA08346"/>
    <w:rsid w:val="2C059519"/>
    <w:rsid w:val="2C08EED7"/>
    <w:rsid w:val="2C238B0A"/>
    <w:rsid w:val="2C2A0C7D"/>
    <w:rsid w:val="2C3D8FCF"/>
    <w:rsid w:val="2C471FA1"/>
    <w:rsid w:val="2C48ECDE"/>
    <w:rsid w:val="2C4B4969"/>
    <w:rsid w:val="2C664C98"/>
    <w:rsid w:val="2C761561"/>
    <w:rsid w:val="2C8CA99E"/>
    <w:rsid w:val="2C8FD536"/>
    <w:rsid w:val="2CA58110"/>
    <w:rsid w:val="2CC4A374"/>
    <w:rsid w:val="2CE76340"/>
    <w:rsid w:val="2CF5542D"/>
    <w:rsid w:val="2D243C97"/>
    <w:rsid w:val="2D63ABAE"/>
    <w:rsid w:val="2D698F47"/>
    <w:rsid w:val="2D7096EA"/>
    <w:rsid w:val="2D9A079C"/>
    <w:rsid w:val="2DB26685"/>
    <w:rsid w:val="2DBC7E45"/>
    <w:rsid w:val="2DE2391C"/>
    <w:rsid w:val="2E0865A0"/>
    <w:rsid w:val="2E32B526"/>
    <w:rsid w:val="2E338363"/>
    <w:rsid w:val="2E35BB49"/>
    <w:rsid w:val="2E3835F6"/>
    <w:rsid w:val="2E3882B7"/>
    <w:rsid w:val="2E4D0835"/>
    <w:rsid w:val="2E5DCD1D"/>
    <w:rsid w:val="2E6B5D6F"/>
    <w:rsid w:val="2E7B6898"/>
    <w:rsid w:val="2E85DE04"/>
    <w:rsid w:val="2E8D38CC"/>
    <w:rsid w:val="2E9AB71D"/>
    <w:rsid w:val="2E9D45AE"/>
    <w:rsid w:val="2EEA2928"/>
    <w:rsid w:val="2F1D3C80"/>
    <w:rsid w:val="2F2EE374"/>
    <w:rsid w:val="2F394464"/>
    <w:rsid w:val="2F673DAB"/>
    <w:rsid w:val="2F6BC4D9"/>
    <w:rsid w:val="2F84C4FD"/>
    <w:rsid w:val="2F891B1B"/>
    <w:rsid w:val="2FA3175E"/>
    <w:rsid w:val="2FA5F751"/>
    <w:rsid w:val="2FA90DC6"/>
    <w:rsid w:val="2FC3BC23"/>
    <w:rsid w:val="2FC5EB82"/>
    <w:rsid w:val="2FD00493"/>
    <w:rsid w:val="2FF99D7E"/>
    <w:rsid w:val="300CB0CB"/>
    <w:rsid w:val="302EF7C5"/>
    <w:rsid w:val="30608E3D"/>
    <w:rsid w:val="306CEE98"/>
    <w:rsid w:val="3078DC4A"/>
    <w:rsid w:val="30F3E819"/>
    <w:rsid w:val="30FB5469"/>
    <w:rsid w:val="31200A27"/>
    <w:rsid w:val="312EFD61"/>
    <w:rsid w:val="31537C95"/>
    <w:rsid w:val="31956DDF"/>
    <w:rsid w:val="31E148E6"/>
    <w:rsid w:val="31FFB9A9"/>
    <w:rsid w:val="323DAA01"/>
    <w:rsid w:val="3241AC18"/>
    <w:rsid w:val="32583DBC"/>
    <w:rsid w:val="325AB006"/>
    <w:rsid w:val="32846255"/>
    <w:rsid w:val="329B463F"/>
    <w:rsid w:val="329C9367"/>
    <w:rsid w:val="32B4DA03"/>
    <w:rsid w:val="32C7C9B5"/>
    <w:rsid w:val="32C82F57"/>
    <w:rsid w:val="32CFEE29"/>
    <w:rsid w:val="32D9B1D4"/>
    <w:rsid w:val="332FCF0E"/>
    <w:rsid w:val="339E97B8"/>
    <w:rsid w:val="33B92FC3"/>
    <w:rsid w:val="33BFC620"/>
    <w:rsid w:val="33C5B9A7"/>
    <w:rsid w:val="33D8CC3E"/>
    <w:rsid w:val="33FC10D3"/>
    <w:rsid w:val="33FF58C4"/>
    <w:rsid w:val="3443D3D5"/>
    <w:rsid w:val="345650B6"/>
    <w:rsid w:val="34607800"/>
    <w:rsid w:val="349D1CC2"/>
    <w:rsid w:val="349E5BFF"/>
    <w:rsid w:val="34C05CB9"/>
    <w:rsid w:val="34D658D0"/>
    <w:rsid w:val="35038D40"/>
    <w:rsid w:val="350C4414"/>
    <w:rsid w:val="350C8732"/>
    <w:rsid w:val="3515A2AD"/>
    <w:rsid w:val="351BE931"/>
    <w:rsid w:val="353FD4B2"/>
    <w:rsid w:val="3571C30B"/>
    <w:rsid w:val="35750B06"/>
    <w:rsid w:val="35813094"/>
    <w:rsid w:val="35983B43"/>
    <w:rsid w:val="35ACC581"/>
    <w:rsid w:val="35B68DA4"/>
    <w:rsid w:val="35B82C08"/>
    <w:rsid w:val="35BCF165"/>
    <w:rsid w:val="3603ADC1"/>
    <w:rsid w:val="3621CB5C"/>
    <w:rsid w:val="362545B7"/>
    <w:rsid w:val="362641D6"/>
    <w:rsid w:val="363DB280"/>
    <w:rsid w:val="364792C1"/>
    <w:rsid w:val="364BD850"/>
    <w:rsid w:val="364F4765"/>
    <w:rsid w:val="365DF55F"/>
    <w:rsid w:val="3660D1B4"/>
    <w:rsid w:val="3665637A"/>
    <w:rsid w:val="366844FD"/>
    <w:rsid w:val="367F7291"/>
    <w:rsid w:val="3696A2B0"/>
    <w:rsid w:val="369E9739"/>
    <w:rsid w:val="36CEC950"/>
    <w:rsid w:val="36D36729"/>
    <w:rsid w:val="36EFE8D0"/>
    <w:rsid w:val="36FD5A69"/>
    <w:rsid w:val="370F22E6"/>
    <w:rsid w:val="371087C9"/>
    <w:rsid w:val="373357B4"/>
    <w:rsid w:val="374E9AA8"/>
    <w:rsid w:val="37554EB8"/>
    <w:rsid w:val="37649FC8"/>
    <w:rsid w:val="37660048"/>
    <w:rsid w:val="37831C2D"/>
    <w:rsid w:val="379FE3C4"/>
    <w:rsid w:val="37B0A8AC"/>
    <w:rsid w:val="37F28AD5"/>
    <w:rsid w:val="37F93CB8"/>
    <w:rsid w:val="380589F9"/>
    <w:rsid w:val="380CFD73"/>
    <w:rsid w:val="3810620A"/>
    <w:rsid w:val="382A0378"/>
    <w:rsid w:val="382B6F8B"/>
    <w:rsid w:val="38345521"/>
    <w:rsid w:val="38569E6E"/>
    <w:rsid w:val="3858A765"/>
    <w:rsid w:val="385F6B5E"/>
    <w:rsid w:val="386E4D8A"/>
    <w:rsid w:val="389F8484"/>
    <w:rsid w:val="38AD528D"/>
    <w:rsid w:val="38B488CE"/>
    <w:rsid w:val="38C301E4"/>
    <w:rsid w:val="38F2144A"/>
    <w:rsid w:val="39007029"/>
    <w:rsid w:val="3925E5C7"/>
    <w:rsid w:val="394B2EF9"/>
    <w:rsid w:val="395E7A10"/>
    <w:rsid w:val="399824A7"/>
    <w:rsid w:val="39A48FF9"/>
    <w:rsid w:val="39B33C6B"/>
    <w:rsid w:val="39BC3E52"/>
    <w:rsid w:val="39CF3F91"/>
    <w:rsid w:val="39E05E6A"/>
    <w:rsid w:val="39ED41B5"/>
    <w:rsid w:val="3A00C507"/>
    <w:rsid w:val="3A1682AC"/>
    <w:rsid w:val="3A1A8901"/>
    <w:rsid w:val="3A25780A"/>
    <w:rsid w:val="3A646340"/>
    <w:rsid w:val="3A670E47"/>
    <w:rsid w:val="3A89521F"/>
    <w:rsid w:val="3AAE5800"/>
    <w:rsid w:val="3AF1AA20"/>
    <w:rsid w:val="3AFDF643"/>
    <w:rsid w:val="3B061FF1"/>
    <w:rsid w:val="3B316F3D"/>
    <w:rsid w:val="3B8D91B9"/>
    <w:rsid w:val="3B9F33E5"/>
    <w:rsid w:val="3C0CF642"/>
    <w:rsid w:val="3C1FE4AD"/>
    <w:rsid w:val="3C715C63"/>
    <w:rsid w:val="3C89E2C1"/>
    <w:rsid w:val="3C9DD9A4"/>
    <w:rsid w:val="3CA067CB"/>
    <w:rsid w:val="3CA50779"/>
    <w:rsid w:val="3CAB6622"/>
    <w:rsid w:val="3CAF51E4"/>
    <w:rsid w:val="3CC6619A"/>
    <w:rsid w:val="3CECBBD7"/>
    <w:rsid w:val="3D25DE96"/>
    <w:rsid w:val="3D2C55F1"/>
    <w:rsid w:val="3D52525F"/>
    <w:rsid w:val="3D75F6EC"/>
    <w:rsid w:val="3DB4F98E"/>
    <w:rsid w:val="3E0BCB49"/>
    <w:rsid w:val="3E1BD156"/>
    <w:rsid w:val="3E3AB92D"/>
    <w:rsid w:val="3E473683"/>
    <w:rsid w:val="3E51E01F"/>
    <w:rsid w:val="3E7289B2"/>
    <w:rsid w:val="3E7BB634"/>
    <w:rsid w:val="3E9CF9D0"/>
    <w:rsid w:val="3EA707A8"/>
    <w:rsid w:val="3EB55C01"/>
    <w:rsid w:val="3EC0B2D8"/>
    <w:rsid w:val="3F25F51B"/>
    <w:rsid w:val="3F38BE1A"/>
    <w:rsid w:val="3F550C63"/>
    <w:rsid w:val="3F58BCC0"/>
    <w:rsid w:val="3F70ADCC"/>
    <w:rsid w:val="3F9E358A"/>
    <w:rsid w:val="3FA2B517"/>
    <w:rsid w:val="3FB3AD43"/>
    <w:rsid w:val="3FB9AA8A"/>
    <w:rsid w:val="3FCFC9FD"/>
    <w:rsid w:val="40054B82"/>
    <w:rsid w:val="4013CE9F"/>
    <w:rsid w:val="405EB196"/>
    <w:rsid w:val="40606EFB"/>
    <w:rsid w:val="4065E0B2"/>
    <w:rsid w:val="40773422"/>
    <w:rsid w:val="4085CD76"/>
    <w:rsid w:val="4092A6C7"/>
    <w:rsid w:val="40963456"/>
    <w:rsid w:val="409764A9"/>
    <w:rsid w:val="40DDED14"/>
    <w:rsid w:val="40E8FB18"/>
    <w:rsid w:val="40FC2C71"/>
    <w:rsid w:val="41193110"/>
    <w:rsid w:val="411AC876"/>
    <w:rsid w:val="416AFC6B"/>
    <w:rsid w:val="41943210"/>
    <w:rsid w:val="41944317"/>
    <w:rsid w:val="41E69EB7"/>
    <w:rsid w:val="41F6E8A3"/>
    <w:rsid w:val="41FDEE3B"/>
    <w:rsid w:val="42328612"/>
    <w:rsid w:val="424DE631"/>
    <w:rsid w:val="42691A16"/>
    <w:rsid w:val="42AF2EAD"/>
    <w:rsid w:val="42B49BCF"/>
    <w:rsid w:val="42BFA564"/>
    <w:rsid w:val="42C80D48"/>
    <w:rsid w:val="42F50DE3"/>
    <w:rsid w:val="42F8FA5D"/>
    <w:rsid w:val="4318AF68"/>
    <w:rsid w:val="432187C5"/>
    <w:rsid w:val="432DDC7C"/>
    <w:rsid w:val="438A0C61"/>
    <w:rsid w:val="438B0880"/>
    <w:rsid w:val="439423FB"/>
    <w:rsid w:val="43D9F03A"/>
    <w:rsid w:val="43E8BC75"/>
    <w:rsid w:val="43ECA9CF"/>
    <w:rsid w:val="4410966E"/>
    <w:rsid w:val="442A6015"/>
    <w:rsid w:val="44382B88"/>
    <w:rsid w:val="447CA2B6"/>
    <w:rsid w:val="449D0598"/>
    <w:rsid w:val="44A2386D"/>
    <w:rsid w:val="44A4408C"/>
    <w:rsid w:val="44BF9382"/>
    <w:rsid w:val="44DFD967"/>
    <w:rsid w:val="44EF28EC"/>
    <w:rsid w:val="45124EC9"/>
    <w:rsid w:val="455822AF"/>
    <w:rsid w:val="4583C93D"/>
    <w:rsid w:val="459E2055"/>
    <w:rsid w:val="45AE0438"/>
    <w:rsid w:val="45EBA614"/>
    <w:rsid w:val="45F4AC2A"/>
    <w:rsid w:val="46085396"/>
    <w:rsid w:val="461E21F4"/>
    <w:rsid w:val="4643182A"/>
    <w:rsid w:val="464D2B17"/>
    <w:rsid w:val="46567702"/>
    <w:rsid w:val="46A64F1F"/>
    <w:rsid w:val="46B653F1"/>
    <w:rsid w:val="46C12760"/>
    <w:rsid w:val="46CBC4BD"/>
    <w:rsid w:val="47346BDD"/>
    <w:rsid w:val="475D0EF9"/>
    <w:rsid w:val="476785B0"/>
    <w:rsid w:val="47766D74"/>
    <w:rsid w:val="477DB23A"/>
    <w:rsid w:val="47805D8A"/>
    <w:rsid w:val="478C0E40"/>
    <w:rsid w:val="47BE8B91"/>
    <w:rsid w:val="47EFB913"/>
    <w:rsid w:val="47F9CF8D"/>
    <w:rsid w:val="485ADD81"/>
    <w:rsid w:val="4870AAE4"/>
    <w:rsid w:val="48AA60FE"/>
    <w:rsid w:val="48F0399C"/>
    <w:rsid w:val="48F31693"/>
    <w:rsid w:val="492555EE"/>
    <w:rsid w:val="49258E56"/>
    <w:rsid w:val="4928D79C"/>
    <w:rsid w:val="495157A7"/>
    <w:rsid w:val="495197E2"/>
    <w:rsid w:val="4980ADA0"/>
    <w:rsid w:val="49CA2999"/>
    <w:rsid w:val="49EE28E4"/>
    <w:rsid w:val="4A025C24"/>
    <w:rsid w:val="4A166032"/>
    <w:rsid w:val="4A401D05"/>
    <w:rsid w:val="4A497A28"/>
    <w:rsid w:val="4A4FD14E"/>
    <w:rsid w:val="4A4FDE9D"/>
    <w:rsid w:val="4A6BA6FD"/>
    <w:rsid w:val="4AA6EAF9"/>
    <w:rsid w:val="4AA91823"/>
    <w:rsid w:val="4ABCCC2B"/>
    <w:rsid w:val="4AC7581C"/>
    <w:rsid w:val="4AD5A511"/>
    <w:rsid w:val="4AE1CA08"/>
    <w:rsid w:val="4AEF2682"/>
    <w:rsid w:val="4B2AE6A5"/>
    <w:rsid w:val="4B2D6E8B"/>
    <w:rsid w:val="4B3E2452"/>
    <w:rsid w:val="4B408232"/>
    <w:rsid w:val="4B4407D5"/>
    <w:rsid w:val="4B5EEFE4"/>
    <w:rsid w:val="4B7784E6"/>
    <w:rsid w:val="4B7F90E6"/>
    <w:rsid w:val="4BC21DE3"/>
    <w:rsid w:val="4C18B3F6"/>
    <w:rsid w:val="4C73D282"/>
    <w:rsid w:val="4C8C57A9"/>
    <w:rsid w:val="4C91FCB4"/>
    <w:rsid w:val="4CD153B0"/>
    <w:rsid w:val="4CD50D3E"/>
    <w:rsid w:val="4D397216"/>
    <w:rsid w:val="4D480AC7"/>
    <w:rsid w:val="4D4D05AC"/>
    <w:rsid w:val="4DBB6930"/>
    <w:rsid w:val="4DC64B13"/>
    <w:rsid w:val="4DC922FF"/>
    <w:rsid w:val="4E0D45D3"/>
    <w:rsid w:val="4E145A13"/>
    <w:rsid w:val="4E1BFCE1"/>
    <w:rsid w:val="4E2251B0"/>
    <w:rsid w:val="4E26411C"/>
    <w:rsid w:val="4E391DF1"/>
    <w:rsid w:val="4EC02EA9"/>
    <w:rsid w:val="4EC3D7FA"/>
    <w:rsid w:val="4F033DA7"/>
    <w:rsid w:val="4F2D193A"/>
    <w:rsid w:val="4F458F7B"/>
    <w:rsid w:val="4F52EEB8"/>
    <w:rsid w:val="4F9238F3"/>
    <w:rsid w:val="4FC95A58"/>
    <w:rsid w:val="4FCE2480"/>
    <w:rsid w:val="4FD2B8F1"/>
    <w:rsid w:val="4FE735F5"/>
    <w:rsid w:val="4FF00F33"/>
    <w:rsid w:val="4FFB6270"/>
    <w:rsid w:val="50039285"/>
    <w:rsid w:val="50226BA5"/>
    <w:rsid w:val="505BFF0A"/>
    <w:rsid w:val="505D3E47"/>
    <w:rsid w:val="5097EACB"/>
    <w:rsid w:val="50A3321B"/>
    <w:rsid w:val="50A72297"/>
    <w:rsid w:val="50BCE65D"/>
    <w:rsid w:val="50D53DAF"/>
    <w:rsid w:val="50E6F95E"/>
    <w:rsid w:val="50E79B64"/>
    <w:rsid w:val="50FB294E"/>
    <w:rsid w:val="512EE1FC"/>
    <w:rsid w:val="513120D3"/>
    <w:rsid w:val="513C652B"/>
    <w:rsid w:val="514C09D2"/>
    <w:rsid w:val="5152CF04"/>
    <w:rsid w:val="51B8C8AC"/>
    <w:rsid w:val="51DA7FA4"/>
    <w:rsid w:val="51E51365"/>
    <w:rsid w:val="51F4A325"/>
    <w:rsid w:val="5228BF83"/>
    <w:rsid w:val="523BDA88"/>
    <w:rsid w:val="52657E0B"/>
    <w:rsid w:val="528F4087"/>
    <w:rsid w:val="52AD3781"/>
    <w:rsid w:val="52B3DDA3"/>
    <w:rsid w:val="52E78C97"/>
    <w:rsid w:val="52F52238"/>
    <w:rsid w:val="5327AFF5"/>
    <w:rsid w:val="5336E241"/>
    <w:rsid w:val="535F99AC"/>
    <w:rsid w:val="53677CAB"/>
    <w:rsid w:val="536F4132"/>
    <w:rsid w:val="53851B5E"/>
    <w:rsid w:val="53ACB8D8"/>
    <w:rsid w:val="53B77CBB"/>
    <w:rsid w:val="53D5558C"/>
    <w:rsid w:val="53DB5EC2"/>
    <w:rsid w:val="53DFF351"/>
    <w:rsid w:val="5408D86B"/>
    <w:rsid w:val="540A69E7"/>
    <w:rsid w:val="541152A2"/>
    <w:rsid w:val="5435DFBF"/>
    <w:rsid w:val="545AE4C9"/>
    <w:rsid w:val="54A0D9F2"/>
    <w:rsid w:val="54A30501"/>
    <w:rsid w:val="54BCDF2C"/>
    <w:rsid w:val="54CA6B0D"/>
    <w:rsid w:val="54F6619C"/>
    <w:rsid w:val="550410DA"/>
    <w:rsid w:val="5509B087"/>
    <w:rsid w:val="5520E20C"/>
    <w:rsid w:val="55261E84"/>
    <w:rsid w:val="5528900E"/>
    <w:rsid w:val="552D851C"/>
    <w:rsid w:val="5537EC54"/>
    <w:rsid w:val="555C912B"/>
    <w:rsid w:val="556742F3"/>
    <w:rsid w:val="5569F4BB"/>
    <w:rsid w:val="5577BE64"/>
    <w:rsid w:val="55782B42"/>
    <w:rsid w:val="5589E025"/>
    <w:rsid w:val="559596E9"/>
    <w:rsid w:val="55E05ECD"/>
    <w:rsid w:val="55FAB0F3"/>
    <w:rsid w:val="562664E6"/>
    <w:rsid w:val="56277B9E"/>
    <w:rsid w:val="564E3769"/>
    <w:rsid w:val="56663B6E"/>
    <w:rsid w:val="56665E8F"/>
    <w:rsid w:val="56741A4C"/>
    <w:rsid w:val="567B8C07"/>
    <w:rsid w:val="56895F2B"/>
    <w:rsid w:val="569FE13B"/>
    <w:rsid w:val="56E34493"/>
    <w:rsid w:val="56F2872C"/>
    <w:rsid w:val="57031354"/>
    <w:rsid w:val="5705088F"/>
    <w:rsid w:val="570BC09C"/>
    <w:rsid w:val="571926A2"/>
    <w:rsid w:val="57291738"/>
    <w:rsid w:val="573104BE"/>
    <w:rsid w:val="57397141"/>
    <w:rsid w:val="573E6E87"/>
    <w:rsid w:val="575F3130"/>
    <w:rsid w:val="577853C4"/>
    <w:rsid w:val="57788948"/>
    <w:rsid w:val="57D43C56"/>
    <w:rsid w:val="57EA4D03"/>
    <w:rsid w:val="57EE03D9"/>
    <w:rsid w:val="57F2059D"/>
    <w:rsid w:val="5801F7EE"/>
    <w:rsid w:val="58258512"/>
    <w:rsid w:val="586827F3"/>
    <w:rsid w:val="587D43F4"/>
    <w:rsid w:val="588798F7"/>
    <w:rsid w:val="5891F3AF"/>
    <w:rsid w:val="58AF2CDD"/>
    <w:rsid w:val="58D42B91"/>
    <w:rsid w:val="58E6F685"/>
    <w:rsid w:val="59063B33"/>
    <w:rsid w:val="591F30BF"/>
    <w:rsid w:val="59249A7C"/>
    <w:rsid w:val="593E94A4"/>
    <w:rsid w:val="5963E905"/>
    <w:rsid w:val="59717BDB"/>
    <w:rsid w:val="59AA59F5"/>
    <w:rsid w:val="59AE16CB"/>
    <w:rsid w:val="59BF95DC"/>
    <w:rsid w:val="59C919FA"/>
    <w:rsid w:val="59CD474E"/>
    <w:rsid w:val="59D123F1"/>
    <w:rsid w:val="59E5B7E9"/>
    <w:rsid w:val="59FC0131"/>
    <w:rsid w:val="59FF668E"/>
    <w:rsid w:val="5A24A895"/>
    <w:rsid w:val="5A37C678"/>
    <w:rsid w:val="5A711203"/>
    <w:rsid w:val="5AA8EE92"/>
    <w:rsid w:val="5AC33B20"/>
    <w:rsid w:val="5AC4FC49"/>
    <w:rsid w:val="5AC592C6"/>
    <w:rsid w:val="5AD8D389"/>
    <w:rsid w:val="5AF8EC52"/>
    <w:rsid w:val="5AFE8BB6"/>
    <w:rsid w:val="5B21BA9A"/>
    <w:rsid w:val="5B258109"/>
    <w:rsid w:val="5B4CA9B3"/>
    <w:rsid w:val="5B5D25D4"/>
    <w:rsid w:val="5B9269F0"/>
    <w:rsid w:val="5BA41ED3"/>
    <w:rsid w:val="5BB11739"/>
    <w:rsid w:val="5BEB6DED"/>
    <w:rsid w:val="5C08E3E6"/>
    <w:rsid w:val="5C46D941"/>
    <w:rsid w:val="5C560A5D"/>
    <w:rsid w:val="5C9BAB04"/>
    <w:rsid w:val="5CC47AA1"/>
    <w:rsid w:val="5CD04DD6"/>
    <w:rsid w:val="5CF27F92"/>
    <w:rsid w:val="5D00255F"/>
    <w:rsid w:val="5D0BFB91"/>
    <w:rsid w:val="5D0DBF1F"/>
    <w:rsid w:val="5D161DC3"/>
    <w:rsid w:val="5D389057"/>
    <w:rsid w:val="5D3FF900"/>
    <w:rsid w:val="5D443A28"/>
    <w:rsid w:val="5D4566A1"/>
    <w:rsid w:val="5D4FFC16"/>
    <w:rsid w:val="5DA13373"/>
    <w:rsid w:val="5DA2FBE1"/>
    <w:rsid w:val="5DBAF96B"/>
    <w:rsid w:val="5DC48103"/>
    <w:rsid w:val="5DC543D6"/>
    <w:rsid w:val="5DE29921"/>
    <w:rsid w:val="5E38204D"/>
    <w:rsid w:val="5E59E84C"/>
    <w:rsid w:val="5EA7CBF2"/>
    <w:rsid w:val="5ECE3317"/>
    <w:rsid w:val="5ED6234E"/>
    <w:rsid w:val="5ED79E63"/>
    <w:rsid w:val="5EF5E411"/>
    <w:rsid w:val="5EFDCAE7"/>
    <w:rsid w:val="5F10BD5E"/>
    <w:rsid w:val="5F16996C"/>
    <w:rsid w:val="5F1A89B1"/>
    <w:rsid w:val="5F27A6F0"/>
    <w:rsid w:val="5F47E869"/>
    <w:rsid w:val="5F882F7A"/>
    <w:rsid w:val="5F92D2F9"/>
    <w:rsid w:val="5F9807CA"/>
    <w:rsid w:val="5F9E22E2"/>
    <w:rsid w:val="5FAF37A3"/>
    <w:rsid w:val="5FB16A47"/>
    <w:rsid w:val="5FC440B7"/>
    <w:rsid w:val="5FF3FE22"/>
    <w:rsid w:val="60419882"/>
    <w:rsid w:val="60879CD8"/>
    <w:rsid w:val="60BADE0A"/>
    <w:rsid w:val="60C4FC79"/>
    <w:rsid w:val="60E825BC"/>
    <w:rsid w:val="60EDDB4B"/>
    <w:rsid w:val="61099A55"/>
    <w:rsid w:val="612BEC66"/>
    <w:rsid w:val="61594DC9"/>
    <w:rsid w:val="615F31C9"/>
    <w:rsid w:val="617B4E83"/>
    <w:rsid w:val="61D8CA36"/>
    <w:rsid w:val="61EC8C0E"/>
    <w:rsid w:val="61F4A538"/>
    <w:rsid w:val="6233DE8D"/>
    <w:rsid w:val="626249BD"/>
    <w:rsid w:val="627221B3"/>
    <w:rsid w:val="627730D2"/>
    <w:rsid w:val="62850D8D"/>
    <w:rsid w:val="628C30CA"/>
    <w:rsid w:val="628C998E"/>
    <w:rsid w:val="62917033"/>
    <w:rsid w:val="62C4576A"/>
    <w:rsid w:val="62D0A4AB"/>
    <w:rsid w:val="62D858FB"/>
    <w:rsid w:val="62F51E2A"/>
    <w:rsid w:val="6303B4E1"/>
    <w:rsid w:val="631622C5"/>
    <w:rsid w:val="6337A6EC"/>
    <w:rsid w:val="6348C255"/>
    <w:rsid w:val="63835854"/>
    <w:rsid w:val="6389BB1A"/>
    <w:rsid w:val="63A0D5D4"/>
    <w:rsid w:val="63F12202"/>
    <w:rsid w:val="63FB1813"/>
    <w:rsid w:val="640AD1C8"/>
    <w:rsid w:val="641494D0"/>
    <w:rsid w:val="642D4094"/>
    <w:rsid w:val="644321C6"/>
    <w:rsid w:val="644563D5"/>
    <w:rsid w:val="644F6768"/>
    <w:rsid w:val="64561031"/>
    <w:rsid w:val="64771F64"/>
    <w:rsid w:val="647868F3"/>
    <w:rsid w:val="6481473D"/>
    <w:rsid w:val="648F0921"/>
    <w:rsid w:val="649CC2BB"/>
    <w:rsid w:val="64A61B9F"/>
    <w:rsid w:val="64C306BF"/>
    <w:rsid w:val="64C6AFA3"/>
    <w:rsid w:val="64F05938"/>
    <w:rsid w:val="64F321A0"/>
    <w:rsid w:val="64FE5AE8"/>
    <w:rsid w:val="6513CEC1"/>
    <w:rsid w:val="651AA73A"/>
    <w:rsid w:val="65276515"/>
    <w:rsid w:val="653A4037"/>
    <w:rsid w:val="655C0A1A"/>
    <w:rsid w:val="655FD243"/>
    <w:rsid w:val="65994724"/>
    <w:rsid w:val="65A29F38"/>
    <w:rsid w:val="660B14A7"/>
    <w:rsid w:val="662DBB0B"/>
    <w:rsid w:val="6632A967"/>
    <w:rsid w:val="6657C64B"/>
    <w:rsid w:val="66635F14"/>
    <w:rsid w:val="66778407"/>
    <w:rsid w:val="6678C8BC"/>
    <w:rsid w:val="668B2720"/>
    <w:rsid w:val="66DA5C00"/>
    <w:rsid w:val="67175C92"/>
    <w:rsid w:val="6727B7F0"/>
    <w:rsid w:val="6769CC50"/>
    <w:rsid w:val="676EB4C7"/>
    <w:rsid w:val="677329EB"/>
    <w:rsid w:val="67A9CAE4"/>
    <w:rsid w:val="67B1DEE3"/>
    <w:rsid w:val="67E7B2A6"/>
    <w:rsid w:val="67F3D1B4"/>
    <w:rsid w:val="680879A4"/>
    <w:rsid w:val="685DD9A4"/>
    <w:rsid w:val="68BEC61F"/>
    <w:rsid w:val="68C17D3F"/>
    <w:rsid w:val="68D3AE5B"/>
    <w:rsid w:val="68FB11C4"/>
    <w:rsid w:val="6918C890"/>
    <w:rsid w:val="696469CC"/>
    <w:rsid w:val="699ADE4D"/>
    <w:rsid w:val="699DC703"/>
    <w:rsid w:val="69A4F5E7"/>
    <w:rsid w:val="69AF7FD6"/>
    <w:rsid w:val="69CC5E0E"/>
    <w:rsid w:val="69F402E9"/>
    <w:rsid w:val="69FBD50A"/>
    <w:rsid w:val="69FEB699"/>
    <w:rsid w:val="6A278802"/>
    <w:rsid w:val="6A2E3C00"/>
    <w:rsid w:val="6A38DD8A"/>
    <w:rsid w:val="6A3BC87E"/>
    <w:rsid w:val="6A446F05"/>
    <w:rsid w:val="6A7A235B"/>
    <w:rsid w:val="6A7E1A52"/>
    <w:rsid w:val="6A90CB54"/>
    <w:rsid w:val="6A9B358C"/>
    <w:rsid w:val="6AA08D91"/>
    <w:rsid w:val="6ABC8691"/>
    <w:rsid w:val="6ACA01AD"/>
    <w:rsid w:val="6AF056F5"/>
    <w:rsid w:val="6B0DDF11"/>
    <w:rsid w:val="6B38DA83"/>
    <w:rsid w:val="6B3F870B"/>
    <w:rsid w:val="6B40C648"/>
    <w:rsid w:val="6B577B60"/>
    <w:rsid w:val="6B641F3C"/>
    <w:rsid w:val="6B7101A2"/>
    <w:rsid w:val="6B8023BF"/>
    <w:rsid w:val="6B92BF5C"/>
    <w:rsid w:val="6BD6AF94"/>
    <w:rsid w:val="6BDE6078"/>
    <w:rsid w:val="6C54AEB7"/>
    <w:rsid w:val="6C5A1C45"/>
    <w:rsid w:val="6C692C0D"/>
    <w:rsid w:val="6C69B06B"/>
    <w:rsid w:val="6C6D8E08"/>
    <w:rsid w:val="6C6E6B76"/>
    <w:rsid w:val="6C93F649"/>
    <w:rsid w:val="6CBA52D1"/>
    <w:rsid w:val="6CC92076"/>
    <w:rsid w:val="6CCA813C"/>
    <w:rsid w:val="6CCED3D6"/>
    <w:rsid w:val="6CF38E42"/>
    <w:rsid w:val="6D193199"/>
    <w:rsid w:val="6D1BF420"/>
    <w:rsid w:val="6D2DB046"/>
    <w:rsid w:val="6D2EE923"/>
    <w:rsid w:val="6D7DF6D8"/>
    <w:rsid w:val="6D7FCBB6"/>
    <w:rsid w:val="6D8FDA24"/>
    <w:rsid w:val="6DA49119"/>
    <w:rsid w:val="6DAAA62C"/>
    <w:rsid w:val="6DB3C2D6"/>
    <w:rsid w:val="6DD76F9D"/>
    <w:rsid w:val="6DF7FB0F"/>
    <w:rsid w:val="6E093FB8"/>
    <w:rsid w:val="6E0A3882"/>
    <w:rsid w:val="6E360D7F"/>
    <w:rsid w:val="6E558CB5"/>
    <w:rsid w:val="6E60FB43"/>
    <w:rsid w:val="6E679C27"/>
    <w:rsid w:val="6E6DAA3A"/>
    <w:rsid w:val="6E8B946A"/>
    <w:rsid w:val="6E8F5EA3"/>
    <w:rsid w:val="6E94C12D"/>
    <w:rsid w:val="6EB9C462"/>
    <w:rsid w:val="6ECEA41D"/>
    <w:rsid w:val="6EF98DC7"/>
    <w:rsid w:val="6F09461A"/>
    <w:rsid w:val="6F4E03BD"/>
    <w:rsid w:val="6F5B20FC"/>
    <w:rsid w:val="6F7508D5"/>
    <w:rsid w:val="6F880A14"/>
    <w:rsid w:val="6FBA3D2D"/>
    <w:rsid w:val="6FCB81D6"/>
    <w:rsid w:val="6FE03150"/>
    <w:rsid w:val="6FFA632C"/>
    <w:rsid w:val="701A0434"/>
    <w:rsid w:val="703540E7"/>
    <w:rsid w:val="7060DE42"/>
    <w:rsid w:val="70663597"/>
    <w:rsid w:val="706F2A54"/>
    <w:rsid w:val="7074FB57"/>
    <w:rsid w:val="709068DC"/>
    <w:rsid w:val="70A78217"/>
    <w:rsid w:val="70A8E10E"/>
    <w:rsid w:val="70B30715"/>
    <w:rsid w:val="70D2A5B6"/>
    <w:rsid w:val="712B77BE"/>
    <w:rsid w:val="712B9947"/>
    <w:rsid w:val="71344224"/>
    <w:rsid w:val="715F999D"/>
    <w:rsid w:val="718EEA90"/>
    <w:rsid w:val="71AFFB82"/>
    <w:rsid w:val="71B37838"/>
    <w:rsid w:val="71D914D2"/>
    <w:rsid w:val="71F7A456"/>
    <w:rsid w:val="7245DEE6"/>
    <w:rsid w:val="724EC7E9"/>
    <w:rsid w:val="725063E4"/>
    <w:rsid w:val="725B973D"/>
    <w:rsid w:val="727CB4AD"/>
    <w:rsid w:val="728208FA"/>
    <w:rsid w:val="72D02B14"/>
    <w:rsid w:val="72E5BF1A"/>
    <w:rsid w:val="730C8E50"/>
    <w:rsid w:val="7313963C"/>
    <w:rsid w:val="73623114"/>
    <w:rsid w:val="736D20AC"/>
    <w:rsid w:val="738EA540"/>
    <w:rsid w:val="73D81444"/>
    <w:rsid w:val="73DAECF2"/>
    <w:rsid w:val="74218628"/>
    <w:rsid w:val="742E921F"/>
    <w:rsid w:val="743B79EE"/>
    <w:rsid w:val="744E8612"/>
    <w:rsid w:val="747485F3"/>
    <w:rsid w:val="747EBD7B"/>
    <w:rsid w:val="74B42D71"/>
    <w:rsid w:val="74C6B25B"/>
    <w:rsid w:val="74F349ED"/>
    <w:rsid w:val="75195B20"/>
    <w:rsid w:val="751D04F0"/>
    <w:rsid w:val="751E272D"/>
    <w:rsid w:val="752A746E"/>
    <w:rsid w:val="756E59D9"/>
    <w:rsid w:val="757CD324"/>
    <w:rsid w:val="7580B2E7"/>
    <w:rsid w:val="7596992C"/>
    <w:rsid w:val="759EF95B"/>
    <w:rsid w:val="75A6A978"/>
    <w:rsid w:val="75B4F9C4"/>
    <w:rsid w:val="75DA6F62"/>
    <w:rsid w:val="75E0988A"/>
    <w:rsid w:val="75F5703E"/>
    <w:rsid w:val="7626856C"/>
    <w:rsid w:val="76360840"/>
    <w:rsid w:val="767141F9"/>
    <w:rsid w:val="76811D46"/>
    <w:rsid w:val="769481F0"/>
    <w:rsid w:val="769931E8"/>
    <w:rsid w:val="76BB2CBD"/>
    <w:rsid w:val="76D315E0"/>
    <w:rsid w:val="76DF6D2C"/>
    <w:rsid w:val="7715A5C3"/>
    <w:rsid w:val="7725ECE5"/>
    <w:rsid w:val="7729517C"/>
    <w:rsid w:val="773170D8"/>
    <w:rsid w:val="773C9024"/>
    <w:rsid w:val="7747AEAA"/>
    <w:rsid w:val="77487243"/>
    <w:rsid w:val="7752BCAE"/>
    <w:rsid w:val="77ADE6A2"/>
    <w:rsid w:val="77CD545E"/>
    <w:rsid w:val="77EC969F"/>
    <w:rsid w:val="78036182"/>
    <w:rsid w:val="780A84BF"/>
    <w:rsid w:val="78114249"/>
    <w:rsid w:val="7833871F"/>
    <w:rsid w:val="783915D8"/>
    <w:rsid w:val="785CC2F3"/>
    <w:rsid w:val="78734A52"/>
    <w:rsid w:val="7877EB79"/>
    <w:rsid w:val="787B1554"/>
    <w:rsid w:val="788A7976"/>
    <w:rsid w:val="788B5EB9"/>
    <w:rsid w:val="78A427A4"/>
    <w:rsid w:val="78B473E6"/>
    <w:rsid w:val="790CFB0A"/>
    <w:rsid w:val="79217830"/>
    <w:rsid w:val="792735C2"/>
    <w:rsid w:val="795EF39E"/>
    <w:rsid w:val="7961143F"/>
    <w:rsid w:val="7966490D"/>
    <w:rsid w:val="7985A289"/>
    <w:rsid w:val="799D6960"/>
    <w:rsid w:val="79A588BC"/>
    <w:rsid w:val="79E3C330"/>
    <w:rsid w:val="79EBBDF7"/>
    <w:rsid w:val="7A0AF965"/>
    <w:rsid w:val="7A0E76F0"/>
    <w:rsid w:val="7A391428"/>
    <w:rsid w:val="7A412165"/>
    <w:rsid w:val="7A42DD46"/>
    <w:rsid w:val="7A6F428A"/>
    <w:rsid w:val="7A7BF56D"/>
    <w:rsid w:val="7A9C2BA2"/>
    <w:rsid w:val="7AA12202"/>
    <w:rsid w:val="7ABDE29A"/>
    <w:rsid w:val="7AD7F4EA"/>
    <w:rsid w:val="7ADE9F12"/>
    <w:rsid w:val="7ADFA364"/>
    <w:rsid w:val="7B0252B4"/>
    <w:rsid w:val="7B061521"/>
    <w:rsid w:val="7B178283"/>
    <w:rsid w:val="7B184CCC"/>
    <w:rsid w:val="7B573A4F"/>
    <w:rsid w:val="7B70ABC9"/>
    <w:rsid w:val="7B744054"/>
    <w:rsid w:val="7BC3BF17"/>
    <w:rsid w:val="7BEF948D"/>
    <w:rsid w:val="7C0F7467"/>
    <w:rsid w:val="7C19BF5B"/>
    <w:rsid w:val="7C1DD787"/>
    <w:rsid w:val="7C20CBE4"/>
    <w:rsid w:val="7C2306A3"/>
    <w:rsid w:val="7C56FA46"/>
    <w:rsid w:val="7C5B2E65"/>
    <w:rsid w:val="7C679601"/>
    <w:rsid w:val="7C8EE53E"/>
    <w:rsid w:val="7CA6571C"/>
    <w:rsid w:val="7CBDFC87"/>
    <w:rsid w:val="7CC999A8"/>
    <w:rsid w:val="7CFE0F2C"/>
    <w:rsid w:val="7D015FDF"/>
    <w:rsid w:val="7D01EA08"/>
    <w:rsid w:val="7D1ACB5A"/>
    <w:rsid w:val="7D3C9943"/>
    <w:rsid w:val="7D3E6FF8"/>
    <w:rsid w:val="7D4CABA5"/>
    <w:rsid w:val="7D6C04F2"/>
    <w:rsid w:val="7DAACF0E"/>
    <w:rsid w:val="7DD77D75"/>
    <w:rsid w:val="7DE773D0"/>
    <w:rsid w:val="7DFCA699"/>
    <w:rsid w:val="7E0455BB"/>
    <w:rsid w:val="7E1B0D64"/>
    <w:rsid w:val="7E385359"/>
    <w:rsid w:val="7E388112"/>
    <w:rsid w:val="7E3CCC98"/>
    <w:rsid w:val="7E3DB5E3"/>
    <w:rsid w:val="7E4228E1"/>
    <w:rsid w:val="7E6915FC"/>
    <w:rsid w:val="7EC34FBE"/>
    <w:rsid w:val="7EDAC26C"/>
    <w:rsid w:val="7F0FEEF0"/>
    <w:rsid w:val="7F3CC026"/>
    <w:rsid w:val="7F4E6C8C"/>
    <w:rsid w:val="7FA113E6"/>
    <w:rsid w:val="7FE87593"/>
    <w:rsid w:val="7FF7D8A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13F93F"/>
  <w15:docId w15:val="{F251D626-8629-4E2A-8E21-76A38034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iPriority="0" w:unhideWhenUsed="1" w:qFormat="1"/>
    <w:lsdException w:name="footer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szCs w:val="22"/>
      <w:lang w:val="es-CO" w:eastAsia="es-CO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jc w:val="left"/>
      <w:outlineLvl w:val="0"/>
    </w:pPr>
    <w:rPr>
      <w:rFonts w:eastAsia="MS Gothic" w:cs="Times New Roman"/>
      <w:b/>
      <w:bCs/>
      <w:sz w:val="24"/>
      <w:szCs w:val="28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outlineLvl w:val="1"/>
    </w:pPr>
    <w:rPr>
      <w:rFonts w:eastAsia="MS Gothic" w:cs="Times New Roman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qFormat/>
    <w:rPr>
      <w:sz w:val="16"/>
      <w:szCs w:val="16"/>
    </w:rPr>
  </w:style>
  <w:style w:type="character" w:styleId="Refdenotaalpie">
    <w:name w:val="footnote reference"/>
    <w:uiPriority w:val="99"/>
    <w:unhideWhenUsed/>
    <w:qFormat/>
    <w:rPr>
      <w:vertAlign w:val="superscript"/>
    </w:rPr>
  </w:style>
  <w:style w:type="character" w:styleId="Hipervnculo">
    <w:name w:val="Hyperlink"/>
    <w:uiPriority w:val="99"/>
    <w:unhideWhenUsed/>
    <w:qFormat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qFormat/>
    <w:rPr>
      <w:color w:val="800080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qFormat/>
    <w:rPr>
      <w:rFonts w:eastAsia="MS Mincho"/>
      <w:sz w:val="18"/>
      <w:szCs w:val="20"/>
      <w:lang w:val="es-ES" w:eastAsia="es-ES"/>
    </w:rPr>
  </w:style>
  <w:style w:type="paragraph" w:styleId="Descripci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Pr>
      <w:b/>
      <w:bCs/>
    </w:rPr>
  </w:style>
  <w:style w:type="paragraph" w:styleId="Textocomentario">
    <w:name w:val="annotation text"/>
    <w:basedOn w:val="Normal"/>
    <w:link w:val="TextocomentarioCar"/>
    <w:uiPriority w:val="99"/>
    <w:unhideWhenUsed/>
    <w:qFormat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qFormat/>
    <w:rPr>
      <w:rFonts w:eastAsia="Times New Roman" w:cs="Times New Roman"/>
      <w:sz w:val="28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qFormat/>
    <w:pPr>
      <w:tabs>
        <w:tab w:val="center" w:pos="4419"/>
        <w:tab w:val="right" w:pos="8838"/>
      </w:tabs>
      <w:jc w:val="center"/>
    </w:pPr>
    <w:rPr>
      <w:sz w:val="16"/>
    </w:rPr>
  </w:style>
  <w:style w:type="paragraph" w:styleId="NormalWeb">
    <w:name w:val="Normal (Web)"/>
    <w:basedOn w:val="Normal"/>
    <w:link w:val="NormalWebCar"/>
    <w:uiPriority w:val="99"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pPr>
      <w:tabs>
        <w:tab w:val="center" w:pos="4419"/>
        <w:tab w:val="right" w:pos="8838"/>
      </w:tabs>
    </w:pPr>
    <w:rPr>
      <w:sz w:val="18"/>
    </w:rPr>
  </w:style>
  <w:style w:type="paragraph" w:styleId="Textoindependiente">
    <w:name w:val="Body Text"/>
    <w:basedOn w:val="Normal"/>
    <w:link w:val="TextoindependienteCar"/>
    <w:uiPriority w:val="1"/>
    <w:unhideWhenUsed/>
    <w:qFormat/>
    <w:pPr>
      <w:spacing w:after="120"/>
    </w:pPr>
  </w:style>
  <w:style w:type="table" w:styleId="Tablaconcuadrcula">
    <w:name w:val="Table Grid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Pr>
      <w:rFonts w:ascii="Arial" w:hAnsi="Arial"/>
      <w:sz w:val="16"/>
    </w:rPr>
  </w:style>
  <w:style w:type="character" w:customStyle="1" w:styleId="PiedepginaCar">
    <w:name w:val="Pie de página Car"/>
    <w:link w:val="Piedepgina"/>
    <w:uiPriority w:val="99"/>
    <w:qFormat/>
    <w:rPr>
      <w:rFonts w:ascii="Arial" w:hAnsi="Arial"/>
      <w:sz w:val="18"/>
    </w:rPr>
  </w:style>
  <w:style w:type="character" w:customStyle="1" w:styleId="TextodegloboCar">
    <w:name w:val="Texto de globo Car"/>
    <w:link w:val="Textodeglobo"/>
    <w:uiPriority w:val="99"/>
    <w:semiHidden/>
    <w:qFormat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pPr>
      <w:ind w:left="357"/>
      <w:contextualSpacing/>
    </w:pPr>
    <w:rPr>
      <w:rFonts w:eastAsia="MS Mincho"/>
      <w:lang w:val="es-ES" w:eastAsia="es-ES"/>
    </w:rPr>
  </w:style>
  <w:style w:type="character" w:customStyle="1" w:styleId="Ttulo1Car">
    <w:name w:val="Título 1 Car"/>
    <w:link w:val="Ttulo1"/>
    <w:uiPriority w:val="9"/>
    <w:qFormat/>
    <w:rPr>
      <w:rFonts w:ascii="Arial" w:eastAsia="MS Gothic" w:hAnsi="Arial" w:cs="Times New Roman"/>
      <w:b/>
      <w:bCs/>
      <w:sz w:val="24"/>
      <w:szCs w:val="28"/>
      <w:u w:val="single"/>
    </w:rPr>
  </w:style>
  <w:style w:type="character" w:customStyle="1" w:styleId="Ttulo2Car">
    <w:name w:val="Título 2 Car"/>
    <w:link w:val="Ttulo2"/>
    <w:uiPriority w:val="9"/>
    <w:qFormat/>
    <w:rPr>
      <w:rFonts w:ascii="Arial" w:eastAsia="MS Gothic" w:hAnsi="Arial" w:cs="Times New Roman"/>
      <w:b/>
      <w:bCs/>
      <w:szCs w:val="26"/>
    </w:rPr>
  </w:style>
  <w:style w:type="character" w:customStyle="1" w:styleId="TextonotapieCar">
    <w:name w:val="Texto nota pie Car"/>
    <w:link w:val="Textonotapie"/>
    <w:uiPriority w:val="99"/>
    <w:qFormat/>
    <w:rPr>
      <w:rFonts w:ascii="Arial" w:eastAsia="MS Mincho" w:hAnsi="Arial"/>
      <w:sz w:val="18"/>
      <w:szCs w:val="20"/>
      <w:lang w:val="es-ES" w:eastAsia="es-E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s-CO" w:eastAsia="es-CO"/>
    </w:rPr>
  </w:style>
  <w:style w:type="paragraph" w:customStyle="1" w:styleId="Car2">
    <w:name w:val="Car2"/>
    <w:basedOn w:val="Normal"/>
    <w:uiPriority w:val="99"/>
    <w:qFormat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s-ES"/>
    </w:rPr>
  </w:style>
  <w:style w:type="character" w:customStyle="1" w:styleId="PrrafodelistaCar">
    <w:name w:val="Párrafo de lista Car"/>
    <w:link w:val="Prrafodelista"/>
    <w:uiPriority w:val="34"/>
    <w:qFormat/>
    <w:locked/>
    <w:rPr>
      <w:rFonts w:ascii="Arial" w:eastAsia="MS Mincho" w:hAnsi="Arial"/>
      <w:lang w:val="es-ES" w:eastAsia="es-ES"/>
    </w:rPr>
  </w:style>
  <w:style w:type="table" w:customStyle="1" w:styleId="Tablaconcuadrcula1">
    <w:name w:val="Tabla con cuadrícula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link w:val="Textocomentario"/>
    <w:uiPriority w:val="99"/>
    <w:qFormat/>
    <w:rPr>
      <w:rFonts w:ascii="Arial" w:hAnsi="Arial"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qFormat/>
    <w:rPr>
      <w:rFonts w:ascii="Arial" w:hAnsi="Arial"/>
      <w:b/>
      <w:bCs/>
      <w:sz w:val="20"/>
      <w:szCs w:val="20"/>
    </w:rPr>
  </w:style>
  <w:style w:type="paragraph" w:customStyle="1" w:styleId="Revisin1">
    <w:name w:val="Revisión1"/>
    <w:hidden/>
    <w:uiPriority w:val="99"/>
    <w:semiHidden/>
    <w:qFormat/>
    <w:rPr>
      <w:rFonts w:ascii="Arial" w:hAnsi="Arial"/>
      <w:sz w:val="22"/>
      <w:szCs w:val="22"/>
      <w:lang w:val="es-CO" w:eastAsia="es-CO"/>
    </w:rPr>
  </w:style>
  <w:style w:type="character" w:customStyle="1" w:styleId="apple-converted-space">
    <w:name w:val="apple-converted-space"/>
    <w:basedOn w:val="Fuentedeprrafopredeter"/>
    <w:qFormat/>
  </w:style>
  <w:style w:type="table" w:customStyle="1" w:styleId="Tablaconcuadrcula2">
    <w:name w:val="Tabla con cuadrícula2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uiPriority w:val="99"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2Car">
    <w:name w:val="Texto independiente 2 Car"/>
    <w:link w:val="Textoindependiente2"/>
    <w:qFormat/>
    <w:rPr>
      <w:rFonts w:ascii="Arial" w:eastAsia="Times New Roman" w:hAnsi="Arial" w:cs="Times New Roman"/>
      <w:sz w:val="28"/>
      <w:szCs w:val="24"/>
      <w:lang w:val="es-ES" w:eastAsia="es-ES"/>
    </w:rPr>
  </w:style>
  <w:style w:type="table" w:customStyle="1" w:styleId="Tablaconcuadrcula11">
    <w:name w:val="Tabla con cuadrícula1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link w:val="Textoindependiente"/>
    <w:uiPriority w:val="1"/>
    <w:qFormat/>
    <w:rPr>
      <w:rFonts w:ascii="Arial" w:hAnsi="Arial"/>
    </w:rPr>
  </w:style>
  <w:style w:type="table" w:customStyle="1" w:styleId="Tablaconcuadrcula4">
    <w:name w:val="Tabla con cuadrícula4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2">
    <w:name w:val="Tabla con cuadrícula2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1">
    <w:name w:val="Tabla con cuadrícula12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1">
    <w:name w:val="Tabla con cuadrícula21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1">
    <w:name w:val="Tabla con cuadrícula41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4">
    <w:name w:val="Tabla con cuadrícula14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3">
    <w:name w:val="Tabla con cuadrícula23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">
    <w:name w:val="Tabla con cuadrícula11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2">
    <w:name w:val="Tabla con cuadrícula12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2">
    <w:name w:val="Tabla con cuadrícula212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4-nfasis11">
    <w:name w:val="Tabla de cuadrícula 4 - Énfasis 11"/>
    <w:basedOn w:val="Tablanormal"/>
    <w:uiPriority w:val="49"/>
    <w:qFormat/>
    <w:rPr>
      <w:rFonts w:cs="Times New Roman"/>
      <w:lang w:eastAsia="es-CO"/>
    </w:rPr>
    <w:tblPr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andard">
    <w:name w:val="Standard"/>
    <w:uiPriority w:val="99"/>
    <w:qFormat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inespaciado">
    <w:name w:val="No Spacing"/>
    <w:link w:val="SinespaciadoCar"/>
    <w:uiPriority w:val="1"/>
    <w:qFormat/>
    <w:rPr>
      <w:rFonts w:cs="Times New Roman"/>
      <w:sz w:val="22"/>
      <w:szCs w:val="22"/>
      <w:lang w:eastAsia="es-CO"/>
    </w:rPr>
  </w:style>
  <w:style w:type="character" w:customStyle="1" w:styleId="SinespaciadoCar">
    <w:name w:val="Sin espaciado Car"/>
    <w:link w:val="Sinespaciado"/>
    <w:uiPriority w:val="1"/>
    <w:qFormat/>
    <w:rPr>
      <w:rFonts w:ascii="Calibri" w:eastAsia="Calibri" w:hAnsi="Calibri" w:cs="Times New Roman"/>
      <w:lang w:val="es-ES"/>
    </w:rPr>
  </w:style>
  <w:style w:type="table" w:customStyle="1" w:styleId="NormalTable0">
    <w:name w:val="Normal Table0"/>
    <w:uiPriority w:val="2"/>
    <w:semiHidden/>
    <w:unhideWhenUsed/>
    <w:qFormat/>
    <w:pPr>
      <w:widowControl w:val="0"/>
      <w:autoSpaceDE w:val="0"/>
      <w:autoSpaceDN w:val="0"/>
    </w:pPr>
    <w:rPr>
      <w:lang w:val="en-US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WebCar">
    <w:name w:val="Normal (Web) Car"/>
    <w:link w:val="NormalWeb"/>
    <w:uiPriority w:val="99"/>
    <w:qFormat/>
    <w:locked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xtocomentarioCar1">
    <w:name w:val="Texto comentario Car1"/>
    <w:uiPriority w:val="99"/>
    <w:semiHidden/>
    <w:qFormat/>
    <w:rPr>
      <w:rFonts w:ascii="Arial" w:hAnsi="Arial"/>
      <w:sz w:val="20"/>
      <w:szCs w:val="20"/>
    </w:rPr>
  </w:style>
  <w:style w:type="character" w:customStyle="1" w:styleId="EncabezadoCar1">
    <w:name w:val="Encabezado Car1"/>
    <w:uiPriority w:val="99"/>
    <w:semiHidden/>
    <w:qFormat/>
    <w:rPr>
      <w:rFonts w:ascii="Arial" w:hAnsi="Arial"/>
    </w:rPr>
  </w:style>
  <w:style w:type="character" w:customStyle="1" w:styleId="PiedepginaCar1">
    <w:name w:val="Pie de página Car1"/>
    <w:uiPriority w:val="99"/>
    <w:semiHidden/>
    <w:qFormat/>
    <w:rPr>
      <w:rFonts w:ascii="Arial" w:hAnsi="Arial"/>
    </w:rPr>
  </w:style>
  <w:style w:type="character" w:customStyle="1" w:styleId="TextodegloboCar1">
    <w:name w:val="Texto de globo Car1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notapieCar1">
    <w:name w:val="Texto nota pie Car1"/>
    <w:uiPriority w:val="99"/>
    <w:semiHidden/>
    <w:qFormat/>
    <w:rPr>
      <w:rFonts w:ascii="Arial" w:hAnsi="Arial"/>
      <w:sz w:val="20"/>
      <w:szCs w:val="20"/>
    </w:rPr>
  </w:style>
  <w:style w:type="character" w:customStyle="1" w:styleId="AsuntodelcomentarioCar1">
    <w:name w:val="Asunto del comentario Car1"/>
    <w:uiPriority w:val="99"/>
    <w:semiHidden/>
    <w:qFormat/>
    <w:rPr>
      <w:rFonts w:ascii="Arial" w:hAnsi="Arial"/>
      <w:b/>
      <w:bCs/>
      <w:sz w:val="20"/>
      <w:szCs w:val="20"/>
    </w:rPr>
  </w:style>
  <w:style w:type="character" w:customStyle="1" w:styleId="Textoindependiente2Car1">
    <w:name w:val="Texto independiente 2 Car1"/>
    <w:semiHidden/>
    <w:qFormat/>
    <w:rPr>
      <w:rFonts w:ascii="Arial" w:hAnsi="Arial"/>
    </w:rPr>
  </w:style>
  <w:style w:type="character" w:customStyle="1" w:styleId="TextoindependienteCar1">
    <w:name w:val="Texto independiente Car1"/>
    <w:uiPriority w:val="99"/>
    <w:semiHidden/>
    <w:qFormat/>
    <w:rPr>
      <w:rFonts w:ascii="Arial" w:hAnsi="Arial"/>
    </w:rPr>
  </w:style>
  <w:style w:type="character" w:customStyle="1" w:styleId="Mencinsinresolver10">
    <w:name w:val="Mención sin resolver1_0"/>
    <w:uiPriority w:val="99"/>
    <w:semiHidden/>
    <w:unhideWhenUsed/>
    <w:qFormat/>
    <w:rPr>
      <w:color w:val="808080"/>
      <w:shd w:val="clear" w:color="auto" w:fill="E6E6E6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nguno">
    <w:name w:val="Ninguno"/>
    <w:qFormat/>
  </w:style>
  <w:style w:type="paragraph" w:customStyle="1" w:styleId="Cuerpo">
    <w:name w:val="Cuerpo"/>
    <w:qFormat/>
    <w:pPr>
      <w:jc w:val="both"/>
    </w:pPr>
    <w:rPr>
      <w:rFonts w:ascii="Arial" w:eastAsia="Arial Unicode MS" w:hAnsi="Arial" w:cs="Arial Unicode MS"/>
      <w:color w:val="000000"/>
      <w:sz w:val="22"/>
      <w:szCs w:val="22"/>
      <w:u w:color="000000"/>
      <w:lang w:val="it-IT" w:eastAsia="es-CR"/>
    </w:rPr>
  </w:style>
  <w:style w:type="paragraph" w:customStyle="1" w:styleId="contenido">
    <w:name w:val="contenido"/>
    <w:basedOn w:val="Normal"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ulos">
    <w:name w:val="subtitulos"/>
    <w:basedOn w:val="Normal"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Revisin">
    <w:name w:val="Revision"/>
    <w:hidden/>
    <w:uiPriority w:val="99"/>
    <w:unhideWhenUsed/>
    <w:rsid w:val="00635794"/>
    <w:rPr>
      <w:rFonts w:ascii="Arial" w:hAnsi="Arial"/>
      <w:sz w:val="22"/>
      <w:szCs w:val="22"/>
      <w:lang w:val="es-CO" w:eastAsia="es-CO"/>
    </w:rPr>
  </w:style>
  <w:style w:type="paragraph" w:customStyle="1" w:styleId="Cuerpodetexto">
    <w:name w:val="Cuerpo de texto"/>
    <w:basedOn w:val="Normal"/>
    <w:rsid w:val="005F55AA"/>
    <w:pPr>
      <w:suppressAutoHyphens/>
      <w:spacing w:after="120" w:line="276" w:lineRule="auto"/>
      <w:jc w:val="left"/>
    </w:pPr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Lista">
    <w:name w:val="List"/>
    <w:basedOn w:val="Cuerpodetexto"/>
    <w:rsid w:val="005F55AA"/>
    <w:rPr>
      <w:rFonts w:cs="Lohit Hindi"/>
    </w:rPr>
  </w:style>
  <w:style w:type="paragraph" w:customStyle="1" w:styleId="Pie">
    <w:name w:val="Pie"/>
    <w:basedOn w:val="Normal"/>
    <w:rsid w:val="005F55AA"/>
    <w:pPr>
      <w:suppressLineNumbers/>
      <w:suppressAutoHyphens/>
      <w:spacing w:before="120" w:after="120" w:line="276" w:lineRule="auto"/>
      <w:jc w:val="left"/>
    </w:pPr>
    <w:rPr>
      <w:rFonts w:ascii="Times New Roman" w:eastAsia="Times New Roman" w:hAnsi="Times New Roman" w:cs="Lohit Hindi"/>
      <w:i/>
      <w:iCs/>
      <w:sz w:val="24"/>
      <w:szCs w:val="24"/>
      <w:lang w:val="es-ES" w:eastAsia="zh-CN"/>
    </w:rPr>
  </w:style>
  <w:style w:type="paragraph" w:customStyle="1" w:styleId="ndice">
    <w:name w:val="Índice"/>
    <w:basedOn w:val="Normal"/>
    <w:rsid w:val="005F55AA"/>
    <w:pPr>
      <w:suppressLineNumbers/>
      <w:suppressAutoHyphens/>
      <w:spacing w:after="200" w:line="276" w:lineRule="auto"/>
      <w:jc w:val="left"/>
    </w:pPr>
    <w:rPr>
      <w:rFonts w:ascii="Times New Roman" w:eastAsia="Times New Roman" w:hAnsi="Times New Roman" w:cs="Lohit Hindi"/>
      <w:sz w:val="20"/>
      <w:szCs w:val="20"/>
      <w:lang w:val="es-ES" w:eastAsia="zh-CN"/>
    </w:rPr>
  </w:style>
  <w:style w:type="paragraph" w:customStyle="1" w:styleId="Encabezamiento">
    <w:name w:val="Encabezamiento"/>
    <w:basedOn w:val="Normal"/>
    <w:rsid w:val="005F55AA"/>
    <w:pPr>
      <w:tabs>
        <w:tab w:val="center" w:pos="4252"/>
        <w:tab w:val="right" w:pos="8504"/>
      </w:tabs>
      <w:suppressAutoHyphens/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customStyle="1" w:styleId="Contenidodelmarco">
    <w:name w:val="Contenido del marco"/>
    <w:basedOn w:val="Normal"/>
    <w:rsid w:val="005F55AA"/>
    <w:pPr>
      <w:suppressAutoHyphens/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character" w:styleId="Mencinsinresolver">
    <w:name w:val="Unresolved Mention"/>
    <w:basedOn w:val="Fuentedeprrafopredeter"/>
    <w:uiPriority w:val="99"/>
    <w:semiHidden/>
    <w:unhideWhenUsed/>
    <w:rsid w:val="005F55A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55A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F55AA"/>
    <w:pPr>
      <w:widowControl w:val="0"/>
      <w:autoSpaceDE w:val="0"/>
      <w:autoSpaceDN w:val="0"/>
      <w:jc w:val="left"/>
    </w:pPr>
    <w:rPr>
      <w:rFonts w:ascii="Arial MT" w:eastAsia="Arial MT" w:hAnsi="Arial MT" w:cs="Arial MT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1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2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8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0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1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0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6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8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14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2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3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3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0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6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6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0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5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6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3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0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3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9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1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2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3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2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1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7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7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5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6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6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0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7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8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4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6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5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9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6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4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9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6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1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1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1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4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erreraq\Documents\Presupuesto\Traslados%20Presupuestales\Formatos\Formato%20Documento%20Justificaci&#243;n%20Traslado%20o%20Reducci&#243;n%20Presupuestal%20V3%2020-Abr-16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ECFD352DCEBA46959647EDA20B16BB" ma:contentTypeVersion="13" ma:contentTypeDescription="Create a new document." ma:contentTypeScope="" ma:versionID="cf50f1dad8d4ae252a8c09cdec38105f">
  <xsd:schema xmlns:xsd="http://www.w3.org/2001/XMLSchema" xmlns:xs="http://www.w3.org/2001/XMLSchema" xmlns:p="http://schemas.microsoft.com/office/2006/metadata/properties" xmlns:ns1="http://schemas.microsoft.com/sharepoint/v3" xmlns:ns3="e27dd626-0d38-4b1b-962e-3f71798a5edc" xmlns:ns4="3f36724e-4c2a-4b58-a1ee-8638401dee00" targetNamespace="http://schemas.microsoft.com/office/2006/metadata/properties" ma:root="true" ma:fieldsID="514e598d5a004e3a19e719bcf4434015" ns1:_="" ns3:_="" ns4:_="">
    <xsd:import namespace="http://schemas.microsoft.com/sharepoint/v3"/>
    <xsd:import namespace="e27dd626-0d38-4b1b-962e-3f71798a5edc"/>
    <xsd:import namespace="3f36724e-4c2a-4b58-a1ee-8638401dee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dd626-0d38-4b1b-962e-3f71798a5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6724e-4c2a-4b58-a1ee-8638401dee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/>
  <customShpExts>
    <customShpInfo spid="_x0000_s1025"/>
    <customShpInfo spid="_x0000_s1026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C3EF77-F09E-4726-8801-C56D561D7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BD724-A3BC-4066-9B55-533C43DA5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7dd626-0d38-4b1b-962e-3f71798a5edc"/>
    <ds:schemaRef ds:uri="3f36724e-4c2a-4b58-a1ee-8638401dee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D33C7E0C-F8D5-4EA3-A67C-B1A73BCBF2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Documento Justificación Traslado o Reducción Presupuestal V3 20-Abr-16.dotx</Template>
  <TotalTime>2</TotalTime>
  <Pages>5</Pages>
  <Words>1448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Francia Liliana Segura Reina</dc:creator>
  <cp:lastModifiedBy>Wilson Galvis Vega</cp:lastModifiedBy>
  <cp:revision>2</cp:revision>
  <cp:lastPrinted>2025-02-06T22:40:00Z</cp:lastPrinted>
  <dcterms:created xsi:type="dcterms:W3CDTF">2025-12-12T02:36:00Z</dcterms:created>
  <dcterms:modified xsi:type="dcterms:W3CDTF">2025-12-12T02:36:00Z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0x01010058ECFD352DCEBA46959647EDA20B16BB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KSOProductBuildVer">
    <vt:lpwstr>2058-12.2.0.18911</vt:lpwstr>
  </property>
  <property fmtid="{D5CDD505-2E9C-101B-9397-08002B2CF9AE}" pid="6" name="ICV">
    <vt:lpwstr>FA867597D1B54D4C948FCB4EC79CDE0F_13</vt:lpwstr>
  </property>
</Properties>
</file>